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681" w:rsidRPr="007F0681" w:rsidRDefault="007F0681" w:rsidP="007F0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F0681" w:rsidRPr="007F0681" w:rsidRDefault="007F0681" w:rsidP="007F0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№0133300001714000454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F0681" w:rsidRPr="007F0681" w:rsidTr="007F0681">
        <w:tc>
          <w:tcPr>
            <w:tcW w:w="2000" w:type="pct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0133300001714000454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цветочной продукции для вручения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09:00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09:10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30000.00 Российский рубль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образования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30000.00 Российский рубль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пл. Революции, д.6, </w:t>
            </w:r>
            <w:proofErr w:type="spellStart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908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</w:t>
            </w: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заявке заказчика с момента заключения контракта </w:t>
            </w: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31.12.2014.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1"/>
              <w:gridCol w:w="1265"/>
              <w:gridCol w:w="1771"/>
              <w:gridCol w:w="1102"/>
              <w:gridCol w:w="1201"/>
              <w:gridCol w:w="918"/>
              <w:gridCol w:w="1107"/>
            </w:tblGrid>
            <w:tr w:rsidR="007F0681" w:rsidRPr="007F0681">
              <w:tc>
                <w:tcPr>
                  <w:tcW w:w="0" w:type="auto"/>
                  <w:gridSpan w:val="7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F0681" w:rsidRPr="007F0681"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F0681" w:rsidRPr="007F0681"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цветочной продукции для вручения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01.12.22.190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30000.00</w:t>
                  </w:r>
                </w:p>
              </w:tc>
            </w:tr>
            <w:tr w:rsidR="007F0681" w:rsidRPr="007F0681">
              <w:tc>
                <w:tcPr>
                  <w:tcW w:w="0" w:type="auto"/>
                  <w:gridSpan w:val="7"/>
                  <w:vAlign w:val="center"/>
                  <w:hideMark/>
                </w:tcPr>
                <w:p w:rsidR="007F0681" w:rsidRPr="007F0681" w:rsidRDefault="007F0681" w:rsidP="007F0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0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30000.00</w:t>
                  </w:r>
                </w:p>
              </w:tc>
            </w:tr>
          </w:tbl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7F0681" w:rsidRPr="007F0681" w:rsidTr="007F0681"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F0681" w:rsidRPr="007F0681" w:rsidRDefault="007F0681" w:rsidP="007F0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14:36</w:t>
            </w:r>
          </w:p>
        </w:tc>
      </w:tr>
    </w:tbl>
    <w:p w:rsidR="00C13BCE" w:rsidRPr="007F0681" w:rsidRDefault="00C13BCE">
      <w:pPr>
        <w:rPr>
          <w:rFonts w:ascii="Times New Roman" w:hAnsi="Times New Roman" w:cs="Times New Roman"/>
          <w:sz w:val="24"/>
          <w:szCs w:val="24"/>
        </w:rPr>
      </w:pPr>
    </w:p>
    <w:sectPr w:rsidR="00C13BCE" w:rsidRPr="007F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2B9"/>
    <w:rsid w:val="007F0681"/>
    <w:rsid w:val="00BF62B9"/>
    <w:rsid w:val="00C1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F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2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76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5934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2014-05-22T10:39:00Z</dcterms:created>
  <dcterms:modified xsi:type="dcterms:W3CDTF">2014-05-22T10:39:00Z</dcterms:modified>
</cp:coreProperties>
</file>