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90" w:rsidRDefault="006C3790" w:rsidP="00B835B0">
      <w:pPr>
        <w:pStyle w:val="Caption"/>
        <w:tabs>
          <w:tab w:val="left" w:pos="2590"/>
        </w:tabs>
        <w:outlineLvl w:val="0"/>
        <w:rPr>
          <w:caps/>
          <w:sz w:val="24"/>
          <w:szCs w:val="24"/>
        </w:rPr>
      </w:pPr>
      <w:r>
        <w:rPr>
          <w:sz w:val="24"/>
          <w:szCs w:val="24"/>
        </w:rPr>
        <w:t>Извещение о продлении срока подачи котировочных заявок</w:t>
      </w:r>
    </w:p>
    <w:p w:rsidR="006C3790" w:rsidRDefault="006C3790" w:rsidP="00B835B0">
      <w:pPr>
        <w:pStyle w:val="Caption"/>
        <w:tabs>
          <w:tab w:val="left" w:pos="2590"/>
        </w:tabs>
        <w:outlineLvl w:val="0"/>
        <w:rPr>
          <w:sz w:val="24"/>
          <w:szCs w:val="24"/>
        </w:rPr>
      </w:pPr>
      <w:r>
        <w:rPr>
          <w:sz w:val="24"/>
          <w:szCs w:val="24"/>
        </w:rPr>
        <w:t>Для субъектов малого предпринимательства</w:t>
      </w:r>
    </w:p>
    <w:p w:rsidR="006C3790" w:rsidRDefault="006C3790" w:rsidP="00B835B0">
      <w:pPr>
        <w:tabs>
          <w:tab w:val="left" w:pos="2590"/>
        </w:tabs>
        <w:ind w:left="6299"/>
        <w:outlineLvl w:val="0"/>
      </w:pPr>
    </w:p>
    <w:p w:rsidR="006C3790" w:rsidRDefault="006C3790" w:rsidP="00B835B0">
      <w:pPr>
        <w:tabs>
          <w:tab w:val="left" w:pos="2590"/>
        </w:tabs>
        <w:ind w:left="6299"/>
        <w:jc w:val="right"/>
        <w:outlineLvl w:val="0"/>
      </w:pPr>
      <w:r>
        <w:t>Дата: 19.07.2011</w:t>
      </w:r>
    </w:p>
    <w:p w:rsidR="006C3790" w:rsidRDefault="006C3790" w:rsidP="00B835B0">
      <w:pPr>
        <w:tabs>
          <w:tab w:val="left" w:pos="2590"/>
        </w:tabs>
        <w:ind w:left="6299"/>
        <w:jc w:val="right"/>
      </w:pPr>
      <w:r>
        <w:t>Регистрационный № 631а</w:t>
      </w:r>
    </w:p>
    <w:p w:rsidR="006C3790" w:rsidRDefault="006C3790" w:rsidP="00B835B0">
      <w:pPr>
        <w:jc w:val="both"/>
      </w:pPr>
      <w:r>
        <w:t xml:space="preserve">Извещаем о продлении срока подачи котировочных заявок. </w:t>
      </w:r>
    </w:p>
    <w:p w:rsidR="006C3790" w:rsidRDefault="006C3790" w:rsidP="00B835B0">
      <w:pPr>
        <w:jc w:val="both"/>
      </w:pPr>
      <w:r>
        <w:t xml:space="preserve">Извещение о проведении запроса котировок было размещено для субъектов малого предпринимательства на сайте </w:t>
      </w:r>
      <w:hyperlink r:id="rId5" w:history="1">
        <w:r>
          <w:rPr>
            <w:rStyle w:val="Hyperlink"/>
          </w:rPr>
          <w:t>www.zakupki.gov.ru</w:t>
        </w:r>
      </w:hyperlink>
      <w:r>
        <w:t xml:space="preserve"> в сети Интернет 11.07.2011 регистрационный номер № 0133300001711000791.</w:t>
      </w:r>
    </w:p>
    <w:p w:rsidR="006C3790" w:rsidRPr="007D0B7B" w:rsidRDefault="006C3790" w:rsidP="00DB62E5">
      <w:pPr>
        <w:pStyle w:val="Caption"/>
        <w:outlineLvl w:val="0"/>
        <w:rPr>
          <w:caps/>
          <w:sz w:val="20"/>
          <w:szCs w:val="20"/>
        </w:rPr>
      </w:pPr>
    </w:p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1"/>
        <w:gridCol w:w="6297"/>
      </w:tblGrid>
      <w:tr w:rsidR="006C3790" w:rsidRPr="007D0B7B">
        <w:tc>
          <w:tcPr>
            <w:tcW w:w="2015" w:type="pct"/>
          </w:tcPr>
          <w:p w:rsidR="006C3790" w:rsidRPr="007D0B7B" w:rsidRDefault="006C3790" w:rsidP="00DC741A">
            <w:pPr>
              <w:rPr>
                <w:b/>
                <w:bCs/>
              </w:rPr>
            </w:pPr>
            <w:r w:rsidRPr="007D0B7B">
              <w:rPr>
                <w:sz w:val="22"/>
                <w:szCs w:val="22"/>
              </w:rPr>
              <w:t>Заказчик</w:t>
            </w:r>
          </w:p>
        </w:tc>
        <w:tc>
          <w:tcPr>
            <w:tcW w:w="2985" w:type="pct"/>
          </w:tcPr>
          <w:p w:rsidR="006C3790" w:rsidRPr="00881EE0" w:rsidRDefault="006C3790" w:rsidP="00F15AC9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  <w:r w:rsidRPr="00881EE0">
              <w:rPr>
                <w:rFonts w:ascii="Times New Roman" w:hAnsi="Times New Roman"/>
                <w:sz w:val="22"/>
                <w:szCs w:val="22"/>
              </w:rPr>
              <w:t>Муниципальное общеобразовательное учреждение средняя общеобразовательная школа №7</w:t>
            </w:r>
          </w:p>
        </w:tc>
      </w:tr>
      <w:tr w:rsidR="006C3790" w:rsidRPr="007D0B7B">
        <w:tc>
          <w:tcPr>
            <w:tcW w:w="2015" w:type="pct"/>
          </w:tcPr>
          <w:p w:rsidR="006C3790" w:rsidRPr="007D0B7B" w:rsidRDefault="006C3790" w:rsidP="00DC741A">
            <w:pPr>
              <w:rPr>
                <w:b/>
                <w:bCs/>
              </w:rPr>
            </w:pPr>
            <w:r w:rsidRPr="007D0B7B">
              <w:rPr>
                <w:sz w:val="22"/>
                <w:szCs w:val="22"/>
              </w:rPr>
              <w:t>Адрес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6C3790" w:rsidRPr="00881EE0" w:rsidRDefault="006C3790" w:rsidP="00F15AC9">
            <w:pPr>
              <w:pStyle w:val="HTMLPreformatted"/>
              <w:jc w:val="both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22, г"/>
              </w:smartTagPr>
              <w:r w:rsidRPr="00881EE0">
                <w:rPr>
                  <w:rFonts w:ascii="Times New Roman" w:hAnsi="Times New Roman"/>
                  <w:sz w:val="22"/>
                  <w:szCs w:val="22"/>
                </w:rPr>
                <w:t>153022, г</w:t>
              </w:r>
            </w:smartTag>
            <w:r w:rsidRPr="00881EE0">
              <w:rPr>
                <w:rFonts w:ascii="Times New Roman" w:hAnsi="Times New Roman"/>
                <w:sz w:val="22"/>
                <w:szCs w:val="22"/>
              </w:rPr>
              <w:t>. Иваново, ул. Танкиста Белороссова, д. 15</w:t>
            </w:r>
          </w:p>
        </w:tc>
      </w:tr>
      <w:tr w:rsidR="006C3790" w:rsidRPr="007D0B7B">
        <w:tc>
          <w:tcPr>
            <w:tcW w:w="2015" w:type="pct"/>
          </w:tcPr>
          <w:p w:rsidR="006C3790" w:rsidRPr="007D0B7B" w:rsidRDefault="006C3790" w:rsidP="00DC741A">
            <w:r w:rsidRPr="007D0B7B">
              <w:rPr>
                <w:sz w:val="22"/>
                <w:szCs w:val="22"/>
              </w:rPr>
              <w:t>Адрес электронной почты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6C3790" w:rsidRPr="00881EE0" w:rsidRDefault="006C3790" w:rsidP="00F15AC9">
            <w:pPr>
              <w:pStyle w:val="HTMLPreformatted"/>
              <w:jc w:val="both"/>
              <w:rPr>
                <w:rFonts w:ascii="Times New Roman" w:hAnsi="Times New Roman"/>
                <w:sz w:val="22"/>
                <w:szCs w:val="22"/>
              </w:rPr>
            </w:pPr>
            <w:hyperlink r:id="rId6" w:history="1">
              <w:r w:rsidRPr="00643C88">
                <w:rPr>
                  <w:rStyle w:val="Hyperlink"/>
                  <w:rFonts w:ascii="Times New Roman" w:hAnsi="Times New Roman"/>
                  <w:sz w:val="22"/>
                  <w:szCs w:val="22"/>
                  <w:lang w:val="en-US"/>
                </w:rPr>
                <w:t>school</w:t>
              </w:r>
              <w:r w:rsidRPr="00881EE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7@</w:t>
              </w:r>
              <w:r w:rsidRPr="00643C88">
                <w:rPr>
                  <w:rStyle w:val="Hyperlink"/>
                  <w:rFonts w:ascii="Times New Roman" w:hAnsi="Times New Roman"/>
                  <w:sz w:val="22"/>
                  <w:szCs w:val="22"/>
                  <w:lang w:val="en-US"/>
                </w:rPr>
                <w:t>ivedu</w:t>
              </w:r>
              <w:r w:rsidRPr="00881EE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.</w:t>
              </w:r>
              <w:r w:rsidRPr="00643C88">
                <w:rPr>
                  <w:rStyle w:val="Hyperlink"/>
                  <w:rFonts w:ascii="Times New Roman" w:hAnsi="Times New Roman"/>
                  <w:sz w:val="22"/>
                  <w:szCs w:val="22"/>
                  <w:lang w:val="en-US"/>
                </w:rPr>
                <w:t>ru</w:t>
              </w:r>
            </w:hyperlink>
            <w:r w:rsidRPr="00881EE0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</w:tc>
      </w:tr>
      <w:tr w:rsidR="006C3790" w:rsidRPr="007D0B7B">
        <w:tc>
          <w:tcPr>
            <w:tcW w:w="2015" w:type="pct"/>
          </w:tcPr>
          <w:p w:rsidR="006C3790" w:rsidRPr="007D0B7B" w:rsidRDefault="006C3790" w:rsidP="00F15AC9">
            <w:r w:rsidRPr="007D0B7B">
              <w:rPr>
                <w:sz w:val="22"/>
                <w:szCs w:val="22"/>
              </w:rPr>
              <w:t>Номер телефона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6C3790" w:rsidRPr="00881EE0" w:rsidRDefault="006C3790" w:rsidP="00F15AC9">
            <w:pPr>
              <w:pStyle w:val="HTMLPreformatted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81EE0">
              <w:rPr>
                <w:rFonts w:ascii="Times New Roman" w:hAnsi="Times New Roman"/>
                <w:sz w:val="22"/>
                <w:szCs w:val="22"/>
              </w:rPr>
              <w:t>(4932) 32-74-92</w:t>
            </w:r>
          </w:p>
        </w:tc>
      </w:tr>
      <w:tr w:rsidR="006C3790" w:rsidRPr="007D0B7B" w:rsidTr="00F15AC9">
        <w:tc>
          <w:tcPr>
            <w:tcW w:w="2015" w:type="pct"/>
          </w:tcPr>
          <w:p w:rsidR="006C3790" w:rsidRPr="007D0B7B" w:rsidRDefault="006C3790" w:rsidP="00DC741A">
            <w:r w:rsidRPr="007D0B7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85" w:type="pct"/>
            <w:vAlign w:val="center"/>
          </w:tcPr>
          <w:p w:rsidR="006C3790" w:rsidRDefault="006C3790" w:rsidP="00F15AC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 w:rsidRPr="00E8785E">
              <w:t>г. Иван</w:t>
            </w:r>
            <w:r>
              <w:t>ово, пл. Революции, д. 6, к. 519</w:t>
            </w:r>
            <w:r w:rsidRPr="00E8785E">
              <w:t xml:space="preserve">, </w:t>
            </w:r>
          </w:p>
          <w:p w:rsidR="006C3790" w:rsidRPr="00E8785E" w:rsidRDefault="006C3790" w:rsidP="00F15AC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 w:rsidRPr="00E8785E">
              <w:t>Администрация города Иванова</w:t>
            </w:r>
          </w:p>
        </w:tc>
      </w:tr>
      <w:tr w:rsidR="006C3790" w:rsidRPr="007D0B7B">
        <w:tc>
          <w:tcPr>
            <w:tcW w:w="2015" w:type="pct"/>
          </w:tcPr>
          <w:p w:rsidR="006C3790" w:rsidRPr="007D0B7B" w:rsidRDefault="006C3790" w:rsidP="00DC741A">
            <w:r w:rsidRPr="007D0B7B">
              <w:rPr>
                <w:sz w:val="22"/>
                <w:szCs w:val="22"/>
              </w:rPr>
              <w:t>Дата и время окончания срока подачи котировочных заявок</w:t>
            </w:r>
          </w:p>
        </w:tc>
        <w:tc>
          <w:tcPr>
            <w:tcW w:w="2985" w:type="pct"/>
            <w:vAlign w:val="center"/>
          </w:tcPr>
          <w:p w:rsidR="006C3790" w:rsidRPr="00F15AC9" w:rsidRDefault="006C3790" w:rsidP="0072571C">
            <w:pPr>
              <w:rPr>
                <w:b/>
                <w:bCs/>
              </w:rPr>
            </w:pPr>
            <w:r>
              <w:rPr>
                <w:b/>
                <w:bCs/>
              </w:rPr>
              <w:t>25.07.2011  до 09:00</w:t>
            </w:r>
          </w:p>
        </w:tc>
      </w:tr>
    </w:tbl>
    <w:p w:rsidR="006C3790" w:rsidRDefault="006C3790" w:rsidP="00DB62E5"/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42"/>
        <w:gridCol w:w="1525"/>
        <w:gridCol w:w="4401"/>
        <w:gridCol w:w="1441"/>
        <w:gridCol w:w="1439"/>
      </w:tblGrid>
      <w:tr w:rsidR="006C3790" w:rsidRPr="007D0B7B">
        <w:trPr>
          <w:trHeight w:val="1306"/>
        </w:trPr>
        <w:tc>
          <w:tcPr>
            <w:tcW w:w="826" w:type="pct"/>
          </w:tcPr>
          <w:p w:rsidR="006C3790" w:rsidRPr="007D0B7B" w:rsidRDefault="006C3790" w:rsidP="00DC741A">
            <w:pPr>
              <w:pStyle w:val="BodyText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09" w:type="pct"/>
            <w:gridSpan w:val="2"/>
            <w:vAlign w:val="center"/>
          </w:tcPr>
          <w:p w:rsidR="006C3790" w:rsidRPr="007D0B7B" w:rsidRDefault="006C3790" w:rsidP="00DC741A">
            <w:pPr>
              <w:pStyle w:val="BodyText"/>
              <w:rPr>
                <w:sz w:val="20"/>
                <w:szCs w:val="20"/>
              </w:rPr>
            </w:pPr>
          </w:p>
          <w:p w:rsidR="006C3790" w:rsidRPr="007D0B7B" w:rsidRDefault="006C3790" w:rsidP="00DC741A">
            <w:pPr>
              <w:pStyle w:val="BodyText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Характеристики</w:t>
            </w:r>
          </w:p>
          <w:p w:rsidR="006C3790" w:rsidRPr="007D0B7B" w:rsidRDefault="006C3790" w:rsidP="00DC741A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83" w:type="pct"/>
            <w:vAlign w:val="center"/>
          </w:tcPr>
          <w:p w:rsidR="006C3790" w:rsidRPr="007D0B7B" w:rsidRDefault="006C3790" w:rsidP="00DC741A">
            <w:pPr>
              <w:pStyle w:val="BodyText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82" w:type="pct"/>
          </w:tcPr>
          <w:p w:rsidR="006C3790" w:rsidRPr="007D0B7B" w:rsidRDefault="006C3790" w:rsidP="00DC741A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C3790" w:rsidRPr="007D0B7B">
        <w:tc>
          <w:tcPr>
            <w:tcW w:w="826" w:type="pct"/>
            <w:vMerge w:val="restart"/>
          </w:tcPr>
          <w:p w:rsidR="006C3790" w:rsidRPr="007D0B7B" w:rsidRDefault="006C3790" w:rsidP="005E0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работы (ремонт стен в спортивном зале)</w:t>
            </w:r>
            <w:r w:rsidRPr="007D0B7B">
              <w:rPr>
                <w:sz w:val="20"/>
                <w:szCs w:val="20"/>
              </w:rPr>
              <w:t xml:space="preserve"> адресу: г.</w:t>
            </w:r>
            <w:r>
              <w:rPr>
                <w:sz w:val="20"/>
                <w:szCs w:val="20"/>
              </w:rPr>
              <w:t> </w:t>
            </w:r>
            <w:r w:rsidRPr="007D0B7B">
              <w:rPr>
                <w:sz w:val="20"/>
                <w:szCs w:val="20"/>
              </w:rPr>
              <w:t>Иваново, ул.</w:t>
            </w:r>
            <w:r>
              <w:rPr>
                <w:sz w:val="20"/>
                <w:szCs w:val="20"/>
              </w:rPr>
              <w:t xml:space="preserve"> Танкиста Белороссова, </w:t>
            </w:r>
            <w:r w:rsidRPr="007D0B7B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723" w:type="pct"/>
          </w:tcPr>
          <w:p w:rsidR="006C3790" w:rsidRPr="007D0B7B" w:rsidRDefault="006C3790" w:rsidP="00DC741A">
            <w:pPr>
              <w:ind w:right="-108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086" w:type="pct"/>
          </w:tcPr>
          <w:p w:rsidR="006C3790" w:rsidRPr="007D0B7B" w:rsidRDefault="006C3790" w:rsidP="00DC741A">
            <w:pPr>
              <w:pStyle w:val="BodyText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6C3790" w:rsidRPr="007D0B7B" w:rsidRDefault="006C3790" w:rsidP="00DC741A">
            <w:pPr>
              <w:pStyle w:val="BodyText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6C3790" w:rsidRPr="007D0B7B" w:rsidRDefault="006C3790" w:rsidP="00DC741A">
            <w:pPr>
              <w:pStyle w:val="BodyText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Объем выполняемых работ, материалы должны строго соответствовать смете.</w:t>
            </w:r>
          </w:p>
        </w:tc>
        <w:tc>
          <w:tcPr>
            <w:tcW w:w="683" w:type="pct"/>
            <w:vMerge w:val="restart"/>
          </w:tcPr>
          <w:p w:rsidR="006C3790" w:rsidRPr="007D0B7B" w:rsidRDefault="006C3790" w:rsidP="00DC741A">
            <w:pPr>
              <w:pStyle w:val="BodyText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В соответствии </w:t>
            </w:r>
            <w:r>
              <w:rPr>
                <w:sz w:val="20"/>
                <w:szCs w:val="20"/>
              </w:rPr>
              <w:t xml:space="preserve">с </w:t>
            </w:r>
            <w:r w:rsidRPr="007D0B7B">
              <w:rPr>
                <w:sz w:val="20"/>
                <w:szCs w:val="20"/>
              </w:rPr>
              <w:t>локальн</w:t>
            </w:r>
            <w:r>
              <w:rPr>
                <w:sz w:val="20"/>
                <w:szCs w:val="20"/>
              </w:rPr>
              <w:t>ой</w:t>
            </w:r>
            <w:r w:rsidRPr="007D0B7B">
              <w:rPr>
                <w:sz w:val="20"/>
                <w:szCs w:val="20"/>
              </w:rPr>
              <w:t xml:space="preserve"> смет</w:t>
            </w:r>
            <w:r>
              <w:rPr>
                <w:sz w:val="20"/>
                <w:szCs w:val="20"/>
              </w:rPr>
              <w:t>ой</w:t>
            </w:r>
          </w:p>
        </w:tc>
        <w:tc>
          <w:tcPr>
            <w:tcW w:w="682" w:type="pct"/>
            <w:vMerge w:val="restart"/>
          </w:tcPr>
          <w:p w:rsidR="006C3790" w:rsidRPr="007D0B7B" w:rsidRDefault="006C3790" w:rsidP="00DC741A">
            <w:r w:rsidRPr="007D0B7B">
              <w:rPr>
                <w:sz w:val="20"/>
                <w:szCs w:val="20"/>
              </w:rPr>
              <w:t xml:space="preserve">В соответствии </w:t>
            </w:r>
            <w:r>
              <w:rPr>
                <w:sz w:val="20"/>
                <w:szCs w:val="20"/>
              </w:rPr>
              <w:t xml:space="preserve">с </w:t>
            </w:r>
            <w:r w:rsidRPr="007D0B7B">
              <w:rPr>
                <w:sz w:val="20"/>
                <w:szCs w:val="20"/>
              </w:rPr>
              <w:t>локальн</w:t>
            </w:r>
            <w:r>
              <w:rPr>
                <w:sz w:val="20"/>
                <w:szCs w:val="20"/>
              </w:rPr>
              <w:t>ой</w:t>
            </w:r>
            <w:r w:rsidRPr="007D0B7B">
              <w:rPr>
                <w:sz w:val="20"/>
                <w:szCs w:val="20"/>
              </w:rPr>
              <w:t xml:space="preserve"> смет</w:t>
            </w:r>
            <w:r>
              <w:rPr>
                <w:sz w:val="20"/>
                <w:szCs w:val="20"/>
              </w:rPr>
              <w:t>ой</w:t>
            </w:r>
          </w:p>
          <w:p w:rsidR="006C3790" w:rsidRPr="007D0B7B" w:rsidRDefault="006C3790" w:rsidP="00DC741A"/>
        </w:tc>
      </w:tr>
      <w:tr w:rsidR="006C3790" w:rsidRPr="007D0B7B">
        <w:trPr>
          <w:cantSplit/>
        </w:trPr>
        <w:tc>
          <w:tcPr>
            <w:tcW w:w="826" w:type="pct"/>
            <w:vMerge/>
          </w:tcPr>
          <w:p w:rsidR="006C3790" w:rsidRPr="007D0B7B" w:rsidRDefault="006C3790" w:rsidP="00DC7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6C3790" w:rsidRPr="007D0B7B" w:rsidRDefault="006C3790" w:rsidP="00DC741A">
            <w:pPr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86" w:type="pct"/>
          </w:tcPr>
          <w:p w:rsidR="006C3790" w:rsidRPr="007D0B7B" w:rsidRDefault="006C3790" w:rsidP="00DC741A">
            <w:pPr>
              <w:pStyle w:val="BodyText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683" w:type="pct"/>
            <w:vMerge/>
          </w:tcPr>
          <w:p w:rsidR="006C3790" w:rsidRPr="007D0B7B" w:rsidRDefault="006C3790" w:rsidP="00DC741A">
            <w:pPr>
              <w:pStyle w:val="BodyText"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6C3790" w:rsidRPr="007D0B7B" w:rsidRDefault="006C3790" w:rsidP="00DC741A">
            <w:pPr>
              <w:pStyle w:val="BodyText"/>
              <w:jc w:val="both"/>
              <w:rPr>
                <w:sz w:val="20"/>
                <w:szCs w:val="20"/>
              </w:rPr>
            </w:pPr>
          </w:p>
        </w:tc>
      </w:tr>
      <w:tr w:rsidR="006C3790" w:rsidRPr="007D0B7B">
        <w:trPr>
          <w:cantSplit/>
        </w:trPr>
        <w:tc>
          <w:tcPr>
            <w:tcW w:w="826" w:type="pct"/>
            <w:vMerge/>
          </w:tcPr>
          <w:p w:rsidR="006C3790" w:rsidRPr="007D0B7B" w:rsidRDefault="006C3790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6C3790" w:rsidRPr="007D0B7B" w:rsidRDefault="006C3790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6C3790" w:rsidRPr="007D0B7B" w:rsidRDefault="006C3790" w:rsidP="00DC741A">
            <w:pPr>
              <w:pStyle w:val="BodyText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Работы должны быть выполнены качественно в полном объеме и в срок, предусмотренный муниципальным контрактом.</w:t>
            </w:r>
          </w:p>
          <w:p w:rsidR="006C3790" w:rsidRPr="007D0B7B" w:rsidRDefault="006C3790" w:rsidP="00DC741A">
            <w:pPr>
              <w:pStyle w:val="BodyText"/>
              <w:jc w:val="both"/>
              <w:rPr>
                <w:sz w:val="20"/>
                <w:szCs w:val="20"/>
              </w:rPr>
            </w:pPr>
          </w:p>
        </w:tc>
        <w:tc>
          <w:tcPr>
            <w:tcW w:w="683" w:type="pct"/>
            <w:vMerge/>
          </w:tcPr>
          <w:p w:rsidR="006C3790" w:rsidRPr="007D0B7B" w:rsidRDefault="006C3790" w:rsidP="00DC741A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6C3790" w:rsidRPr="007D0B7B" w:rsidRDefault="006C3790" w:rsidP="00DC741A">
            <w:pPr>
              <w:pStyle w:val="BodyText"/>
              <w:rPr>
                <w:sz w:val="20"/>
                <w:szCs w:val="20"/>
              </w:rPr>
            </w:pPr>
          </w:p>
        </w:tc>
      </w:tr>
      <w:tr w:rsidR="006C3790" w:rsidRPr="007D0B7B" w:rsidTr="008E242E">
        <w:trPr>
          <w:cantSplit/>
        </w:trPr>
        <w:tc>
          <w:tcPr>
            <w:tcW w:w="826" w:type="pct"/>
            <w:vMerge/>
          </w:tcPr>
          <w:p w:rsidR="006C3790" w:rsidRPr="007D0B7B" w:rsidRDefault="006C3790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6C3790" w:rsidRPr="007D0B7B" w:rsidRDefault="006C3790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086" w:type="pct"/>
            <w:tcBorders>
              <w:top w:val="single" w:sz="4" w:space="0" w:color="000000"/>
              <w:bottom w:val="single" w:sz="4" w:space="0" w:color="000000"/>
            </w:tcBorders>
          </w:tcPr>
          <w:p w:rsidR="006C3790" w:rsidRPr="007D0B7B" w:rsidRDefault="006C3790" w:rsidP="00DC741A">
            <w:pPr>
              <w:pStyle w:val="BodyText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В соответствии с локальной сметой. Работы вести по </w:t>
            </w:r>
            <w:r w:rsidRPr="00D33F5E">
              <w:rPr>
                <w:sz w:val="20"/>
                <w:szCs w:val="20"/>
              </w:rPr>
              <w:t>гибкому</w:t>
            </w:r>
            <w:r w:rsidRPr="007D0B7B">
              <w:rPr>
                <w:sz w:val="20"/>
                <w:szCs w:val="20"/>
              </w:rPr>
              <w:t xml:space="preserve"> графику в работающем учреждении по согласованию с руководством.</w:t>
            </w:r>
          </w:p>
        </w:tc>
        <w:tc>
          <w:tcPr>
            <w:tcW w:w="683" w:type="pct"/>
            <w:vMerge/>
          </w:tcPr>
          <w:p w:rsidR="006C3790" w:rsidRPr="007D0B7B" w:rsidRDefault="006C3790" w:rsidP="00DC741A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6C3790" w:rsidRPr="007D0B7B" w:rsidRDefault="006C3790" w:rsidP="00DC741A">
            <w:pPr>
              <w:pStyle w:val="BodyText"/>
              <w:rPr>
                <w:sz w:val="20"/>
                <w:szCs w:val="20"/>
              </w:rPr>
            </w:pPr>
          </w:p>
        </w:tc>
      </w:tr>
      <w:tr w:rsidR="006C3790" w:rsidRPr="007D0B7B">
        <w:trPr>
          <w:cantSplit/>
        </w:trPr>
        <w:tc>
          <w:tcPr>
            <w:tcW w:w="826" w:type="pct"/>
          </w:tcPr>
          <w:p w:rsidR="006C3790" w:rsidRPr="007D0B7B" w:rsidRDefault="006C3790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6C3790" w:rsidRPr="008E242E" w:rsidRDefault="006C3790" w:rsidP="00DC741A">
            <w:pPr>
              <w:rPr>
                <w:sz w:val="20"/>
                <w:szCs w:val="20"/>
              </w:rPr>
            </w:pPr>
            <w:r w:rsidRPr="008E242E">
              <w:rPr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6C3790" w:rsidRPr="007D0B7B" w:rsidRDefault="006C3790" w:rsidP="00DC741A">
            <w:pPr>
              <w:pStyle w:val="BodyText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гарантии на выполненные работы – 3 (три)  года с момента приемки в установленном порядке работ Заказчиком.</w:t>
            </w:r>
          </w:p>
        </w:tc>
        <w:tc>
          <w:tcPr>
            <w:tcW w:w="683" w:type="pct"/>
          </w:tcPr>
          <w:p w:rsidR="006C3790" w:rsidRPr="007D0B7B" w:rsidRDefault="006C3790" w:rsidP="00DC741A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682" w:type="pct"/>
          </w:tcPr>
          <w:p w:rsidR="006C3790" w:rsidRPr="007D0B7B" w:rsidRDefault="006C3790" w:rsidP="00DC741A">
            <w:pPr>
              <w:pStyle w:val="BodyText"/>
              <w:rPr>
                <w:sz w:val="20"/>
                <w:szCs w:val="20"/>
              </w:rPr>
            </w:pPr>
          </w:p>
        </w:tc>
      </w:tr>
    </w:tbl>
    <w:p w:rsidR="006C3790" w:rsidRDefault="006C3790" w:rsidP="00DB62E5"/>
    <w:p w:rsidR="006C3790" w:rsidRDefault="006C3790" w:rsidP="00DB62E5"/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8"/>
        <w:gridCol w:w="7280"/>
      </w:tblGrid>
      <w:tr w:rsidR="006C3790" w:rsidRPr="007D0B7B">
        <w:trPr>
          <w:cantSplit/>
        </w:trPr>
        <w:tc>
          <w:tcPr>
            <w:tcW w:w="1549" w:type="pct"/>
          </w:tcPr>
          <w:p w:rsidR="006C3790" w:rsidRPr="00BE4937" w:rsidRDefault="006C3790" w:rsidP="00DC741A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BE4937">
              <w:rPr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3451" w:type="pct"/>
            <w:tcBorders>
              <w:top w:val="single" w:sz="4" w:space="0" w:color="000000"/>
            </w:tcBorders>
            <w:vAlign w:val="center"/>
          </w:tcPr>
          <w:p w:rsidR="006C3790" w:rsidRPr="007D0B7B" w:rsidRDefault="006C3790" w:rsidP="00DC741A">
            <w:pPr>
              <w:pStyle w:val="BodyText"/>
              <w:tabs>
                <w:tab w:val="left" w:pos="2590"/>
              </w:tabs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6C3790" w:rsidRPr="007D0B7B" w:rsidRDefault="006C3790" w:rsidP="00DC741A">
            <w:pPr>
              <w:pStyle w:val="BodyText"/>
              <w:jc w:val="both"/>
              <w:rPr>
                <w:sz w:val="20"/>
                <w:szCs w:val="20"/>
              </w:rPr>
            </w:pPr>
            <w:r w:rsidRPr="007D0B7B">
              <w:rPr>
                <w:b/>
                <w:bCs/>
                <w:sz w:val="20"/>
                <w:szCs w:val="20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6C3790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/>
        </w:tblPrEx>
        <w:tc>
          <w:tcPr>
            <w:tcW w:w="1549" w:type="pct"/>
          </w:tcPr>
          <w:p w:rsidR="006C3790" w:rsidRPr="007D0B7B" w:rsidRDefault="006C3790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451" w:type="pct"/>
            <w:vAlign w:val="center"/>
          </w:tcPr>
          <w:p w:rsidR="006C3790" w:rsidRPr="007D0B7B" w:rsidRDefault="006C3790" w:rsidP="00DC741A">
            <w:pPr>
              <w:pStyle w:val="BodyText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Бюджет города Иванова</w:t>
            </w:r>
          </w:p>
        </w:tc>
      </w:tr>
      <w:tr w:rsidR="006C3790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/>
        </w:tblPrEx>
        <w:tc>
          <w:tcPr>
            <w:tcW w:w="1549" w:type="pct"/>
          </w:tcPr>
          <w:p w:rsidR="006C3790" w:rsidRPr="00BE4937" w:rsidRDefault="006C3790" w:rsidP="008E242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BE4937">
              <w:rPr>
                <w:sz w:val="20"/>
                <w:szCs w:val="20"/>
              </w:rPr>
              <w:t xml:space="preserve">Максимальная цена контракта, руб.    </w:t>
            </w:r>
          </w:p>
        </w:tc>
        <w:tc>
          <w:tcPr>
            <w:tcW w:w="3451" w:type="pct"/>
            <w:vAlign w:val="center"/>
          </w:tcPr>
          <w:p w:rsidR="006C3790" w:rsidRPr="00BE4937" w:rsidRDefault="006C3790" w:rsidP="005E0C4D">
            <w:pPr>
              <w:pStyle w:val="ConsPlusNormal"/>
              <w:widowControl/>
              <w:ind w:firstLine="0"/>
              <w:jc w:val="both"/>
              <w:rPr>
                <w:sz w:val="20"/>
                <w:szCs w:val="20"/>
              </w:rPr>
            </w:pPr>
            <w:r w:rsidRPr="00BE4937">
              <w:rPr>
                <w:sz w:val="20"/>
                <w:szCs w:val="20"/>
              </w:rPr>
              <w:t>156 666,00</w:t>
            </w:r>
          </w:p>
        </w:tc>
      </w:tr>
      <w:tr w:rsidR="006C3790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/>
        </w:tblPrEx>
        <w:tc>
          <w:tcPr>
            <w:tcW w:w="1549" w:type="pct"/>
          </w:tcPr>
          <w:p w:rsidR="006C3790" w:rsidRPr="007D0B7B" w:rsidRDefault="006C3790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451" w:type="pct"/>
            <w:vAlign w:val="center"/>
          </w:tcPr>
          <w:p w:rsidR="006C3790" w:rsidRPr="00755516" w:rsidRDefault="006C3790" w:rsidP="00DC741A">
            <w:pPr>
              <w:pStyle w:val="BodyText"/>
              <w:jc w:val="both"/>
              <w:rPr>
                <w:sz w:val="20"/>
                <w:szCs w:val="20"/>
              </w:rPr>
            </w:pPr>
            <w:r w:rsidRPr="00755516">
              <w:rPr>
                <w:sz w:val="20"/>
                <w:szCs w:val="20"/>
              </w:rPr>
              <w:t>Цена включает все расходы, связанные с исполнение</w:t>
            </w:r>
            <w:r>
              <w:rPr>
                <w:sz w:val="20"/>
                <w:szCs w:val="20"/>
              </w:rPr>
              <w:t>м муниципального контракта, в том числе</w:t>
            </w:r>
            <w:r w:rsidRPr="00755516">
              <w:rPr>
                <w:sz w:val="20"/>
                <w:szCs w:val="20"/>
              </w:rPr>
              <w:t xml:space="preserve"> налоги с учетом НДС, сборы  и другие обязательные платежи</w:t>
            </w:r>
          </w:p>
        </w:tc>
      </w:tr>
      <w:tr w:rsidR="006C3790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/>
        </w:tblPrEx>
        <w:trPr>
          <w:trHeight w:val="500"/>
        </w:trPr>
        <w:tc>
          <w:tcPr>
            <w:tcW w:w="1549" w:type="pct"/>
          </w:tcPr>
          <w:p w:rsidR="006C3790" w:rsidRPr="007D0B7B" w:rsidRDefault="006C3790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Место доставки товаров, выполнения работ, оказания услуг</w:t>
            </w:r>
          </w:p>
        </w:tc>
        <w:tc>
          <w:tcPr>
            <w:tcW w:w="3451" w:type="pct"/>
            <w:vAlign w:val="center"/>
          </w:tcPr>
          <w:p w:rsidR="006C3790" w:rsidRDefault="006C3790" w:rsidP="0072571C">
            <w:pPr>
              <w:pStyle w:val="BodyTex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Иваново, ул. Танкиста Белороссова, </w:t>
            </w:r>
            <w:r w:rsidRPr="007D0B7B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 xml:space="preserve"> 15</w:t>
            </w:r>
            <w:r w:rsidRPr="00755516">
              <w:rPr>
                <w:sz w:val="20"/>
                <w:szCs w:val="20"/>
              </w:rPr>
              <w:t xml:space="preserve">, </w:t>
            </w:r>
          </w:p>
          <w:p w:rsidR="006C3790" w:rsidRPr="00755516" w:rsidRDefault="006C3790" w:rsidP="0072571C">
            <w:pPr>
              <w:pStyle w:val="BodyTex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общеобразовательное учреждение </w:t>
            </w:r>
            <w:r w:rsidRPr="00881EE0">
              <w:rPr>
                <w:sz w:val="22"/>
                <w:szCs w:val="22"/>
              </w:rPr>
              <w:t>средняя общеобразовательная школа №7</w:t>
            </w:r>
          </w:p>
        </w:tc>
      </w:tr>
      <w:tr w:rsidR="006C3790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/>
        </w:tblPrEx>
        <w:tc>
          <w:tcPr>
            <w:tcW w:w="1549" w:type="pct"/>
          </w:tcPr>
          <w:p w:rsidR="006C3790" w:rsidRPr="007D0B7B" w:rsidRDefault="006C3790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поставок товаров, выполнения работ, оказания услуг</w:t>
            </w:r>
          </w:p>
        </w:tc>
        <w:tc>
          <w:tcPr>
            <w:tcW w:w="3451" w:type="pct"/>
            <w:vAlign w:val="center"/>
          </w:tcPr>
          <w:p w:rsidR="006C3790" w:rsidRPr="0079597C" w:rsidRDefault="006C3790" w:rsidP="007A0C90">
            <w:pPr>
              <w:pStyle w:val="BodyText"/>
              <w:jc w:val="both"/>
              <w:rPr>
                <w:sz w:val="20"/>
                <w:szCs w:val="20"/>
              </w:rPr>
            </w:pPr>
            <w:r w:rsidRPr="0067393D">
              <w:rPr>
                <w:sz w:val="20"/>
                <w:szCs w:val="20"/>
              </w:rPr>
              <w:t xml:space="preserve">В течение </w:t>
            </w:r>
            <w:r>
              <w:rPr>
                <w:sz w:val="20"/>
                <w:szCs w:val="20"/>
              </w:rPr>
              <w:t>20</w:t>
            </w:r>
            <w:r w:rsidRPr="0067393D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двадцати</w:t>
            </w:r>
            <w:r w:rsidRPr="0067393D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дней </w:t>
            </w:r>
            <w:r w:rsidRPr="0067393D">
              <w:rPr>
                <w:sz w:val="20"/>
                <w:szCs w:val="20"/>
              </w:rPr>
              <w:t>с момента подписания муниципального контракта</w:t>
            </w:r>
          </w:p>
        </w:tc>
      </w:tr>
      <w:tr w:rsidR="006C3790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/>
        </w:tblPrEx>
        <w:tc>
          <w:tcPr>
            <w:tcW w:w="1549" w:type="pct"/>
          </w:tcPr>
          <w:p w:rsidR="006C3790" w:rsidRPr="007D0B7B" w:rsidRDefault="006C3790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Срок и условия оплаты поставок товаров, выполнения работ, оказания услуг </w:t>
            </w:r>
          </w:p>
        </w:tc>
        <w:tc>
          <w:tcPr>
            <w:tcW w:w="3451" w:type="pct"/>
            <w:vAlign w:val="center"/>
          </w:tcPr>
          <w:p w:rsidR="006C3790" w:rsidRPr="007D0B7B" w:rsidRDefault="006C3790" w:rsidP="0072571C">
            <w:pPr>
              <w:tabs>
                <w:tab w:val="left" w:pos="5899"/>
              </w:tabs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Оплата будет производиться по безналичному расчету путем перечисления денежных средст</w:t>
            </w:r>
            <w:r>
              <w:rPr>
                <w:sz w:val="20"/>
                <w:szCs w:val="20"/>
              </w:rPr>
              <w:t xml:space="preserve">в на расчетный счет подрядчика </w:t>
            </w:r>
            <w:r w:rsidRPr="007D0B7B">
              <w:rPr>
                <w:sz w:val="20"/>
                <w:szCs w:val="20"/>
              </w:rPr>
              <w:t xml:space="preserve">на основании выставленного счета, счета-фактуры,  сметы, акта выполненных работ, справки стоимости работ и затрат после проверки представителями </w:t>
            </w:r>
            <w:r>
              <w:rPr>
                <w:sz w:val="20"/>
                <w:szCs w:val="20"/>
              </w:rPr>
              <w:t>з</w:t>
            </w:r>
            <w:r w:rsidRPr="007D0B7B">
              <w:rPr>
                <w:sz w:val="20"/>
                <w:szCs w:val="20"/>
              </w:rPr>
              <w:t>аказчика и финансово-казначейского управления администрации города с учетом выявленных замечаний и недочетов</w:t>
            </w:r>
            <w:r w:rsidRPr="007D0B7B">
              <w:rPr>
                <w:b/>
                <w:bCs/>
                <w:sz w:val="20"/>
                <w:szCs w:val="20"/>
              </w:rPr>
              <w:t xml:space="preserve">, </w:t>
            </w:r>
            <w:r w:rsidRPr="007D0B7B">
              <w:rPr>
                <w:sz w:val="20"/>
                <w:szCs w:val="20"/>
              </w:rPr>
              <w:t xml:space="preserve">по мере поступления </w:t>
            </w:r>
            <w:r>
              <w:rPr>
                <w:sz w:val="20"/>
                <w:szCs w:val="20"/>
              </w:rPr>
              <w:t>финансовых средств до 30.12.2011</w:t>
            </w:r>
            <w:r w:rsidRPr="007D0B7B">
              <w:rPr>
                <w:sz w:val="20"/>
                <w:szCs w:val="20"/>
              </w:rPr>
              <w:t xml:space="preserve"> года и при условии полного и надлежащего выполнения </w:t>
            </w:r>
            <w:r>
              <w:rPr>
                <w:sz w:val="20"/>
                <w:szCs w:val="20"/>
              </w:rPr>
              <w:t>п</w:t>
            </w:r>
            <w:r w:rsidRPr="007D0B7B">
              <w:rPr>
                <w:sz w:val="20"/>
                <w:szCs w:val="20"/>
              </w:rPr>
              <w:t>одрядчиком своих обязательств.</w:t>
            </w:r>
          </w:p>
        </w:tc>
      </w:tr>
      <w:tr w:rsidR="006C3790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/>
        </w:tblPrEx>
        <w:tc>
          <w:tcPr>
            <w:tcW w:w="1549" w:type="pct"/>
            <w:tcBorders>
              <w:bottom w:val="single" w:sz="4" w:space="0" w:color="auto"/>
            </w:tcBorders>
          </w:tcPr>
          <w:p w:rsidR="006C3790" w:rsidRPr="007D0B7B" w:rsidRDefault="006C3790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:rsidR="006C3790" w:rsidRPr="00073E68" w:rsidRDefault="006C3790" w:rsidP="008E24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позднее 10 (десяти) дней </w:t>
            </w:r>
            <w:r w:rsidRPr="005D7E2A">
              <w:rPr>
                <w:bCs/>
                <w:sz w:val="20"/>
                <w:szCs w:val="20"/>
              </w:rPr>
              <w:t>со дня подписания протокола рассмотрения и оценки котировочных заявок.</w:t>
            </w:r>
          </w:p>
        </w:tc>
      </w:tr>
    </w:tbl>
    <w:p w:rsidR="006C3790" w:rsidRDefault="006C3790" w:rsidP="00DB62E5">
      <w:pPr>
        <w:jc w:val="both"/>
        <w:rPr>
          <w:sz w:val="20"/>
          <w:szCs w:val="20"/>
        </w:rPr>
      </w:pPr>
    </w:p>
    <w:p w:rsidR="006C3790" w:rsidRDefault="006C3790" w:rsidP="00DB62E5">
      <w:pPr>
        <w:jc w:val="both"/>
        <w:rPr>
          <w:sz w:val="20"/>
          <w:szCs w:val="20"/>
        </w:rPr>
      </w:pPr>
    </w:p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/>
    <w:p w:rsidR="006C3790" w:rsidRDefault="006C3790" w:rsidP="00DB62E5">
      <w:pPr>
        <w:jc w:val="center"/>
        <w:rPr>
          <w:b/>
          <w:bCs/>
          <w:sz w:val="20"/>
          <w:szCs w:val="20"/>
        </w:rPr>
      </w:pPr>
    </w:p>
    <w:p w:rsidR="006C3790" w:rsidRDefault="006C3790" w:rsidP="00DB62E5">
      <w:pPr>
        <w:jc w:val="center"/>
        <w:rPr>
          <w:b/>
          <w:bCs/>
          <w:sz w:val="20"/>
          <w:szCs w:val="20"/>
        </w:rPr>
      </w:pPr>
    </w:p>
    <w:p w:rsidR="006C3790" w:rsidRDefault="006C3790" w:rsidP="00DB62E5">
      <w:pPr>
        <w:jc w:val="center"/>
        <w:rPr>
          <w:b/>
          <w:bCs/>
          <w:sz w:val="20"/>
          <w:szCs w:val="20"/>
        </w:rPr>
      </w:pPr>
    </w:p>
    <w:p w:rsidR="006C3790" w:rsidRDefault="006C3790" w:rsidP="00DB62E5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У</w:t>
      </w:r>
      <w:r w:rsidRPr="00755516">
        <w:rPr>
          <w:b/>
          <w:bCs/>
          <w:sz w:val="20"/>
          <w:szCs w:val="20"/>
        </w:rPr>
        <w:t>частниками настоящего запроса котировок могут являться только</w:t>
      </w:r>
    </w:p>
    <w:p w:rsidR="006C3790" w:rsidRPr="00755516" w:rsidRDefault="006C3790" w:rsidP="00DB62E5">
      <w:pPr>
        <w:jc w:val="center"/>
        <w:rPr>
          <w:b/>
          <w:bCs/>
          <w:sz w:val="20"/>
          <w:szCs w:val="20"/>
        </w:rPr>
      </w:pPr>
      <w:r w:rsidRPr="00755516">
        <w:rPr>
          <w:b/>
          <w:bCs/>
          <w:sz w:val="20"/>
          <w:szCs w:val="20"/>
        </w:rPr>
        <w:t>субъекты малого предпринимательства.</w:t>
      </w:r>
    </w:p>
    <w:p w:rsidR="006C3790" w:rsidRPr="00755516" w:rsidRDefault="006C3790" w:rsidP="00DB62E5">
      <w:pPr>
        <w:ind w:firstLine="540"/>
        <w:jc w:val="both"/>
        <w:rPr>
          <w:sz w:val="20"/>
          <w:szCs w:val="20"/>
        </w:rPr>
      </w:pPr>
      <w:bookmarkStart w:id="0" w:name="sub_2"/>
      <w:r w:rsidRPr="00755516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755516">
          <w:rPr>
            <w:sz w:val="20"/>
            <w:szCs w:val="20"/>
          </w:rPr>
          <w:t>2007 г</w:t>
        </w:r>
      </w:smartTag>
      <w:r w:rsidRPr="00755516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6C3790" w:rsidRPr="00755516" w:rsidRDefault="006C3790" w:rsidP="00DB62E5">
      <w:pPr>
        <w:ind w:firstLine="540"/>
        <w:jc w:val="both"/>
        <w:rPr>
          <w:sz w:val="20"/>
          <w:szCs w:val="20"/>
        </w:rPr>
      </w:pPr>
      <w:bookmarkStart w:id="1" w:name="sub_21"/>
      <w:bookmarkEnd w:id="0"/>
      <w:r w:rsidRPr="00755516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6C3790" w:rsidRPr="00755516" w:rsidRDefault="006C3790" w:rsidP="00DB62E5">
      <w:pPr>
        <w:ind w:firstLine="540"/>
        <w:jc w:val="both"/>
        <w:rPr>
          <w:sz w:val="20"/>
          <w:szCs w:val="20"/>
        </w:rPr>
      </w:pPr>
      <w:bookmarkStart w:id="2" w:name="sub_22"/>
      <w:bookmarkEnd w:id="1"/>
      <w:r w:rsidRPr="00755516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6C3790" w:rsidRPr="00755516" w:rsidRDefault="006C3790" w:rsidP="00DB62E5">
      <w:pPr>
        <w:ind w:firstLine="540"/>
        <w:jc w:val="both"/>
        <w:rPr>
          <w:sz w:val="20"/>
          <w:szCs w:val="20"/>
        </w:rPr>
      </w:pPr>
      <w:r w:rsidRPr="00755516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6C3790" w:rsidRPr="00755516" w:rsidRDefault="006C3790" w:rsidP="00DB62E5">
      <w:pPr>
        <w:pStyle w:val="ConsPlusNormal"/>
        <w:widowControl/>
        <w:ind w:firstLine="540"/>
        <w:jc w:val="both"/>
      </w:pPr>
      <w:r w:rsidRPr="00755516">
        <w:t xml:space="preserve">Постановлением Правительства РФ от 22.07.2008 № 556 установлены предельные значения выручки в размере 60,0 млн. рублей для микропредприятий и 400,0 млн.рублей для малых предприятий. </w:t>
      </w:r>
      <w:bookmarkEnd w:id="3"/>
    </w:p>
    <w:p w:rsidR="006C3790" w:rsidRPr="00755516" w:rsidRDefault="006C3790" w:rsidP="00DB62E5">
      <w:pPr>
        <w:pStyle w:val="BodyTextIndent2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both"/>
        <w:textAlignment w:val="baseline"/>
        <w:rPr>
          <w:sz w:val="20"/>
          <w:szCs w:val="20"/>
        </w:rPr>
      </w:pPr>
      <w:r w:rsidRPr="00755516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C3790" w:rsidRPr="00755516" w:rsidRDefault="006C3790" w:rsidP="00DB62E5">
      <w:pPr>
        <w:ind w:firstLine="540"/>
        <w:jc w:val="both"/>
        <w:rPr>
          <w:sz w:val="20"/>
          <w:szCs w:val="20"/>
        </w:rPr>
      </w:pPr>
      <w:r w:rsidRPr="00755516">
        <w:rPr>
          <w:sz w:val="20"/>
          <w:szCs w:val="20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C3790" w:rsidRPr="00755516" w:rsidRDefault="006C3790" w:rsidP="00DB62E5">
      <w:pPr>
        <w:pStyle w:val="Title"/>
        <w:ind w:firstLine="54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Согласно ч. 2 ст. 46, </w:t>
      </w:r>
      <w:r w:rsidRPr="00755516">
        <w:rPr>
          <w:b w:val="0"/>
          <w:bCs w:val="0"/>
          <w:sz w:val="20"/>
          <w:szCs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6C3790" w:rsidRPr="00755516" w:rsidRDefault="006C3790" w:rsidP="00DB62E5">
      <w:pPr>
        <w:pStyle w:val="Title"/>
        <w:ind w:firstLine="540"/>
        <w:jc w:val="both"/>
        <w:rPr>
          <w:b w:val="0"/>
          <w:bCs w:val="0"/>
          <w:sz w:val="20"/>
          <w:szCs w:val="20"/>
        </w:rPr>
      </w:pPr>
      <w:r w:rsidRPr="00755516">
        <w:rPr>
          <w:b w:val="0"/>
          <w:bCs w:val="0"/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C3790" w:rsidRPr="00755516" w:rsidRDefault="006C3790" w:rsidP="00DB62E5">
      <w:pPr>
        <w:ind w:firstLine="540"/>
        <w:jc w:val="both"/>
        <w:rPr>
          <w:sz w:val="20"/>
          <w:szCs w:val="20"/>
        </w:rPr>
      </w:pPr>
      <w:r w:rsidRPr="00755516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C3790" w:rsidRPr="00755516" w:rsidRDefault="006C3790" w:rsidP="008E242E">
      <w:pPr>
        <w:ind w:firstLine="540"/>
        <w:jc w:val="both"/>
        <w:rPr>
          <w:sz w:val="20"/>
          <w:szCs w:val="20"/>
        </w:rPr>
      </w:pPr>
      <w:r w:rsidRPr="00755516">
        <w:rPr>
          <w:sz w:val="20"/>
          <w:szCs w:val="20"/>
        </w:rPr>
        <w:t xml:space="preserve">В соответствии </w:t>
      </w:r>
      <w:r>
        <w:rPr>
          <w:sz w:val="20"/>
          <w:szCs w:val="20"/>
        </w:rPr>
        <w:t>с Гражданским</w:t>
      </w:r>
      <w:r w:rsidRPr="00755516">
        <w:rPr>
          <w:sz w:val="20"/>
          <w:szCs w:val="20"/>
        </w:rPr>
        <w:t xml:space="preserve"> кодекс</w:t>
      </w:r>
      <w:r>
        <w:rPr>
          <w:sz w:val="20"/>
          <w:szCs w:val="20"/>
        </w:rPr>
        <w:t>ом</w:t>
      </w:r>
      <w:r w:rsidRPr="00755516">
        <w:rPr>
          <w:sz w:val="20"/>
          <w:szCs w:val="20"/>
        </w:rPr>
        <w:t xml:space="preserve">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C3790" w:rsidRPr="00755516" w:rsidRDefault="006C3790" w:rsidP="00DB62E5">
      <w:pPr>
        <w:pStyle w:val="Title"/>
        <w:ind w:firstLine="540"/>
        <w:jc w:val="both"/>
        <w:rPr>
          <w:b w:val="0"/>
          <w:bCs w:val="0"/>
          <w:sz w:val="20"/>
          <w:szCs w:val="20"/>
        </w:rPr>
      </w:pPr>
      <w:r w:rsidRPr="00755516">
        <w:rPr>
          <w:b w:val="0"/>
          <w:bCs w:val="0"/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C3790" w:rsidRPr="00755516" w:rsidRDefault="006C3790" w:rsidP="00DB62E5">
      <w:pPr>
        <w:pStyle w:val="Title"/>
        <w:ind w:firstLine="540"/>
        <w:jc w:val="both"/>
        <w:rPr>
          <w:b w:val="0"/>
          <w:bCs w:val="0"/>
          <w:sz w:val="20"/>
          <w:szCs w:val="20"/>
        </w:rPr>
      </w:pPr>
      <w:r w:rsidRPr="00755516">
        <w:rPr>
          <w:b w:val="0"/>
          <w:bCs w:val="0"/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C3790" w:rsidRDefault="006C3790" w:rsidP="00B900A5">
      <w:pPr>
        <w:ind w:left="5580"/>
        <w:rPr>
          <w:sz w:val="22"/>
          <w:szCs w:val="22"/>
        </w:rPr>
      </w:pPr>
      <w:r w:rsidRPr="007D0B7B">
        <w:rPr>
          <w:sz w:val="22"/>
          <w:szCs w:val="22"/>
        </w:rPr>
        <w:br w:type="page"/>
      </w:r>
      <w:r>
        <w:rPr>
          <w:sz w:val="22"/>
          <w:szCs w:val="22"/>
        </w:rPr>
        <w:t>№ _____________</w:t>
      </w:r>
    </w:p>
    <w:p w:rsidR="006C3790" w:rsidRDefault="006C3790" w:rsidP="00B900A5">
      <w:pPr>
        <w:ind w:left="5580"/>
        <w:rPr>
          <w:sz w:val="22"/>
          <w:szCs w:val="22"/>
        </w:rPr>
      </w:pPr>
      <w:r>
        <w:rPr>
          <w:sz w:val="22"/>
          <w:szCs w:val="22"/>
        </w:rPr>
        <w:t xml:space="preserve">Приложение к Извещению о </w:t>
      </w:r>
    </w:p>
    <w:p w:rsidR="006C3790" w:rsidRDefault="006C3790" w:rsidP="00B900A5">
      <w:pPr>
        <w:ind w:left="5580"/>
        <w:rPr>
          <w:sz w:val="22"/>
          <w:szCs w:val="22"/>
        </w:rPr>
      </w:pPr>
      <w:r>
        <w:rPr>
          <w:sz w:val="22"/>
          <w:szCs w:val="22"/>
        </w:rPr>
        <w:t>продлении срока подачи</w:t>
      </w:r>
    </w:p>
    <w:p w:rsidR="006C3790" w:rsidRDefault="006C3790" w:rsidP="00B900A5">
      <w:pPr>
        <w:ind w:left="5580"/>
        <w:rPr>
          <w:sz w:val="22"/>
          <w:szCs w:val="22"/>
        </w:rPr>
      </w:pPr>
      <w:r>
        <w:rPr>
          <w:sz w:val="22"/>
          <w:szCs w:val="22"/>
        </w:rPr>
        <w:t>котировочных заявок</w:t>
      </w:r>
    </w:p>
    <w:p w:rsidR="006C3790" w:rsidRDefault="006C3790" w:rsidP="00B900A5">
      <w:pPr>
        <w:pStyle w:val="ConsPlusNonformat"/>
        <w:widowControl/>
        <w:ind w:left="558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19.07.2011 г.</w:t>
      </w:r>
    </w:p>
    <w:p w:rsidR="006C3790" w:rsidRDefault="006C3790" w:rsidP="00B900A5">
      <w:pPr>
        <w:pStyle w:val="ConsPlusNonformat"/>
        <w:widowControl/>
        <w:ind w:left="558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  <w:u w:val="single"/>
        </w:rPr>
        <w:t>631а</w:t>
      </w:r>
    </w:p>
    <w:p w:rsidR="006C3790" w:rsidRPr="001A054F" w:rsidRDefault="006C3790" w:rsidP="00DB62E5">
      <w:pPr>
        <w:ind w:left="5664"/>
        <w:rPr>
          <w:sz w:val="22"/>
          <w:szCs w:val="22"/>
          <w:u w:val="single"/>
        </w:rPr>
      </w:pPr>
    </w:p>
    <w:p w:rsidR="006C3790" w:rsidRPr="007D0B7B" w:rsidRDefault="006C3790" w:rsidP="00DB62E5">
      <w:pPr>
        <w:jc w:val="center"/>
      </w:pPr>
      <w:r w:rsidRPr="007D0B7B">
        <w:t>КОТИРОВОЧНАЯ ЗАЯВКА</w:t>
      </w:r>
    </w:p>
    <w:p w:rsidR="006C3790" w:rsidRPr="007D0B7B" w:rsidRDefault="006C3790" w:rsidP="00DB62E5">
      <w:pPr>
        <w:jc w:val="right"/>
      </w:pPr>
      <w:r w:rsidRPr="007D0B7B">
        <w:t>Дата: «__» _________ 20</w:t>
      </w:r>
      <w:r>
        <w:t>11</w:t>
      </w:r>
      <w:r w:rsidRPr="007D0B7B">
        <w:t>__ г.</w:t>
      </w:r>
    </w:p>
    <w:p w:rsidR="006C3790" w:rsidRPr="007D0B7B" w:rsidRDefault="006C3790" w:rsidP="00DB62E5">
      <w:pPr>
        <w:jc w:val="center"/>
      </w:pPr>
      <w:r w:rsidRPr="007D0B7B">
        <w:t>Сведения  об участнике размещения заказа:</w:t>
      </w:r>
    </w:p>
    <w:tbl>
      <w:tblPr>
        <w:tblpPr w:leftFromText="180" w:rightFromText="180" w:vertAnchor="text" w:tblpXSpec="center" w:tblpY="1"/>
        <w:tblOverlap w:val="never"/>
        <w:tblW w:w="1026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0"/>
        <w:gridCol w:w="4860"/>
      </w:tblGrid>
      <w:tr w:rsidR="006C3790" w:rsidRPr="007D0B7B">
        <w:trPr>
          <w:trHeight w:val="72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90" w:rsidRPr="007D0B7B" w:rsidRDefault="006C3790" w:rsidP="00DC741A">
            <w:r w:rsidRPr="007D0B7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C3790" w:rsidRPr="007D0B7B" w:rsidRDefault="006C3790" w:rsidP="00DC741A">
            <w:r w:rsidRPr="007D0B7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D0B7B">
              <w:rPr>
                <w:sz w:val="22"/>
                <w:szCs w:val="22"/>
              </w:rPr>
              <w:t xml:space="preserve"> фамилия, имя, отчество </w:t>
            </w:r>
          </w:p>
          <w:p w:rsidR="006C3790" w:rsidRPr="007D0B7B" w:rsidRDefault="006C3790" w:rsidP="00DC741A">
            <w:r w:rsidRPr="007D0B7B">
              <w:rPr>
                <w:i/>
                <w:iCs/>
                <w:sz w:val="22"/>
                <w:szCs w:val="22"/>
              </w:rPr>
              <w:t>(для физического лица)</w:t>
            </w:r>
          </w:p>
          <w:p w:rsidR="006C3790" w:rsidRPr="007D0B7B" w:rsidRDefault="006C3790" w:rsidP="00DC741A">
            <w:pPr>
              <w:rPr>
                <w:i/>
                <w:iCs/>
              </w:rPr>
            </w:pPr>
            <w:r w:rsidRPr="007D0B7B">
              <w:rPr>
                <w:sz w:val="22"/>
                <w:szCs w:val="22"/>
              </w:rPr>
              <w:t>(</w:t>
            </w:r>
            <w:r w:rsidRPr="007D0B7B">
              <w:rPr>
                <w:i/>
                <w:iCs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90" w:rsidRPr="007D0B7B" w:rsidRDefault="006C3790" w:rsidP="00DC741A"/>
        </w:tc>
      </w:tr>
      <w:tr w:rsidR="006C3790" w:rsidRPr="007D0B7B">
        <w:trPr>
          <w:cantSplit/>
          <w:trHeight w:val="747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90" w:rsidRPr="007D0B7B" w:rsidRDefault="006C3790" w:rsidP="00DC741A">
            <w:r w:rsidRPr="007D0B7B">
              <w:rPr>
                <w:sz w:val="22"/>
                <w:szCs w:val="22"/>
              </w:rPr>
              <w:t xml:space="preserve">2. Место нахождения </w:t>
            </w:r>
            <w:r w:rsidRPr="007D0B7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D0B7B">
              <w:rPr>
                <w:sz w:val="22"/>
                <w:szCs w:val="22"/>
              </w:rPr>
              <w:t xml:space="preserve"> место жительства </w:t>
            </w:r>
            <w:r w:rsidRPr="007D0B7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D0B7B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3790" w:rsidRPr="007D0B7B" w:rsidRDefault="006C3790" w:rsidP="00DC741A"/>
        </w:tc>
      </w:tr>
      <w:tr w:rsidR="006C3790" w:rsidRPr="007D0B7B">
        <w:trPr>
          <w:trHeight w:val="141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790" w:rsidRPr="007D0B7B" w:rsidRDefault="006C3790" w:rsidP="00DC741A">
            <w:pPr>
              <w:pStyle w:val="ConsPlusNormal"/>
              <w:widowControl/>
              <w:ind w:firstLine="0"/>
            </w:pPr>
            <w:r w:rsidRPr="007D0B7B">
              <w:t>3. Банковские реквизиты участника размещения заказа:</w:t>
            </w:r>
          </w:p>
          <w:p w:rsidR="006C3790" w:rsidRPr="007D0B7B" w:rsidRDefault="006C3790" w:rsidP="00DC741A">
            <w:pPr>
              <w:pStyle w:val="ConsPlusNormal"/>
              <w:ind w:firstLine="0"/>
            </w:pPr>
            <w:r w:rsidRPr="007D0B7B">
              <w:rPr>
                <w:rStyle w:val="a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0" w:rsidRPr="007D0B7B" w:rsidRDefault="006C3790" w:rsidP="00DC741A"/>
        </w:tc>
      </w:tr>
      <w:tr w:rsidR="006C3790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790" w:rsidRPr="007D0B7B" w:rsidRDefault="006C3790" w:rsidP="00DC741A">
            <w:pPr>
              <w:pStyle w:val="ConsPlusNormal"/>
              <w:widowControl/>
              <w:ind w:firstLine="0"/>
            </w:pPr>
            <w:r w:rsidRPr="007D0B7B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0" w:rsidRPr="007D0B7B" w:rsidRDefault="006C3790" w:rsidP="00DC741A"/>
        </w:tc>
      </w:tr>
      <w:tr w:rsidR="006C3790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790" w:rsidRPr="007D0B7B" w:rsidRDefault="006C3790" w:rsidP="00DC741A">
            <w:pPr>
              <w:pStyle w:val="ConsPlusNormal"/>
              <w:widowControl/>
              <w:ind w:firstLine="0"/>
            </w:pPr>
            <w:r w:rsidRPr="007D0B7B">
              <w:rPr>
                <w:rStyle w:val="a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0" w:rsidRPr="007D0B7B" w:rsidRDefault="006C3790" w:rsidP="00DC741A"/>
        </w:tc>
      </w:tr>
      <w:tr w:rsidR="006C3790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790" w:rsidRPr="007D0B7B" w:rsidRDefault="006C3790" w:rsidP="00DC741A">
            <w:pPr>
              <w:pStyle w:val="ConsPlusNormal"/>
              <w:widowControl/>
              <w:ind w:firstLine="0"/>
            </w:pPr>
            <w:r w:rsidRPr="007D0B7B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90" w:rsidRPr="007D0B7B" w:rsidRDefault="006C3790" w:rsidP="00DC741A"/>
        </w:tc>
      </w:tr>
      <w:tr w:rsidR="006C3790" w:rsidRPr="007D0B7B" w:rsidTr="008E242E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90" w:rsidRPr="007D0B7B" w:rsidRDefault="006C3790" w:rsidP="00DC741A">
            <w:r w:rsidRPr="007D0B7B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3790" w:rsidRPr="007D0B7B" w:rsidRDefault="006C3790" w:rsidP="00DC741A"/>
        </w:tc>
      </w:tr>
      <w:tr w:rsidR="006C3790" w:rsidRPr="007D0B7B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90" w:rsidRPr="007D0B7B" w:rsidRDefault="006C3790" w:rsidP="00DC741A"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90" w:rsidRPr="007D0B7B" w:rsidRDefault="006C3790" w:rsidP="00DC741A"/>
        </w:tc>
      </w:tr>
    </w:tbl>
    <w:p w:rsidR="006C3790" w:rsidRPr="007D0B7B" w:rsidRDefault="006C3790" w:rsidP="00DB62E5">
      <w:pPr>
        <w:jc w:val="center"/>
      </w:pPr>
    </w:p>
    <w:p w:rsidR="006C3790" w:rsidRPr="007D0B7B" w:rsidRDefault="006C3790" w:rsidP="00DB62E5">
      <w:pPr>
        <w:jc w:val="center"/>
      </w:pPr>
      <w:r w:rsidRPr="007D0B7B">
        <w:t>Предложение участника размещения заказа.</w:t>
      </w:r>
    </w:p>
    <w:tbl>
      <w:tblPr>
        <w:tblW w:w="1006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2387"/>
        <w:gridCol w:w="4982"/>
      </w:tblGrid>
      <w:tr w:rsidR="006C3790" w:rsidRPr="007D0B7B">
        <w:trPr>
          <w:trHeight w:val="493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90" w:rsidRPr="007D0B7B" w:rsidRDefault="006C3790" w:rsidP="00DC741A">
            <w:pPr>
              <w:ind w:left="-70" w:firstLine="70"/>
              <w:jc w:val="center"/>
            </w:pPr>
            <w:r w:rsidRPr="007D0B7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90" w:rsidRPr="007D0B7B" w:rsidRDefault="006C3790" w:rsidP="00DC741A">
            <w:pPr>
              <w:jc w:val="center"/>
            </w:pPr>
            <w:r w:rsidRPr="007D0B7B">
              <w:rPr>
                <w:sz w:val="22"/>
                <w:szCs w:val="22"/>
              </w:rPr>
              <w:t>Цена контракта,</w:t>
            </w:r>
          </w:p>
          <w:p w:rsidR="006C3790" w:rsidRPr="007D0B7B" w:rsidRDefault="006C3790" w:rsidP="00DC741A">
            <w:pPr>
              <w:jc w:val="center"/>
            </w:pPr>
            <w:r w:rsidRPr="007D0B7B">
              <w:rPr>
                <w:sz w:val="22"/>
                <w:szCs w:val="22"/>
              </w:rPr>
              <w:t>руб.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90" w:rsidRPr="007D0B7B" w:rsidRDefault="006C3790" w:rsidP="00DC741A">
            <w:pPr>
              <w:jc w:val="center"/>
            </w:pPr>
            <w:r w:rsidRPr="007D0B7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6C3790" w:rsidRPr="007D0B7B">
        <w:trPr>
          <w:trHeight w:val="269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90" w:rsidRPr="007D0B7B" w:rsidRDefault="006C3790" w:rsidP="005E0C4D">
            <w:r>
              <w:rPr>
                <w:sz w:val="20"/>
                <w:szCs w:val="20"/>
              </w:rPr>
              <w:t>Ремонтные работы (ремонт стен в спортивном зале)</w:t>
            </w:r>
            <w:r w:rsidRPr="007D0B7B">
              <w:rPr>
                <w:sz w:val="20"/>
                <w:szCs w:val="20"/>
              </w:rPr>
              <w:t xml:space="preserve"> адресу: г.</w:t>
            </w:r>
            <w:r>
              <w:rPr>
                <w:sz w:val="20"/>
                <w:szCs w:val="20"/>
              </w:rPr>
              <w:t> </w:t>
            </w:r>
            <w:r w:rsidRPr="007D0B7B">
              <w:rPr>
                <w:sz w:val="20"/>
                <w:szCs w:val="20"/>
              </w:rPr>
              <w:t>Иваново, ул.</w:t>
            </w:r>
            <w:r>
              <w:rPr>
                <w:sz w:val="20"/>
                <w:szCs w:val="20"/>
              </w:rPr>
              <w:t xml:space="preserve"> Танкиста Белороссова, </w:t>
            </w:r>
            <w:r w:rsidRPr="007D0B7B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90" w:rsidRPr="007D0B7B" w:rsidRDefault="006C3790" w:rsidP="00DC741A"/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790" w:rsidRPr="007D0B7B" w:rsidRDefault="006C3790" w:rsidP="00DC741A">
            <w:pPr>
              <w:jc w:val="both"/>
            </w:pPr>
            <w:r w:rsidRPr="00755516">
              <w:rPr>
                <w:sz w:val="20"/>
                <w:szCs w:val="20"/>
              </w:rPr>
              <w:t>Цена включает все расходы, связанные с исполнение</w:t>
            </w:r>
            <w:r>
              <w:rPr>
                <w:sz w:val="20"/>
                <w:szCs w:val="20"/>
              </w:rPr>
              <w:t>м муниципального контракта, в том числе</w:t>
            </w:r>
            <w:r w:rsidRPr="00755516">
              <w:rPr>
                <w:sz w:val="20"/>
                <w:szCs w:val="20"/>
              </w:rPr>
              <w:t xml:space="preserve"> налоги, сборы  и другие обязательные платежи</w:t>
            </w:r>
          </w:p>
        </w:tc>
      </w:tr>
    </w:tbl>
    <w:p w:rsidR="006C3790" w:rsidRPr="007D0B7B" w:rsidRDefault="006C3790" w:rsidP="00DB62E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C3790" w:rsidRDefault="006C3790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B7B">
        <w:rPr>
          <w:sz w:val="24"/>
          <w:szCs w:val="24"/>
        </w:rPr>
        <w:t>Цена муниципального контракта ____________________________</w:t>
      </w:r>
      <w:r>
        <w:rPr>
          <w:sz w:val="24"/>
          <w:szCs w:val="24"/>
        </w:rPr>
        <w:t>____________________</w:t>
      </w:r>
      <w:r w:rsidRPr="007D0B7B">
        <w:rPr>
          <w:sz w:val="24"/>
          <w:szCs w:val="24"/>
        </w:rPr>
        <w:t xml:space="preserve">__руб., </w:t>
      </w:r>
    </w:p>
    <w:p w:rsidR="006C3790" w:rsidRDefault="006C3790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C4297">
        <w:rPr>
          <w:sz w:val="16"/>
          <w:szCs w:val="16"/>
        </w:rPr>
        <w:t>(сумма прописью)</w:t>
      </w:r>
    </w:p>
    <w:p w:rsidR="006C3790" w:rsidRPr="007D0B7B" w:rsidRDefault="006C3790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B7B">
        <w:rPr>
          <w:sz w:val="24"/>
          <w:szCs w:val="24"/>
        </w:rPr>
        <w:t>в т.ч. НДС_______</w:t>
      </w:r>
      <w:r>
        <w:rPr>
          <w:sz w:val="24"/>
          <w:szCs w:val="24"/>
        </w:rPr>
        <w:t>____________.</w:t>
      </w:r>
    </w:p>
    <w:p w:rsidR="006C3790" w:rsidRPr="00CC4297" w:rsidRDefault="006C3790" w:rsidP="00DB62E5">
      <w:pPr>
        <w:pStyle w:val="ConsPlusNormal"/>
        <w:widowControl/>
        <w:ind w:firstLine="0"/>
        <w:rPr>
          <w:sz w:val="16"/>
          <w:szCs w:val="16"/>
        </w:rPr>
      </w:pPr>
    </w:p>
    <w:p w:rsidR="006C3790" w:rsidRPr="007D0B7B" w:rsidRDefault="006C3790" w:rsidP="00DB62E5">
      <w:pPr>
        <w:jc w:val="both"/>
      </w:pPr>
      <w:r w:rsidRPr="007D0B7B">
        <w:rPr>
          <w:b/>
          <w:bCs/>
        </w:rPr>
        <w:t>Примечание</w:t>
      </w:r>
      <w:r w:rsidRPr="007D0B7B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C3790" w:rsidRPr="007D0B7B" w:rsidRDefault="006C3790" w:rsidP="00DB62E5">
      <w:pPr>
        <w:pStyle w:val="ConsPlusNormal"/>
        <w:widowControl/>
        <w:ind w:firstLine="0"/>
        <w:jc w:val="both"/>
      </w:pPr>
    </w:p>
    <w:p w:rsidR="006C3790" w:rsidRPr="007D0B7B" w:rsidRDefault="006C3790" w:rsidP="00DB62E5">
      <w:pPr>
        <w:pStyle w:val="ConsPlusNormal"/>
        <w:widowControl/>
        <w:ind w:firstLine="0"/>
        <w:jc w:val="both"/>
      </w:pPr>
      <w:r w:rsidRPr="007D0B7B">
        <w:t>________________________________</w:t>
      </w:r>
      <w:r>
        <w:t>_____________</w:t>
      </w:r>
      <w:r w:rsidRPr="007D0B7B">
        <w:t xml:space="preserve">__, согласно(ен) исполнить условия муниципального </w:t>
      </w:r>
    </w:p>
    <w:p w:rsidR="006C3790" w:rsidRPr="007D0B7B" w:rsidRDefault="006C3790" w:rsidP="00DB62E5">
      <w:pPr>
        <w:pStyle w:val="ConsPlusNormal"/>
        <w:widowControl/>
        <w:ind w:firstLine="0"/>
        <w:jc w:val="both"/>
        <w:rPr>
          <w:vertAlign w:val="superscript"/>
        </w:rPr>
      </w:pPr>
      <w:r w:rsidRPr="007D0B7B">
        <w:rPr>
          <w:vertAlign w:val="superscript"/>
        </w:rPr>
        <w:t xml:space="preserve">        (Наименование участника размещения заказа)</w:t>
      </w:r>
    </w:p>
    <w:p w:rsidR="006C3790" w:rsidRPr="007D0B7B" w:rsidRDefault="006C3790" w:rsidP="00DB62E5">
      <w:pPr>
        <w:pStyle w:val="ConsPlusNormal"/>
        <w:widowControl/>
        <w:ind w:firstLine="0"/>
        <w:jc w:val="both"/>
      </w:pPr>
      <w:r w:rsidRPr="007D0B7B">
        <w:t xml:space="preserve">контракта, </w:t>
      </w:r>
      <w:r>
        <w:t>указанные в извещении о продлении срока подачи котировочных заявок</w:t>
      </w:r>
      <w:r w:rsidRPr="007D0B7B">
        <w:t xml:space="preserve"> № </w:t>
      </w:r>
      <w:r>
        <w:t>631</w:t>
      </w:r>
      <w:bookmarkStart w:id="4" w:name="_GoBack"/>
      <w:bookmarkEnd w:id="4"/>
      <w:r>
        <w:t>а</w:t>
      </w:r>
      <w:r w:rsidRPr="007D0B7B">
        <w:t xml:space="preserve"> от</w:t>
      </w:r>
      <w:r>
        <w:t xml:space="preserve"> 19.07.</w:t>
      </w:r>
      <w:r w:rsidRPr="007D0B7B">
        <w:t>20</w:t>
      </w:r>
      <w:r>
        <w:t>11</w:t>
      </w:r>
      <w:r w:rsidRPr="007D0B7B">
        <w:t>, с учетом предложения о цене контракта, указанного в настоящей котировочной заявке.</w:t>
      </w:r>
    </w:p>
    <w:p w:rsidR="006C3790" w:rsidRPr="007D0B7B" w:rsidRDefault="006C3790" w:rsidP="00DB62E5">
      <w:pPr>
        <w:rPr>
          <w:sz w:val="22"/>
          <w:szCs w:val="22"/>
        </w:rPr>
      </w:pPr>
    </w:p>
    <w:p w:rsidR="006C3790" w:rsidRDefault="006C3790" w:rsidP="00DB62E5">
      <w:pPr>
        <w:jc w:val="both"/>
        <w:rPr>
          <w:sz w:val="22"/>
          <w:szCs w:val="22"/>
          <w:vertAlign w:val="superscript"/>
        </w:rPr>
      </w:pPr>
      <w:r w:rsidRPr="007D0B7B">
        <w:rPr>
          <w:sz w:val="22"/>
          <w:szCs w:val="22"/>
        </w:rPr>
        <w:t>__________________</w:t>
      </w:r>
      <w:r>
        <w:rPr>
          <w:sz w:val="22"/>
          <w:szCs w:val="22"/>
        </w:rPr>
        <w:t>______________________________</w:t>
      </w:r>
      <w:r w:rsidRPr="007D0B7B">
        <w:rPr>
          <w:sz w:val="22"/>
          <w:szCs w:val="22"/>
        </w:rPr>
        <w:t>является субъектом малого предпринимательства</w:t>
      </w:r>
    </w:p>
    <w:p w:rsidR="006C3790" w:rsidRPr="007D0B7B" w:rsidRDefault="006C3790" w:rsidP="00DB62E5">
      <w:pPr>
        <w:jc w:val="both"/>
        <w:rPr>
          <w:sz w:val="22"/>
          <w:szCs w:val="22"/>
        </w:rPr>
      </w:pPr>
      <w:r w:rsidRPr="007D0B7B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6C3790" w:rsidRPr="007D0B7B" w:rsidRDefault="006C3790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и подтверждает свое соответствие положениям статьи 4 Федерального закона от 24.07.2007 № 209-ФЗ «О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7D0B7B">
        <w:rPr>
          <w:rFonts w:ascii="Times New Roman" w:hAnsi="Times New Roman" w:cs="Times New Roman"/>
          <w:sz w:val="22"/>
          <w:szCs w:val="22"/>
        </w:rPr>
        <w:t xml:space="preserve">развитии малого и среднего предпринимательства в Российской Федерации». </w:t>
      </w:r>
    </w:p>
    <w:p w:rsidR="006C3790" w:rsidRPr="007D0B7B" w:rsidRDefault="006C3790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C3790" w:rsidRPr="007D0B7B" w:rsidRDefault="006C3790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C3790" w:rsidRPr="007D0B7B" w:rsidRDefault="006C3790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Руководитель организации ____________ 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7D0B7B">
        <w:rPr>
          <w:rFonts w:ascii="Times New Roman" w:hAnsi="Times New Roman" w:cs="Times New Roman"/>
          <w:sz w:val="22"/>
          <w:szCs w:val="22"/>
        </w:rPr>
        <w:t>________</w:t>
      </w:r>
    </w:p>
    <w:p w:rsidR="006C3790" w:rsidRPr="00FA0551" w:rsidRDefault="006C3790" w:rsidP="00DB62E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FA0551">
        <w:rPr>
          <w:rFonts w:ascii="Times New Roman" w:hAnsi="Times New Roman" w:cs="Times New Roman"/>
          <w:sz w:val="16"/>
          <w:szCs w:val="16"/>
        </w:rPr>
        <w:tab/>
      </w:r>
      <w:r w:rsidRPr="00FA0551">
        <w:rPr>
          <w:rFonts w:ascii="Times New Roman" w:hAnsi="Times New Roman" w:cs="Times New Roman"/>
          <w:sz w:val="16"/>
          <w:szCs w:val="16"/>
        </w:rPr>
        <w:tab/>
      </w:r>
      <w:r w:rsidRPr="00FA0551">
        <w:rPr>
          <w:rFonts w:ascii="Times New Roman" w:hAnsi="Times New Roman" w:cs="Times New Roman"/>
          <w:sz w:val="16"/>
          <w:szCs w:val="16"/>
        </w:rPr>
        <w:tab/>
        <w:t xml:space="preserve">  (подпись) </w:t>
      </w:r>
      <w:r w:rsidRPr="00FA0551">
        <w:rPr>
          <w:rFonts w:ascii="Times New Roman" w:hAnsi="Times New Roman" w:cs="Times New Roman"/>
          <w:sz w:val="16"/>
          <w:szCs w:val="16"/>
        </w:rPr>
        <w:tab/>
        <w:t xml:space="preserve">     (Ф.И.О.)</w:t>
      </w:r>
    </w:p>
    <w:p w:rsidR="006C3790" w:rsidRPr="007D0B7B" w:rsidRDefault="006C3790" w:rsidP="00DB62E5">
      <w:pPr>
        <w:pStyle w:val="ConsPlusNonformat"/>
        <w:widowControl/>
        <w:rPr>
          <w:rFonts w:ascii="Times New Roman" w:hAnsi="Times New Roman" w:cs="Times New Roman"/>
        </w:rPr>
      </w:pPr>
      <w:r w:rsidRPr="007D0B7B">
        <w:rPr>
          <w:rFonts w:ascii="Times New Roman" w:hAnsi="Times New Roman" w:cs="Times New Roman"/>
        </w:rPr>
        <w:t>М.П.</w:t>
      </w:r>
    </w:p>
    <w:p w:rsidR="006C3790" w:rsidRPr="007D0B7B" w:rsidRDefault="006C3790" w:rsidP="007455E8">
      <w:pPr>
        <w:rPr>
          <w:b/>
          <w:bCs/>
        </w:rPr>
      </w:pPr>
      <w:r w:rsidRPr="007D0B7B">
        <w:tab/>
      </w:r>
    </w:p>
    <w:p w:rsidR="006C3790" w:rsidRPr="007D0B7B" w:rsidRDefault="006C3790" w:rsidP="00DB62E5">
      <w:pPr>
        <w:rPr>
          <w:b/>
          <w:bCs/>
        </w:rPr>
      </w:pPr>
    </w:p>
    <w:p w:rsidR="006C3790" w:rsidRPr="007D0B7B" w:rsidRDefault="006C3790" w:rsidP="00DB62E5">
      <w:pPr>
        <w:pStyle w:val="BodyText"/>
        <w:ind w:firstLine="720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7D0B7B">
        <w:rPr>
          <w:sz w:val="22"/>
          <w:szCs w:val="22"/>
        </w:rPr>
        <w:t>ПРОЕКТ</w:t>
      </w:r>
    </w:p>
    <w:p w:rsidR="006C3790" w:rsidRPr="007D0B7B" w:rsidRDefault="006C3790" w:rsidP="00DB62E5">
      <w:pPr>
        <w:pStyle w:val="BodyText"/>
        <w:ind w:firstLine="720"/>
        <w:jc w:val="right"/>
        <w:rPr>
          <w:sz w:val="22"/>
          <w:szCs w:val="22"/>
        </w:rPr>
      </w:pPr>
    </w:p>
    <w:p w:rsidR="006C3790" w:rsidRPr="00C624F9" w:rsidRDefault="006C3790" w:rsidP="00DB62E5">
      <w:pPr>
        <w:shd w:val="clear" w:color="auto" w:fill="FFFFFF"/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МУНИЦИПАЛЬНЫЙ КОНТРАКТ № ____</w:t>
      </w:r>
    </w:p>
    <w:p w:rsidR="006C3790" w:rsidRPr="005E0C4D" w:rsidRDefault="006C3790" w:rsidP="00DB62E5">
      <w:pPr>
        <w:shd w:val="clear" w:color="auto" w:fill="FFFFFF"/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На</w:t>
      </w:r>
      <w:r>
        <w:rPr>
          <w:b/>
          <w:bCs/>
          <w:sz w:val="22"/>
          <w:szCs w:val="22"/>
        </w:rPr>
        <w:t xml:space="preserve"> ремонтные</w:t>
      </w:r>
      <w:r w:rsidRPr="00C624F9">
        <w:rPr>
          <w:b/>
          <w:bCs/>
          <w:sz w:val="22"/>
          <w:szCs w:val="22"/>
        </w:rPr>
        <w:t xml:space="preserve"> работы </w:t>
      </w:r>
      <w:r>
        <w:rPr>
          <w:b/>
          <w:bCs/>
          <w:sz w:val="22"/>
          <w:szCs w:val="22"/>
        </w:rPr>
        <w:t>(</w:t>
      </w:r>
      <w:r w:rsidRPr="005E0C4D">
        <w:rPr>
          <w:b/>
          <w:sz w:val="20"/>
          <w:szCs w:val="20"/>
        </w:rPr>
        <w:t>ремонт стен в спортивном зале)</w:t>
      </w:r>
      <w:r w:rsidRPr="007D0B7B">
        <w:rPr>
          <w:sz w:val="20"/>
          <w:szCs w:val="20"/>
        </w:rPr>
        <w:t xml:space="preserve"> </w:t>
      </w:r>
      <w:r>
        <w:rPr>
          <w:b/>
          <w:bCs/>
          <w:sz w:val="22"/>
          <w:szCs w:val="22"/>
        </w:rPr>
        <w:t>по адресу г. Иваново, ул.</w:t>
      </w:r>
      <w:r w:rsidRPr="005E0C4D">
        <w:rPr>
          <w:sz w:val="20"/>
          <w:szCs w:val="20"/>
        </w:rPr>
        <w:t xml:space="preserve"> </w:t>
      </w:r>
      <w:r w:rsidRPr="005E0C4D">
        <w:rPr>
          <w:b/>
          <w:sz w:val="20"/>
          <w:szCs w:val="20"/>
        </w:rPr>
        <w:t>Танкиста Белороссова, д.15</w:t>
      </w:r>
    </w:p>
    <w:p w:rsidR="006C3790" w:rsidRPr="00C624F9" w:rsidRDefault="006C3790" w:rsidP="00DB62E5">
      <w:pPr>
        <w:shd w:val="clear" w:color="auto" w:fill="FFFFFF"/>
        <w:tabs>
          <w:tab w:val="left" w:pos="6643"/>
        </w:tabs>
        <w:spacing w:before="216"/>
        <w:ind w:firstLine="720"/>
        <w:rPr>
          <w:sz w:val="22"/>
          <w:szCs w:val="22"/>
        </w:rPr>
      </w:pPr>
      <w:r w:rsidRPr="00C624F9">
        <w:rPr>
          <w:sz w:val="22"/>
          <w:szCs w:val="22"/>
        </w:rPr>
        <w:t>г.   Иваново                                                                                                     «___» ___________  201</w:t>
      </w:r>
      <w:r>
        <w:rPr>
          <w:sz w:val="22"/>
          <w:szCs w:val="22"/>
        </w:rPr>
        <w:t>1</w:t>
      </w:r>
      <w:r w:rsidRPr="00C624F9">
        <w:rPr>
          <w:sz w:val="22"/>
          <w:szCs w:val="22"/>
        </w:rPr>
        <w:t xml:space="preserve"> г.</w:t>
      </w:r>
    </w:p>
    <w:p w:rsidR="006C3790" w:rsidRPr="00C624F9" w:rsidRDefault="006C3790" w:rsidP="00DB62E5">
      <w:pPr>
        <w:pStyle w:val="BodyText"/>
        <w:ind w:firstLine="720"/>
        <w:rPr>
          <w:b/>
          <w:bCs/>
          <w:color w:val="000000"/>
          <w:spacing w:val="-10"/>
          <w:sz w:val="22"/>
          <w:szCs w:val="22"/>
        </w:rPr>
      </w:pPr>
    </w:p>
    <w:p w:rsidR="006C3790" w:rsidRPr="00C624F9" w:rsidRDefault="006C3790" w:rsidP="00DB62E5">
      <w:pPr>
        <w:ind w:firstLine="720"/>
        <w:jc w:val="both"/>
        <w:rPr>
          <w:sz w:val="22"/>
          <w:szCs w:val="22"/>
        </w:rPr>
      </w:pPr>
      <w:r>
        <w:rPr>
          <w:b/>
          <w:bCs/>
          <w:color w:val="000000"/>
          <w:spacing w:val="-10"/>
          <w:sz w:val="22"/>
          <w:szCs w:val="22"/>
        </w:rPr>
        <w:t xml:space="preserve">Муниципальное общеобразовательное учреждение </w:t>
      </w:r>
      <w:r w:rsidRPr="005E0C4D">
        <w:rPr>
          <w:b/>
          <w:sz w:val="22"/>
          <w:szCs w:val="22"/>
        </w:rPr>
        <w:t>средняя общеобразовательная школа №7</w:t>
      </w:r>
      <w:r>
        <w:rPr>
          <w:b/>
          <w:sz w:val="22"/>
          <w:szCs w:val="22"/>
        </w:rPr>
        <w:t xml:space="preserve"> </w:t>
      </w:r>
      <w:r w:rsidRPr="00C624F9">
        <w:rPr>
          <w:sz w:val="22"/>
          <w:szCs w:val="22"/>
        </w:rPr>
        <w:t>города Иванова</w:t>
      </w:r>
      <w:r w:rsidRPr="00C624F9">
        <w:rPr>
          <w:b/>
          <w:bCs/>
          <w:color w:val="000000"/>
          <w:spacing w:val="-10"/>
          <w:sz w:val="22"/>
          <w:szCs w:val="22"/>
        </w:rPr>
        <w:t>,</w:t>
      </w:r>
      <w:r w:rsidRPr="00C624F9">
        <w:rPr>
          <w:color w:val="000000"/>
          <w:spacing w:val="-10"/>
          <w:sz w:val="22"/>
          <w:szCs w:val="22"/>
        </w:rPr>
        <w:t xml:space="preserve">  именуемый в дальнейшем «</w:t>
      </w:r>
      <w:r w:rsidRPr="00C624F9">
        <w:rPr>
          <w:b/>
          <w:bCs/>
          <w:color w:val="000000"/>
          <w:spacing w:val="-10"/>
          <w:sz w:val="22"/>
          <w:szCs w:val="22"/>
        </w:rPr>
        <w:t>ЗАКАЗЧИК</w:t>
      </w:r>
      <w:r w:rsidRPr="00C624F9">
        <w:rPr>
          <w:color w:val="000000"/>
          <w:spacing w:val="-10"/>
          <w:sz w:val="22"/>
          <w:szCs w:val="22"/>
        </w:rPr>
        <w:t xml:space="preserve">»,  </w:t>
      </w:r>
      <w:r w:rsidRPr="00C624F9">
        <w:rPr>
          <w:color w:val="000000"/>
          <w:spacing w:val="-4"/>
          <w:sz w:val="22"/>
          <w:szCs w:val="22"/>
        </w:rPr>
        <w:t xml:space="preserve">в лице директора </w:t>
      </w:r>
      <w:r>
        <w:rPr>
          <w:color w:val="000000"/>
          <w:spacing w:val="-4"/>
          <w:sz w:val="22"/>
          <w:szCs w:val="22"/>
        </w:rPr>
        <w:t>Мочаловой Е.Г.</w:t>
      </w:r>
      <w:r w:rsidRPr="00C624F9">
        <w:rPr>
          <w:color w:val="000000"/>
          <w:spacing w:val="-4"/>
          <w:sz w:val="22"/>
          <w:szCs w:val="22"/>
        </w:rPr>
        <w:t xml:space="preserve"> действующего на основании Устава</w:t>
      </w:r>
      <w:r w:rsidRPr="00C624F9">
        <w:rPr>
          <w:sz w:val="22"/>
          <w:szCs w:val="22"/>
        </w:rPr>
        <w:t xml:space="preserve">, с одной стороны, и _________________________________, именуемого в дальнейшем </w:t>
      </w:r>
      <w:r w:rsidRPr="00C624F9">
        <w:rPr>
          <w:b/>
          <w:bCs/>
          <w:sz w:val="22"/>
          <w:szCs w:val="22"/>
        </w:rPr>
        <w:t>«ПОДРЯДЧИК»,</w:t>
      </w:r>
      <w:r w:rsidRPr="00C624F9">
        <w:rPr>
          <w:sz w:val="22"/>
          <w:szCs w:val="22"/>
        </w:rPr>
        <w:t xml:space="preserve"> в лице  __________________________, действующего на основании  _______    вместе именуемые «Стороны», на основании Протокола рассмотрения и оценки котировочных заявок № ___ от ________  заключили настоящий муниципальный контракт (далее – Контракт) о нижеследующем:</w:t>
      </w:r>
    </w:p>
    <w:p w:rsidR="006C3790" w:rsidRPr="00C624F9" w:rsidRDefault="006C3790" w:rsidP="00DB62E5">
      <w:pPr>
        <w:ind w:firstLine="720"/>
        <w:jc w:val="both"/>
        <w:rPr>
          <w:sz w:val="22"/>
          <w:szCs w:val="22"/>
        </w:rPr>
      </w:pPr>
    </w:p>
    <w:p w:rsidR="006C3790" w:rsidRPr="00C624F9" w:rsidRDefault="006C3790" w:rsidP="00DB62E5">
      <w:pPr>
        <w:tabs>
          <w:tab w:val="num" w:pos="360"/>
        </w:tabs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1. ПРЕДМЕТ КОНТРАКТА</w:t>
      </w:r>
    </w:p>
    <w:p w:rsidR="006C3790" w:rsidRPr="00C624F9" w:rsidRDefault="006C3790" w:rsidP="00DB62E5">
      <w:pPr>
        <w:spacing w:before="120"/>
        <w:ind w:firstLine="709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1.1. Заказчик поручает, а Подрядчик принимает на себя обязательство по выполнению следующих видов работ: </w:t>
      </w:r>
      <w:r>
        <w:rPr>
          <w:sz w:val="22"/>
          <w:szCs w:val="22"/>
        </w:rPr>
        <w:t xml:space="preserve"> ремонтные работы (</w:t>
      </w:r>
      <w:r w:rsidRPr="005E0C4D">
        <w:rPr>
          <w:sz w:val="20"/>
          <w:szCs w:val="20"/>
        </w:rPr>
        <w:t>ремонт стен в спортивном зале</w:t>
      </w:r>
      <w:r>
        <w:rPr>
          <w:sz w:val="20"/>
          <w:szCs w:val="20"/>
        </w:rPr>
        <w:t>)</w:t>
      </w:r>
      <w:r w:rsidRPr="00C624F9">
        <w:rPr>
          <w:sz w:val="22"/>
          <w:szCs w:val="22"/>
        </w:rPr>
        <w:t xml:space="preserve"> по адресу: г. Иваново, </w:t>
      </w:r>
      <w:r w:rsidRPr="007D0B7B">
        <w:rPr>
          <w:sz w:val="20"/>
          <w:szCs w:val="20"/>
        </w:rPr>
        <w:t>ул.</w:t>
      </w:r>
      <w:r>
        <w:rPr>
          <w:sz w:val="20"/>
          <w:szCs w:val="20"/>
        </w:rPr>
        <w:t xml:space="preserve"> Танкиста Белороссова, </w:t>
      </w:r>
      <w:r w:rsidRPr="007D0B7B">
        <w:rPr>
          <w:sz w:val="20"/>
          <w:szCs w:val="20"/>
        </w:rPr>
        <w:t>д.</w:t>
      </w:r>
      <w:r>
        <w:rPr>
          <w:sz w:val="20"/>
          <w:szCs w:val="20"/>
        </w:rPr>
        <w:t>15</w:t>
      </w:r>
      <w:r w:rsidRPr="00C624F9">
        <w:rPr>
          <w:sz w:val="22"/>
          <w:szCs w:val="22"/>
        </w:rPr>
        <w:t xml:space="preserve">. </w:t>
      </w:r>
    </w:p>
    <w:p w:rsidR="006C3790" w:rsidRDefault="006C3790" w:rsidP="00DB62E5">
      <w:pPr>
        <w:pStyle w:val="BodyText2"/>
        <w:spacing w:line="240" w:lineRule="auto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6C3790" w:rsidRPr="00C624F9" w:rsidRDefault="006C3790" w:rsidP="00DB62E5">
      <w:pPr>
        <w:pStyle w:val="BodyText2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 . Срок выполнения работ: с момента заключения муниципального контракта </w:t>
      </w:r>
      <w:r w:rsidRPr="0067393D">
        <w:rPr>
          <w:sz w:val="20"/>
          <w:szCs w:val="20"/>
        </w:rPr>
        <w:t xml:space="preserve">течение </w:t>
      </w:r>
      <w:r>
        <w:rPr>
          <w:sz w:val="20"/>
          <w:szCs w:val="20"/>
        </w:rPr>
        <w:t>20</w:t>
      </w:r>
      <w:r w:rsidRPr="0067393D">
        <w:rPr>
          <w:sz w:val="20"/>
          <w:szCs w:val="20"/>
        </w:rPr>
        <w:t xml:space="preserve"> (</w:t>
      </w:r>
      <w:r>
        <w:rPr>
          <w:sz w:val="20"/>
          <w:szCs w:val="20"/>
        </w:rPr>
        <w:t>двадцати</w:t>
      </w:r>
      <w:r w:rsidRPr="0067393D">
        <w:rPr>
          <w:sz w:val="20"/>
          <w:szCs w:val="20"/>
        </w:rPr>
        <w:t xml:space="preserve">) </w:t>
      </w:r>
      <w:r>
        <w:rPr>
          <w:sz w:val="20"/>
          <w:szCs w:val="20"/>
        </w:rPr>
        <w:t>дней</w:t>
      </w:r>
      <w:r>
        <w:rPr>
          <w:sz w:val="22"/>
          <w:szCs w:val="22"/>
        </w:rPr>
        <w:t>.</w:t>
      </w:r>
    </w:p>
    <w:p w:rsidR="006C3790" w:rsidRPr="00C624F9" w:rsidRDefault="006C3790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C624F9">
        <w:rPr>
          <w:rFonts w:ascii="Times New Roman" w:hAnsi="Times New Roman" w:cs="Times New Roman"/>
          <w:b/>
          <w:bCs/>
          <w:sz w:val="22"/>
          <w:szCs w:val="22"/>
        </w:rPr>
        <w:t>2. ЦЕНА РАБОТ ПО КОНТРАКТУ</w:t>
      </w:r>
    </w:p>
    <w:p w:rsidR="006C3790" w:rsidRPr="00C624F9" w:rsidRDefault="006C3790" w:rsidP="00DB62E5">
      <w:pPr>
        <w:pStyle w:val="BodyText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2.1. Цена Контракта  составляет </w:t>
      </w:r>
      <w:r w:rsidRPr="00C624F9">
        <w:rPr>
          <w:color w:val="000000"/>
          <w:sz w:val="22"/>
          <w:szCs w:val="22"/>
        </w:rPr>
        <w:t xml:space="preserve"> _______________________________________</w:t>
      </w:r>
      <w:r w:rsidRPr="00C624F9">
        <w:rPr>
          <w:sz w:val="22"/>
          <w:szCs w:val="22"/>
        </w:rPr>
        <w:t xml:space="preserve"> рублей _____ коп.,  в т.ч. НДС_________________________.</w:t>
      </w:r>
    </w:p>
    <w:p w:rsidR="006C3790" w:rsidRPr="00C624F9" w:rsidRDefault="006C3790" w:rsidP="00DB62E5">
      <w:pPr>
        <w:pStyle w:val="BodyText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Цена включает все расходы, связанные с исполнением муниципального контракта, в том числе налоги, сборы  и другие обязательные платежи. </w:t>
      </w:r>
    </w:p>
    <w:p w:rsidR="006C3790" w:rsidRPr="00C624F9" w:rsidRDefault="006C3790" w:rsidP="00DB62E5">
      <w:pPr>
        <w:pStyle w:val="BodyText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случая, предусмотренного п. 2.3 настоящего контракта.</w:t>
      </w:r>
    </w:p>
    <w:p w:rsidR="006C3790" w:rsidRPr="00C624F9" w:rsidRDefault="006C3790" w:rsidP="00DB62E5">
      <w:pPr>
        <w:pStyle w:val="BodyText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2.3. Цена муниципального контракта может быть снижена по соглашению сторон без изменения, предусмотренного Контрактом объема работ и иных условий исполнения муниципального Контракта.</w:t>
      </w:r>
    </w:p>
    <w:p w:rsidR="006C3790" w:rsidRPr="00C624F9" w:rsidRDefault="006C3790" w:rsidP="00DB62E5">
      <w:pPr>
        <w:pStyle w:val="BodyTextIndent2"/>
        <w:spacing w:after="0" w:line="240" w:lineRule="auto"/>
        <w:ind w:left="0"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2.4. Объемы выполненных работ определяются в соответствии с утвержденной локальной сметой, являющейся неотъемлемой частью настоящего контракта.</w:t>
      </w:r>
    </w:p>
    <w:p w:rsidR="006C3790" w:rsidRDefault="006C3790" w:rsidP="00DB62E5">
      <w:pPr>
        <w:pStyle w:val="BodyTextIndent2"/>
        <w:spacing w:after="0" w:line="240" w:lineRule="auto"/>
        <w:ind w:left="0"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2.5. Все расчеты с Подрядчиком производит Заказчик за счет средств бюджета города Иванова.</w:t>
      </w:r>
    </w:p>
    <w:p w:rsidR="006C3790" w:rsidRPr="007D0B7B" w:rsidRDefault="006C3790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3. РАСЧЕТЫ И ПЛАТЕЖИ ПО КОНТРАКТУ</w:t>
      </w:r>
    </w:p>
    <w:p w:rsidR="006C3790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3.1. Оплата будет производиться по безналичному расчету путем перечисления денежных средст</w:t>
      </w:r>
      <w:r>
        <w:rPr>
          <w:rFonts w:ascii="Times New Roman" w:hAnsi="Times New Roman" w:cs="Times New Roman"/>
          <w:sz w:val="22"/>
          <w:szCs w:val="22"/>
        </w:rPr>
        <w:t xml:space="preserve">в на расчетный счет Подрядчика </w:t>
      </w:r>
      <w:r w:rsidRPr="007D0B7B">
        <w:rPr>
          <w:rFonts w:ascii="Times New Roman" w:hAnsi="Times New Roman" w:cs="Times New Roman"/>
          <w:sz w:val="22"/>
          <w:szCs w:val="22"/>
        </w:rPr>
        <w:t>на основании выставленного счета, счета-фактуры, сметы, акта выполненных работ, справки стоимости работ и затрат после проверки представителями Заказчика и финансово-казначейского управления администрации города Иванова с учетом выявленных замечаний и недочетов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7D0B7B">
        <w:rPr>
          <w:rFonts w:ascii="Times New Roman" w:hAnsi="Times New Roman" w:cs="Times New Roman"/>
          <w:sz w:val="22"/>
          <w:szCs w:val="22"/>
        </w:rPr>
        <w:t xml:space="preserve">по мере поступления финансовых средств до </w:t>
      </w:r>
      <w:r>
        <w:rPr>
          <w:rFonts w:ascii="Times New Roman" w:hAnsi="Times New Roman" w:cs="Times New Roman"/>
          <w:sz w:val="22"/>
          <w:szCs w:val="22"/>
        </w:rPr>
        <w:t>30</w:t>
      </w:r>
      <w:r w:rsidRPr="007D0B7B">
        <w:rPr>
          <w:rFonts w:ascii="Times New Roman" w:hAnsi="Times New Roman" w:cs="Times New Roman"/>
          <w:sz w:val="22"/>
          <w:szCs w:val="22"/>
        </w:rPr>
        <w:t>.12.20</w:t>
      </w:r>
      <w:r>
        <w:rPr>
          <w:rFonts w:ascii="Times New Roman" w:hAnsi="Times New Roman" w:cs="Times New Roman"/>
          <w:sz w:val="22"/>
          <w:szCs w:val="22"/>
        </w:rPr>
        <w:t>11</w:t>
      </w:r>
      <w:r w:rsidRPr="007D0B7B">
        <w:rPr>
          <w:rFonts w:ascii="Times New Roman" w:hAnsi="Times New Roman" w:cs="Times New Roman"/>
          <w:sz w:val="22"/>
          <w:szCs w:val="22"/>
        </w:rPr>
        <w:t xml:space="preserve"> и при условии полного и надлежащего выполнения Подрядчиком своих обязательств по контракту.</w:t>
      </w:r>
    </w:p>
    <w:p w:rsidR="006C3790" w:rsidRPr="007D0B7B" w:rsidRDefault="006C3790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4. ОБЯЗАТЕЛЬСТВА ПОДРЯДЧИКА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4.1. Выполнить работы в объеме и сроки, предусмотренные в настоящем Контракте и дополнительных соглашениях к нему, и сдать работы Заказчику. Выполнять Работы в соответствии со сметой и пожеланиями Заказчика.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материалов, изделий, конструкций.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охране окружающей среды, зеленых насаждений и земли во время проведения Работ, а так же охрану материальных ресурсов, находящихся на площадке.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4.4. При подписании муниципального контракта Подрядчик обязан представить Заказчику график выполнения работ. При выполнении Работ по настоящему Контракту не изменять в одностороннем порядке график производства работ в сторону продления сроков их выполнения.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 повреждения, утраты или порчи любого имущества, относящегося к процессу выполнения работ по настоящему Контракту.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4.7. Обеспечить содержание и уборку территории, на которой производится выполнение работ и прилегающей к ней территории. Вывести в 3-дневный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6C3790" w:rsidRDefault="006C3790" w:rsidP="00232DB3">
      <w:pPr>
        <w:tabs>
          <w:tab w:val="num" w:pos="360"/>
        </w:tabs>
        <w:jc w:val="both"/>
        <w:rPr>
          <w:sz w:val="22"/>
          <w:szCs w:val="22"/>
        </w:rPr>
      </w:pP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6C3790" w:rsidRPr="007D0B7B" w:rsidRDefault="006C3790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5. ОБЯЗАТЕЛЬСТВА ЗАКАЗЧИКА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5.1. На весь период выполнения работ и приемки их результата Заказчик организует технический надзор за производством Работ, их качеством и сроками выполнения. Указанный надзор осуществляется Заказчиком. 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5.2.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2-х дней обязан устранить указанные недостатки собственными силами и за свой счет.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5.3.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5.4. Заказчик обязан выполнить в полном объеме все свои обязательства, предусмотренные в других пунктах настоящего Контракта.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5.5. Заказчик в процессе выполнения Работ совместно с Подрядчиком, осуществляет приемку по акту выполненных работ, контроль за их выполнением и качеством, может производить проверку соответствия используемых Подрядчиком материалов и оборудования условиям Контракта.</w:t>
      </w:r>
    </w:p>
    <w:p w:rsidR="006C3790" w:rsidRPr="007D0B7B" w:rsidRDefault="006C3790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УСЛОВИЯ ВЫПОЛНЕНИЯ РАБОТ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.1. Заказчик 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.2. Подрядчик самостоятельно организует производство работ в соответствии со сроками, указанными в разделе 6 настоящего договора.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.3. Обеспечение производственного порядка в месте выполнения Работ является обязанностью Подрядчика.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.4. Подрядчик гарантирует, что качество строительных материалов применяемых им для строительства, будет соответствовать стандартам, техническим условиям и иметь соответствующие сертификаты, технические паспорта или другие документы, удостоверяющие их качество.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 xml:space="preserve">.5. Подрядчик письменно информирует Заказчика за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до начала приемки Работ о завершении этих работ. Готовность принимаемых работ подтверждается соответствующими актами, подписываемыми Заказчиком. 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 за свой счет вскрыть любую часть скрытых работ, согласно указанию Заказчика, а затем восстановить ее.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.6. С момента начала работ и до их завершения Подрядчик ведет журнал производства работ, в котором отражается весь ход производства работ, а так 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.7. Ответственность за соблюдение Правил безопасности при выполнении работ возлагается на Подрядчика.</w:t>
      </w:r>
    </w:p>
    <w:p w:rsidR="006C3790" w:rsidRPr="007D0B7B" w:rsidRDefault="006C3790" w:rsidP="00DB62E5">
      <w:pPr>
        <w:numPr>
          <w:ilvl w:val="12"/>
          <w:numId w:val="0"/>
        </w:numPr>
        <w:spacing w:after="120"/>
        <w:ind w:firstLine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Pr="007D0B7B">
        <w:rPr>
          <w:b/>
          <w:bCs/>
          <w:sz w:val="22"/>
          <w:szCs w:val="22"/>
        </w:rPr>
        <w:t>. ФОРС-МАЖОР</w:t>
      </w:r>
    </w:p>
    <w:p w:rsidR="006C3790" w:rsidRPr="007D0B7B" w:rsidRDefault="006C3790" w:rsidP="00DB62E5">
      <w:pPr>
        <w:pStyle w:val="BodyTextIndent2"/>
        <w:spacing w:after="0" w:line="240" w:lineRule="auto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7D0B7B">
        <w:rPr>
          <w:sz w:val="22"/>
          <w:szCs w:val="22"/>
        </w:rPr>
        <w:t xml:space="preserve">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6C3790" w:rsidRDefault="006C3790" w:rsidP="00DB62E5">
      <w:pPr>
        <w:pStyle w:val="BodyText3"/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8</w:t>
      </w:r>
      <w:r>
        <w:rPr>
          <w:sz w:val="22"/>
          <w:szCs w:val="22"/>
        </w:rPr>
        <w:t>7</w:t>
      </w:r>
      <w:r w:rsidRPr="007D0B7B">
        <w:rPr>
          <w:sz w:val="22"/>
          <w:szCs w:val="22"/>
        </w:rPr>
        <w:t>2. Сторона, для которой создалась невозможность исполнения обязательств, немедленно, но не позднее 3</w:t>
      </w:r>
      <w:r>
        <w:rPr>
          <w:sz w:val="22"/>
          <w:szCs w:val="22"/>
        </w:rPr>
        <w:t>-х</w:t>
      </w:r>
      <w:r w:rsidRPr="007D0B7B">
        <w:rPr>
          <w:sz w:val="22"/>
          <w:szCs w:val="22"/>
        </w:rPr>
        <w:t xml:space="preserve"> дней с момента их наступления и прекращения, в письменной форме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6C3790" w:rsidRPr="007D0B7B" w:rsidRDefault="006C3790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8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ПРИЕМКА РЕЗУЛЬТАТА ВЫПОЛНЕННЫХ РАБОТ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7D0B7B">
        <w:rPr>
          <w:rFonts w:ascii="Times New Roman" w:hAnsi="Times New Roman" w:cs="Times New Roman"/>
          <w:sz w:val="22"/>
          <w:szCs w:val="22"/>
        </w:rPr>
        <w:t>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6C3790" w:rsidRPr="00AB482C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7D0B7B">
        <w:rPr>
          <w:rFonts w:ascii="Times New Roman" w:hAnsi="Times New Roman" w:cs="Times New Roman"/>
          <w:sz w:val="22"/>
          <w:szCs w:val="22"/>
        </w:rPr>
        <w:t xml:space="preserve">.2. Приемка объекта осуществляется комиссией, состоящей из </w:t>
      </w:r>
      <w:r>
        <w:rPr>
          <w:rFonts w:ascii="Times New Roman" w:hAnsi="Times New Roman" w:cs="Times New Roman"/>
          <w:sz w:val="22"/>
          <w:szCs w:val="22"/>
        </w:rPr>
        <w:t xml:space="preserve">представителей учреждения </w:t>
      </w:r>
      <w:r w:rsidRPr="00AB482C">
        <w:rPr>
          <w:rFonts w:ascii="Times New Roman" w:hAnsi="Times New Roman" w:cs="Times New Roman"/>
          <w:sz w:val="22"/>
          <w:szCs w:val="22"/>
        </w:rPr>
        <w:t xml:space="preserve"> и МУ «ПДС и ТК».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7D0B7B">
        <w:rPr>
          <w:rFonts w:ascii="Times New Roman" w:hAnsi="Times New Roman" w:cs="Times New Roman"/>
          <w:sz w:val="22"/>
          <w:szCs w:val="22"/>
        </w:rPr>
        <w:t>.3. Приемка объекта производится в течение 5</w:t>
      </w:r>
      <w:r>
        <w:rPr>
          <w:rFonts w:ascii="Times New Roman" w:hAnsi="Times New Roman" w:cs="Times New Roman"/>
          <w:sz w:val="22"/>
          <w:szCs w:val="22"/>
        </w:rPr>
        <w:t>-ти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дней получения Заказчиком письменного уведомления Подрядчика о завершении выполнения работ.</w:t>
      </w:r>
    </w:p>
    <w:p w:rsidR="006C3790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7D0B7B">
        <w:rPr>
          <w:rFonts w:ascii="Times New Roman" w:hAnsi="Times New Roman" w:cs="Times New Roman"/>
          <w:sz w:val="22"/>
          <w:szCs w:val="22"/>
        </w:rPr>
        <w:t xml:space="preserve">.4. Подрядчик передает Заказчику за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дня до начала приемки результата работ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6C3790" w:rsidRPr="007D0B7B" w:rsidRDefault="006C3790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9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ГАРАНТИИ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Pr="007D0B7B">
        <w:rPr>
          <w:rFonts w:ascii="Times New Roman" w:hAnsi="Times New Roman" w:cs="Times New Roman"/>
          <w:sz w:val="22"/>
          <w:szCs w:val="22"/>
        </w:rPr>
        <w:t>.1. Подрядчик гарантирует: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со сметой и действующими нормами;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6C3790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Pr="007D0B7B">
        <w:rPr>
          <w:rFonts w:ascii="Times New Roman" w:hAnsi="Times New Roman" w:cs="Times New Roman"/>
          <w:sz w:val="22"/>
          <w:szCs w:val="22"/>
        </w:rPr>
        <w:t xml:space="preserve">.2. Срок гарантии выполненных работ  составляет </w:t>
      </w:r>
      <w:r w:rsidRPr="00F667D0">
        <w:rPr>
          <w:rFonts w:ascii="Times New Roman" w:hAnsi="Times New Roman" w:cs="Times New Roman"/>
          <w:sz w:val="22"/>
          <w:szCs w:val="22"/>
        </w:rPr>
        <w:t xml:space="preserve">3 </w:t>
      </w:r>
      <w:r>
        <w:rPr>
          <w:rFonts w:ascii="Times New Roman" w:hAnsi="Times New Roman" w:cs="Times New Roman"/>
          <w:sz w:val="22"/>
          <w:szCs w:val="22"/>
        </w:rPr>
        <w:t xml:space="preserve">(три) </w:t>
      </w:r>
      <w:r w:rsidRPr="00F667D0">
        <w:rPr>
          <w:rFonts w:ascii="Times New Roman" w:hAnsi="Times New Roman" w:cs="Times New Roman"/>
          <w:sz w:val="22"/>
          <w:szCs w:val="22"/>
        </w:rPr>
        <w:t>года с</w:t>
      </w:r>
      <w:r w:rsidRPr="007D0B7B">
        <w:rPr>
          <w:rFonts w:ascii="Times New Roman" w:hAnsi="Times New Roman" w:cs="Times New Roman"/>
          <w:sz w:val="22"/>
          <w:szCs w:val="22"/>
        </w:rPr>
        <w:t xml:space="preserve"> момента приемки в установленном порядке результата работ. </w:t>
      </w:r>
    </w:p>
    <w:p w:rsidR="006C3790" w:rsidRPr="007D0B7B" w:rsidRDefault="006C3790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</w:t>
      </w:r>
      <w:r>
        <w:rPr>
          <w:rFonts w:ascii="Times New Roman" w:hAnsi="Times New Roman" w:cs="Times New Roman"/>
          <w:b/>
          <w:bCs/>
          <w:sz w:val="22"/>
          <w:szCs w:val="22"/>
        </w:rPr>
        <w:t>0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РАСТОРЖЕНИЕ КОНТРАКТА</w:t>
      </w:r>
    </w:p>
    <w:p w:rsidR="006C3790" w:rsidRDefault="006C3790" w:rsidP="0039699C">
      <w:pPr>
        <w:jc w:val="both"/>
        <w:rPr>
          <w:sz w:val="22"/>
          <w:szCs w:val="22"/>
        </w:rPr>
      </w:pPr>
      <w:r w:rsidRPr="007D0B7B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7D0B7B">
        <w:rPr>
          <w:sz w:val="22"/>
          <w:szCs w:val="22"/>
        </w:rPr>
        <w:t>.1. Расторжение настоящего Контракта допускается исключительно по соглашению сторон или решению суда по основаниям, предусмотренным гражданским законодательством</w:t>
      </w:r>
      <w:r>
        <w:rPr>
          <w:sz w:val="22"/>
          <w:szCs w:val="22"/>
        </w:rPr>
        <w:t xml:space="preserve"> РФ</w:t>
      </w:r>
      <w:r w:rsidRPr="007D0B7B">
        <w:rPr>
          <w:sz w:val="22"/>
          <w:szCs w:val="22"/>
        </w:rPr>
        <w:t>.</w:t>
      </w:r>
    </w:p>
    <w:p w:rsidR="006C3790" w:rsidRDefault="006C3790" w:rsidP="0039699C">
      <w:pPr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Pr="007D0B7B">
        <w:rPr>
          <w:sz w:val="22"/>
          <w:szCs w:val="22"/>
        </w:rPr>
        <w:t>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качественно выполненных работ.</w:t>
      </w:r>
    </w:p>
    <w:p w:rsidR="006C3790" w:rsidRPr="00E02A30" w:rsidRDefault="006C3790" w:rsidP="0039699C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E02A30">
        <w:rPr>
          <w:sz w:val="22"/>
          <w:szCs w:val="22"/>
        </w:rPr>
        <w:t xml:space="preserve">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E02A30">
        <w:rPr>
          <w:spacing w:val="-1"/>
          <w:sz w:val="22"/>
          <w:szCs w:val="22"/>
        </w:rPr>
        <w:t xml:space="preserve">наличии дефектов и недостатков, которые не могут быть устранены в согласованный с Заказчиком </w:t>
      </w:r>
      <w:r w:rsidRPr="00E02A30">
        <w:rPr>
          <w:sz w:val="22"/>
          <w:szCs w:val="22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6C3790" w:rsidRPr="007D0B7B" w:rsidRDefault="006C3790" w:rsidP="0039699C">
      <w:pPr>
        <w:ind w:firstLine="720"/>
        <w:jc w:val="both"/>
        <w:rPr>
          <w:b/>
          <w:bCs/>
          <w:sz w:val="22"/>
          <w:szCs w:val="22"/>
        </w:rPr>
      </w:pPr>
      <w:r w:rsidRPr="00E02A30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</w:t>
      </w:r>
      <w:r w:rsidRPr="00E02A30">
        <w:t>.</w:t>
      </w:r>
    </w:p>
    <w:p w:rsidR="006C3790" w:rsidRPr="007D0B7B" w:rsidRDefault="006C3790" w:rsidP="00DB62E5">
      <w:pPr>
        <w:pStyle w:val="ConsNormal"/>
        <w:widowControl/>
        <w:spacing w:before="120" w:after="120"/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</w:t>
      </w:r>
      <w:r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ОТВЕТСТВЕННОСТЬ СТОРОН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7D0B7B">
        <w:rPr>
          <w:rFonts w:ascii="Times New Roman" w:hAnsi="Times New Roman" w:cs="Times New Roman"/>
          <w:sz w:val="22"/>
          <w:szCs w:val="22"/>
        </w:rPr>
        <w:t>.1. В случае если Подрядчик отказывается исправлять дефекты, выявленные Заказчиком,  Заказчик имеет право: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не оплачивать выполненные работы;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- при несоблюдении графика выполнения работ Подрядчик </w:t>
      </w:r>
      <w:r w:rsidRPr="005F77AE">
        <w:rPr>
          <w:rFonts w:ascii="Times New Roman" w:hAnsi="Times New Roman" w:cs="Times New Roman"/>
          <w:sz w:val="22"/>
          <w:szCs w:val="22"/>
        </w:rPr>
        <w:t xml:space="preserve">уплачивает штраф в размере 2 % от суммы </w:t>
      </w:r>
      <w:r w:rsidRPr="007D0B7B">
        <w:rPr>
          <w:rFonts w:ascii="Times New Roman" w:hAnsi="Times New Roman" w:cs="Times New Roman"/>
          <w:sz w:val="22"/>
          <w:szCs w:val="22"/>
        </w:rPr>
        <w:t xml:space="preserve">заключенного Контракта за каждый день. 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7D0B7B">
        <w:rPr>
          <w:rFonts w:ascii="Times New Roman" w:hAnsi="Times New Roman" w:cs="Times New Roman"/>
          <w:sz w:val="22"/>
          <w:szCs w:val="22"/>
        </w:rPr>
        <w:t>.2. Ущерб, нанесенный третьему лицу в результате выполнения работ по вине подрядчика, компенсируется подрядчиком.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7D0B7B">
        <w:rPr>
          <w:rFonts w:ascii="Times New Roman" w:hAnsi="Times New Roman" w:cs="Times New Roman"/>
          <w:sz w:val="22"/>
          <w:szCs w:val="22"/>
        </w:rPr>
        <w:t>.3. Подрядчик в случае неисполнения или ненадлежащего исполнения своих обязательств: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возмещает заказчику причиненные в результате этого убытки;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полностью или частично (по усмотрению заказчика) возмещает материальные и денежные средства, предоставленные ему для осуществления работы.</w:t>
      </w:r>
    </w:p>
    <w:p w:rsidR="006C3790" w:rsidRDefault="006C3790" w:rsidP="008329EE">
      <w:pPr>
        <w:jc w:val="both"/>
        <w:rPr>
          <w:sz w:val="22"/>
          <w:szCs w:val="22"/>
        </w:rPr>
      </w:pPr>
      <w:r w:rsidRPr="007D0B7B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7D0B7B">
        <w:rPr>
          <w:sz w:val="22"/>
          <w:szCs w:val="22"/>
        </w:rPr>
        <w:t>.4. Заказчик несет ответственность в соответствии с действующим законодательством РФ при наличии вины.</w:t>
      </w:r>
    </w:p>
    <w:p w:rsidR="006C3790" w:rsidRDefault="006C3790" w:rsidP="008329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12.5.За неисполнение или ненадлежащее исполнение Исполнителем обязательств  по настоящему контракту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обязательств произошло вследствие непреодолимой силы или по вине Заказчика.</w:t>
      </w:r>
    </w:p>
    <w:p w:rsidR="006C3790" w:rsidRDefault="006C3790" w:rsidP="008329EE">
      <w:pPr>
        <w:tabs>
          <w:tab w:val="num" w:pos="360"/>
        </w:tabs>
        <w:jc w:val="both"/>
        <w:rPr>
          <w:sz w:val="22"/>
          <w:szCs w:val="22"/>
        </w:rPr>
      </w:pP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6C3790" w:rsidRPr="007D0B7B" w:rsidRDefault="006C3790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</w:t>
      </w:r>
      <w:r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ПРОЧИЕ УСЛОВИЯ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.1. Подрядчик не имеет права продать или передать сметную документацию на выполнение работ или отдельной его части третьей стороне.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14.2. Все изменения и дополнения к настоящему Контракту </w:t>
      </w:r>
      <w:r>
        <w:rPr>
          <w:rFonts w:ascii="Times New Roman" w:hAnsi="Times New Roman" w:cs="Times New Roman"/>
          <w:sz w:val="22"/>
          <w:szCs w:val="22"/>
        </w:rPr>
        <w:t xml:space="preserve">не противоречащие законодательству </w:t>
      </w:r>
      <w:r w:rsidRPr="007D0B7B">
        <w:rPr>
          <w:rFonts w:ascii="Times New Roman" w:hAnsi="Times New Roman" w:cs="Times New Roman"/>
          <w:sz w:val="22"/>
          <w:szCs w:val="22"/>
        </w:rPr>
        <w:t>считаются действительными, если они оформлены в письменном виде и подписаны сторонами.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.3. Любая договоренность между сторонами, влекущая за собой новые обстоятельства, должна быть письменно подтверждена сторонами в форме дополнений к настоящему договору.</w:t>
      </w:r>
    </w:p>
    <w:p w:rsidR="006C3790" w:rsidRPr="007D0B7B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.4. Во всем остальном, что не предусмотрено настоящим договором, применяются нормы законодательства РФ.</w:t>
      </w:r>
    </w:p>
    <w:p w:rsidR="006C3790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.5. Настоящий Контракт составлен в двух экземплярах, имеющих одинаковую юридическую силу, по одному для каждой из сторон.</w:t>
      </w:r>
    </w:p>
    <w:p w:rsidR="006C3790" w:rsidRPr="008278DD" w:rsidRDefault="006C3790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278DD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8278DD">
        <w:rPr>
          <w:rFonts w:ascii="Times New Roman" w:hAnsi="Times New Roman" w:cs="Times New Roman"/>
          <w:sz w:val="22"/>
          <w:szCs w:val="22"/>
        </w:rPr>
        <w:t>.6. Настоящий контракт вступает в силу с момента заключения и действует до</w:t>
      </w:r>
      <w:r>
        <w:rPr>
          <w:rFonts w:ascii="Times New Roman" w:hAnsi="Times New Roman" w:cs="Times New Roman"/>
          <w:sz w:val="22"/>
          <w:szCs w:val="22"/>
        </w:rPr>
        <w:t xml:space="preserve"> 30.12.2011 г.</w:t>
      </w:r>
    </w:p>
    <w:p w:rsidR="006C3790" w:rsidRPr="007D0B7B" w:rsidRDefault="006C3790" w:rsidP="00DB62E5">
      <w:pPr>
        <w:pStyle w:val="ConsNormal"/>
        <w:widowControl/>
        <w:spacing w:before="120" w:after="120"/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14. ЮРИДИЧЕСКИЕ АДРЕСА, 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 xml:space="preserve">РЕКВИЗИТЫ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И ПОДПИСИ 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СТОРОН</w:t>
      </w:r>
    </w:p>
    <w:p w:rsidR="006C3790" w:rsidRPr="00073665" w:rsidRDefault="006C3790" w:rsidP="000A3AA1">
      <w:pPr>
        <w:pStyle w:val="BodyText"/>
        <w:ind w:left="360"/>
        <w:jc w:val="center"/>
        <w:rPr>
          <w:b/>
          <w:bCs/>
          <w:sz w:val="22"/>
          <w:szCs w:val="22"/>
        </w:rPr>
      </w:pPr>
    </w:p>
    <w:p w:rsidR="006C3790" w:rsidRPr="00A52627" w:rsidRDefault="006C3790" w:rsidP="005C5DE4">
      <w:r w:rsidRPr="00073665">
        <w:rPr>
          <w:b/>
          <w:bCs/>
          <w:sz w:val="22"/>
          <w:szCs w:val="22"/>
        </w:rPr>
        <w:t xml:space="preserve">Заказчик: </w:t>
      </w:r>
      <w:r w:rsidRPr="00A52627">
        <w:t xml:space="preserve">Муниципальное </w:t>
      </w:r>
      <w:r>
        <w:t>общеобразовательное учреждение средняя общеобразовательная школа № 7</w:t>
      </w:r>
    </w:p>
    <w:p w:rsidR="006C3790" w:rsidRPr="00A52627" w:rsidRDefault="006C3790" w:rsidP="005C5DE4">
      <w:r w:rsidRPr="00A52627">
        <w:t>Юридический и почтовый адрес:1530</w:t>
      </w:r>
      <w:r>
        <w:t>22</w:t>
      </w:r>
      <w:r w:rsidRPr="00A52627">
        <w:t>, г. Иваново, ул.</w:t>
      </w:r>
      <w:r>
        <w:t xml:space="preserve"> Танкиста Белороссова</w:t>
      </w:r>
      <w:r w:rsidRPr="00A52627">
        <w:t>,</w:t>
      </w:r>
      <w:r>
        <w:t xml:space="preserve"> </w:t>
      </w:r>
      <w:r w:rsidRPr="00A52627">
        <w:t>д.</w:t>
      </w:r>
      <w:r>
        <w:t xml:space="preserve"> 15</w:t>
      </w:r>
    </w:p>
    <w:p w:rsidR="006C3790" w:rsidRPr="00A52627" w:rsidRDefault="006C3790" w:rsidP="005C5DE4">
      <w:r w:rsidRPr="00A52627">
        <w:t xml:space="preserve">Телефон: (4932) </w:t>
      </w:r>
      <w:r>
        <w:t>32-74-92</w:t>
      </w:r>
      <w:r w:rsidRPr="00A52627">
        <w:t xml:space="preserve"> </w:t>
      </w:r>
    </w:p>
    <w:p w:rsidR="006C3790" w:rsidRDefault="006C3790" w:rsidP="005C5DE4">
      <w:r w:rsidRPr="00A52627">
        <w:t>ИНН / КПП 37</w:t>
      </w:r>
      <w:r>
        <w:t>02137731</w:t>
      </w:r>
      <w:r w:rsidRPr="00A52627">
        <w:t xml:space="preserve"> / 370201001</w:t>
      </w:r>
      <w:r>
        <w:t xml:space="preserve"> </w:t>
      </w:r>
    </w:p>
    <w:p w:rsidR="006C3790" w:rsidRDefault="006C3790" w:rsidP="005C5DE4">
      <w:r>
        <w:t xml:space="preserve"> </w:t>
      </w:r>
      <w:r w:rsidRPr="00A52627">
        <w:t>р/с</w:t>
      </w:r>
      <w:r>
        <w:t xml:space="preserve"> </w:t>
      </w:r>
    </w:p>
    <w:p w:rsidR="006C3790" w:rsidRPr="00A52627" w:rsidRDefault="006C3790" w:rsidP="005C5DE4">
      <w:r w:rsidRPr="00A52627">
        <w:t>к/с</w:t>
      </w:r>
    </w:p>
    <w:p w:rsidR="006C3790" w:rsidRPr="00A52627" w:rsidRDefault="006C3790" w:rsidP="005C5DE4">
      <w:r w:rsidRPr="00A52627">
        <w:t xml:space="preserve">БИК  </w:t>
      </w:r>
      <w:r>
        <w:t xml:space="preserve"> 042406001</w:t>
      </w:r>
    </w:p>
    <w:p w:rsidR="006C3790" w:rsidRDefault="006C3790" w:rsidP="005C5DE4">
      <w:r w:rsidRPr="00A52627">
        <w:t xml:space="preserve">Директор: </w:t>
      </w:r>
      <w:r>
        <w:t>____________________ Е</w:t>
      </w:r>
      <w:r w:rsidRPr="00A52627">
        <w:t>.</w:t>
      </w:r>
      <w:r>
        <w:t>Г. Мочалова</w:t>
      </w:r>
    </w:p>
    <w:p w:rsidR="006C3790" w:rsidRDefault="006C3790" w:rsidP="005C5DE4"/>
    <w:p w:rsidR="006C3790" w:rsidRPr="00073665" w:rsidRDefault="006C3790" w:rsidP="005C5DE4">
      <w:pPr>
        <w:rPr>
          <w:sz w:val="22"/>
          <w:szCs w:val="22"/>
        </w:rPr>
      </w:pPr>
      <w:r w:rsidRPr="00073665">
        <w:rPr>
          <w:b/>
          <w:bCs/>
          <w:sz w:val="22"/>
          <w:szCs w:val="22"/>
        </w:rPr>
        <w:t>По</w:t>
      </w:r>
      <w:r>
        <w:rPr>
          <w:b/>
          <w:bCs/>
          <w:sz w:val="22"/>
          <w:szCs w:val="22"/>
        </w:rPr>
        <w:t>дрядчи</w:t>
      </w:r>
      <w:r w:rsidRPr="00073665">
        <w:rPr>
          <w:b/>
          <w:bCs/>
          <w:sz w:val="22"/>
          <w:szCs w:val="22"/>
        </w:rPr>
        <w:t xml:space="preserve">к:  </w:t>
      </w:r>
    </w:p>
    <w:p w:rsidR="006C3790" w:rsidRPr="00073665" w:rsidRDefault="006C3790" w:rsidP="000A3AA1">
      <w:pPr>
        <w:pStyle w:val="Header"/>
        <w:tabs>
          <w:tab w:val="left" w:pos="708"/>
        </w:tabs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Адрес:  </w:t>
      </w:r>
    </w:p>
    <w:p w:rsidR="006C3790" w:rsidRPr="00073665" w:rsidRDefault="006C3790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ИНН /КПП </w:t>
      </w:r>
    </w:p>
    <w:p w:rsidR="006C3790" w:rsidRPr="00073665" w:rsidRDefault="006C3790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Р/с / К/с </w:t>
      </w:r>
    </w:p>
    <w:p w:rsidR="006C3790" w:rsidRPr="00073665" w:rsidRDefault="006C3790" w:rsidP="000A3AA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73665">
        <w:rPr>
          <w:rFonts w:ascii="Times New Roman" w:hAnsi="Times New Roman" w:cs="Times New Roman"/>
          <w:sz w:val="22"/>
          <w:szCs w:val="22"/>
        </w:rPr>
        <w:t xml:space="preserve">БИК  </w:t>
      </w:r>
    </w:p>
    <w:p w:rsidR="006C3790" w:rsidRPr="00073665" w:rsidRDefault="006C3790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 xml:space="preserve">Директор __________/______________/                                                                                       </w:t>
      </w:r>
    </w:p>
    <w:p w:rsidR="006C3790" w:rsidRPr="00073665" w:rsidRDefault="006C3790" w:rsidP="000A3AA1">
      <w:pPr>
        <w:jc w:val="both"/>
        <w:rPr>
          <w:b/>
          <w:bCs/>
          <w:sz w:val="22"/>
          <w:szCs w:val="22"/>
        </w:rPr>
      </w:pPr>
    </w:p>
    <w:p w:rsidR="006C3790" w:rsidRPr="00073665" w:rsidRDefault="006C3790" w:rsidP="000A3AA1">
      <w:pPr>
        <w:jc w:val="both"/>
        <w:rPr>
          <w:b/>
          <w:bCs/>
          <w:sz w:val="22"/>
          <w:szCs w:val="22"/>
        </w:rPr>
      </w:pPr>
      <w:r w:rsidRPr="00073665">
        <w:rPr>
          <w:b/>
          <w:bCs/>
          <w:sz w:val="22"/>
          <w:szCs w:val="22"/>
        </w:rPr>
        <w:t xml:space="preserve">МУ «Централизованная  бухгалтерия № </w:t>
      </w:r>
      <w:r>
        <w:rPr>
          <w:b/>
          <w:bCs/>
          <w:sz w:val="22"/>
          <w:szCs w:val="22"/>
        </w:rPr>
        <w:t>4</w:t>
      </w:r>
    </w:p>
    <w:p w:rsidR="006C3790" w:rsidRPr="00073665" w:rsidRDefault="006C3790" w:rsidP="000A3AA1">
      <w:pPr>
        <w:jc w:val="both"/>
        <w:rPr>
          <w:b/>
          <w:bCs/>
          <w:sz w:val="22"/>
          <w:szCs w:val="22"/>
        </w:rPr>
      </w:pPr>
      <w:r w:rsidRPr="00073665">
        <w:rPr>
          <w:b/>
          <w:bCs/>
          <w:sz w:val="22"/>
          <w:szCs w:val="22"/>
        </w:rPr>
        <w:t>управления образования администрации города Иванова»</w:t>
      </w:r>
    </w:p>
    <w:p w:rsidR="006C3790" w:rsidRPr="00073665" w:rsidRDefault="006C3790" w:rsidP="000A3AA1">
      <w:pPr>
        <w:rPr>
          <w:sz w:val="22"/>
          <w:szCs w:val="22"/>
        </w:rPr>
      </w:pPr>
    </w:p>
    <w:p w:rsidR="006C3790" w:rsidRPr="00073665" w:rsidRDefault="006C3790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>Директор ___________ /</w:t>
      </w:r>
      <w:r>
        <w:rPr>
          <w:sz w:val="22"/>
          <w:szCs w:val="22"/>
        </w:rPr>
        <w:t>Четверикова Л.В./</w:t>
      </w:r>
    </w:p>
    <w:p w:rsidR="006C3790" w:rsidRPr="00A31623" w:rsidRDefault="006C3790" w:rsidP="000A3AA1">
      <w:pPr>
        <w:rPr>
          <w:sz w:val="22"/>
          <w:szCs w:val="22"/>
        </w:rPr>
      </w:pPr>
    </w:p>
    <w:p w:rsidR="006C3790" w:rsidRDefault="006C3790" w:rsidP="000A3AA1"/>
    <w:sectPr w:rsidR="006C3790" w:rsidSect="00C505D3">
      <w:pgSz w:w="11906" w:h="16838"/>
      <w:pgMar w:top="720" w:right="851" w:bottom="567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2E5"/>
    <w:rsid w:val="000707D3"/>
    <w:rsid w:val="00073665"/>
    <w:rsid w:val="00073E68"/>
    <w:rsid w:val="000A3AA1"/>
    <w:rsid w:val="000B2D70"/>
    <w:rsid w:val="000D5318"/>
    <w:rsid w:val="001A054F"/>
    <w:rsid w:val="00232DB3"/>
    <w:rsid w:val="00266E01"/>
    <w:rsid w:val="002E160B"/>
    <w:rsid w:val="00305049"/>
    <w:rsid w:val="0039699C"/>
    <w:rsid w:val="00590681"/>
    <w:rsid w:val="005A208D"/>
    <w:rsid w:val="005C5DE4"/>
    <w:rsid w:val="005D7E2A"/>
    <w:rsid w:val="005E0C4D"/>
    <w:rsid w:val="005F77AE"/>
    <w:rsid w:val="00643C88"/>
    <w:rsid w:val="0067393D"/>
    <w:rsid w:val="00683ABE"/>
    <w:rsid w:val="0069682B"/>
    <w:rsid w:val="006C3790"/>
    <w:rsid w:val="0072571C"/>
    <w:rsid w:val="007455E8"/>
    <w:rsid w:val="00755516"/>
    <w:rsid w:val="007575D5"/>
    <w:rsid w:val="00786D7A"/>
    <w:rsid w:val="0079597C"/>
    <w:rsid w:val="007A0C90"/>
    <w:rsid w:val="007D0B7B"/>
    <w:rsid w:val="008157EA"/>
    <w:rsid w:val="008278DD"/>
    <w:rsid w:val="008329EE"/>
    <w:rsid w:val="00881EE0"/>
    <w:rsid w:val="008A5F98"/>
    <w:rsid w:val="008E242E"/>
    <w:rsid w:val="009A032B"/>
    <w:rsid w:val="00A21D3C"/>
    <w:rsid w:val="00A31623"/>
    <w:rsid w:val="00A34C44"/>
    <w:rsid w:val="00A5248A"/>
    <w:rsid w:val="00A52627"/>
    <w:rsid w:val="00A541D1"/>
    <w:rsid w:val="00A95029"/>
    <w:rsid w:val="00AA6D85"/>
    <w:rsid w:val="00AB482C"/>
    <w:rsid w:val="00AC60C0"/>
    <w:rsid w:val="00B66F4C"/>
    <w:rsid w:val="00B72B71"/>
    <w:rsid w:val="00B835B0"/>
    <w:rsid w:val="00B900A5"/>
    <w:rsid w:val="00BE4937"/>
    <w:rsid w:val="00C002C2"/>
    <w:rsid w:val="00C04AF8"/>
    <w:rsid w:val="00C505D3"/>
    <w:rsid w:val="00C624F9"/>
    <w:rsid w:val="00CA556A"/>
    <w:rsid w:val="00CC4297"/>
    <w:rsid w:val="00D2463D"/>
    <w:rsid w:val="00D33F5E"/>
    <w:rsid w:val="00D5735F"/>
    <w:rsid w:val="00DB62E5"/>
    <w:rsid w:val="00DC741A"/>
    <w:rsid w:val="00DE64F0"/>
    <w:rsid w:val="00E02A30"/>
    <w:rsid w:val="00E34B57"/>
    <w:rsid w:val="00E8785E"/>
    <w:rsid w:val="00ED682B"/>
    <w:rsid w:val="00F15AC9"/>
    <w:rsid w:val="00F44CD0"/>
    <w:rsid w:val="00F667D0"/>
    <w:rsid w:val="00F93C60"/>
    <w:rsid w:val="00FA0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locked="1" w:semiHidden="0" w:uiPriority="0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B62E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Çàã1,BO,ID,body indent,andrad,EHPT,Body Text2 Знак Знак Знак,Знак,Знак6"/>
    <w:basedOn w:val="Normal"/>
    <w:link w:val="BodyTextChar"/>
    <w:uiPriority w:val="99"/>
    <w:rsid w:val="00DB62E5"/>
  </w:style>
  <w:style w:type="character" w:customStyle="1" w:styleId="BodyTextChar">
    <w:name w:val="Body Text Char"/>
    <w:aliases w:val="Çàã1 Char,BO Char,ID Char,body indent Char,andrad Char,EHPT Char,Body Text2 Знак Знак Знак Char,Знак Char,Знак6 Char"/>
    <w:basedOn w:val="DefaultParagraphFont"/>
    <w:link w:val="BodyText"/>
    <w:uiPriority w:val="99"/>
    <w:locked/>
    <w:rsid w:val="00DB62E5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DB62E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DB62E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Caption">
    <w:name w:val="caption"/>
    <w:basedOn w:val="Normal"/>
    <w:uiPriority w:val="99"/>
    <w:qFormat/>
    <w:rsid w:val="00DB62E5"/>
    <w:pPr>
      <w:jc w:val="center"/>
    </w:pPr>
    <w:rPr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DB62E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DB62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B62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DB62E5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uiPriority w:val="99"/>
    <w:rsid w:val="00DB62E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B62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DB62E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Основной шрифт"/>
    <w:uiPriority w:val="99"/>
    <w:rsid w:val="00DB62E5"/>
  </w:style>
  <w:style w:type="paragraph" w:styleId="BodyText3">
    <w:name w:val="Body Text 3"/>
    <w:basedOn w:val="Normal"/>
    <w:link w:val="BodyText3Char"/>
    <w:uiPriority w:val="99"/>
    <w:rsid w:val="00DB62E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DB62E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DB62E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DB62E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A3AA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A3AA1"/>
    <w:rPr>
      <w:rFonts w:ascii="Times New Roman" w:hAnsi="Times New Roman" w:cs="Times New Roman"/>
      <w:sz w:val="20"/>
      <w:szCs w:val="20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5E0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E0C4D"/>
    <w:rPr>
      <w:rFonts w:ascii="Courier New" w:hAnsi="Courier New"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E0C4D"/>
    <w:rPr>
      <w:rFonts w:ascii="Times New Roman" w:hAnsi="Times New Roman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88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7@ivedu.ru" TargetMode="External"/><Relationship Id="rId5" Type="http://schemas.openxmlformats.org/officeDocument/2006/relationships/hyperlink" Target="http://www.zakupk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8</Pages>
  <Words>3670</Words>
  <Characters>20924</Characters>
  <Application>Microsoft Office Outlook</Application>
  <DocSecurity>0</DocSecurity>
  <Lines>0</Lines>
  <Paragraphs>0</Paragraphs>
  <ScaleCrop>false</ScaleCrop>
  <Company>licej33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АрешинаЕВ</dc:creator>
  <cp:keywords/>
  <dc:description/>
  <cp:lastModifiedBy>админ</cp:lastModifiedBy>
  <cp:revision>5</cp:revision>
  <cp:lastPrinted>2011-07-19T07:46:00Z</cp:lastPrinted>
  <dcterms:created xsi:type="dcterms:W3CDTF">2011-06-23T12:12:00Z</dcterms:created>
  <dcterms:modified xsi:type="dcterms:W3CDTF">2011-07-19T07:57:00Z</dcterms:modified>
</cp:coreProperties>
</file>