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78C" w:rsidRDefault="0001278C" w:rsidP="00FE05E6">
      <w:pPr>
        <w:pStyle w:val="Caption"/>
        <w:outlineLvl w:val="0"/>
        <w:rPr>
          <w:caps/>
          <w:sz w:val="22"/>
          <w:szCs w:val="22"/>
        </w:rPr>
      </w:pPr>
    </w:p>
    <w:p w:rsidR="0001278C" w:rsidRDefault="0001278C" w:rsidP="00FE05E6">
      <w:pPr>
        <w:pStyle w:val="Caption"/>
        <w:outlineLvl w:val="0"/>
        <w:rPr>
          <w:caps/>
          <w:sz w:val="22"/>
          <w:szCs w:val="22"/>
        </w:rPr>
      </w:pPr>
    </w:p>
    <w:p w:rsidR="0001278C" w:rsidRPr="00BD62F1" w:rsidRDefault="0001278C" w:rsidP="00FE05E6">
      <w:pPr>
        <w:pStyle w:val="Caption"/>
        <w:outlineLvl w:val="0"/>
        <w:rPr>
          <w:caps/>
          <w:sz w:val="22"/>
          <w:szCs w:val="22"/>
        </w:rPr>
      </w:pPr>
      <w:r w:rsidRPr="00E81DA3">
        <w:rPr>
          <w:caps/>
          <w:sz w:val="22"/>
          <w:szCs w:val="22"/>
        </w:rPr>
        <w:t xml:space="preserve">Извещение о  проведении  запроса  котировок </w:t>
      </w:r>
    </w:p>
    <w:p w:rsidR="0001278C" w:rsidRPr="00982980" w:rsidRDefault="0001278C" w:rsidP="00FE05E6">
      <w:pPr>
        <w:jc w:val="center"/>
        <w:rPr>
          <w:sz w:val="20"/>
          <w:szCs w:val="20"/>
        </w:rPr>
      </w:pPr>
    </w:p>
    <w:p w:rsidR="0001278C" w:rsidRPr="00982980" w:rsidRDefault="0001278C" w:rsidP="00E97CBB">
      <w:pPr>
        <w:ind w:left="3600"/>
        <w:jc w:val="right"/>
        <w:outlineLvl w:val="0"/>
        <w:rPr>
          <w:sz w:val="20"/>
          <w:szCs w:val="20"/>
        </w:rPr>
      </w:pPr>
      <w:r w:rsidRPr="00982980">
        <w:rPr>
          <w:sz w:val="20"/>
          <w:szCs w:val="20"/>
        </w:rPr>
        <w:t xml:space="preserve">                                                        Дата: </w:t>
      </w:r>
      <w:r>
        <w:rPr>
          <w:sz w:val="20"/>
          <w:szCs w:val="20"/>
        </w:rPr>
        <w:t>22.06.</w:t>
      </w:r>
      <w:r w:rsidRPr="00982980">
        <w:rPr>
          <w:sz w:val="20"/>
          <w:szCs w:val="20"/>
        </w:rPr>
        <w:t>20</w:t>
      </w:r>
      <w:r>
        <w:rPr>
          <w:sz w:val="20"/>
          <w:szCs w:val="20"/>
        </w:rPr>
        <w:t>1</w:t>
      </w:r>
      <w:r w:rsidRPr="00982980">
        <w:rPr>
          <w:sz w:val="20"/>
          <w:szCs w:val="20"/>
        </w:rPr>
        <w:t>1</w:t>
      </w:r>
    </w:p>
    <w:p w:rsidR="0001278C" w:rsidRPr="00E97CBB" w:rsidRDefault="0001278C" w:rsidP="00E97CBB">
      <w:pPr>
        <w:ind w:left="3600"/>
        <w:jc w:val="right"/>
        <w:outlineLvl w:val="0"/>
        <w:rPr>
          <w:sz w:val="20"/>
          <w:szCs w:val="20"/>
          <w:u w:val="single"/>
        </w:rPr>
      </w:pPr>
      <w:r w:rsidRPr="00982980">
        <w:rPr>
          <w:sz w:val="20"/>
          <w:szCs w:val="20"/>
        </w:rPr>
        <w:t xml:space="preserve">                                                        Регистрационный № </w:t>
      </w:r>
      <w:r>
        <w:rPr>
          <w:sz w:val="20"/>
          <w:szCs w:val="20"/>
          <w:u w:val="single"/>
        </w:rPr>
        <w:t>546</w:t>
      </w:r>
    </w:p>
    <w:p w:rsidR="0001278C" w:rsidRPr="00982980" w:rsidRDefault="0001278C" w:rsidP="00FE05E6">
      <w:pPr>
        <w:ind w:left="6372" w:firstLine="708"/>
        <w:rPr>
          <w:sz w:val="20"/>
          <w:szCs w:val="20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888"/>
        <w:gridCol w:w="6480"/>
      </w:tblGrid>
      <w:tr w:rsidR="0001278C" w:rsidRPr="00982980" w:rsidTr="007006B4">
        <w:tc>
          <w:tcPr>
            <w:tcW w:w="3888" w:type="dxa"/>
          </w:tcPr>
          <w:p w:rsidR="0001278C" w:rsidRPr="00982980" w:rsidRDefault="0001278C" w:rsidP="00AD4FC4">
            <w:pPr>
              <w:rPr>
                <w:b/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Заказчик</w:t>
            </w:r>
          </w:p>
        </w:tc>
        <w:tc>
          <w:tcPr>
            <w:tcW w:w="6480" w:type="dxa"/>
          </w:tcPr>
          <w:p w:rsidR="0001278C" w:rsidRDefault="0001278C" w:rsidP="00E97CBB">
            <w:pPr>
              <w:jc w:val="both"/>
              <w:rPr>
                <w:color w:val="000000"/>
                <w:sz w:val="20"/>
                <w:szCs w:val="20"/>
              </w:rPr>
            </w:pPr>
            <w:r w:rsidRPr="00982980">
              <w:rPr>
                <w:color w:val="000000"/>
                <w:sz w:val="20"/>
                <w:szCs w:val="20"/>
              </w:rPr>
              <w:t xml:space="preserve">Муниципальное </w:t>
            </w:r>
            <w:r>
              <w:rPr>
                <w:color w:val="000000"/>
                <w:sz w:val="20"/>
                <w:szCs w:val="20"/>
              </w:rPr>
              <w:t>учреждение средняя</w:t>
            </w:r>
            <w:r w:rsidRPr="00982980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общеобразовательная </w:t>
            </w:r>
          </w:p>
          <w:p w:rsidR="0001278C" w:rsidRPr="00982980" w:rsidRDefault="0001278C" w:rsidP="00E97CBB">
            <w:pP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школа № 68</w:t>
            </w:r>
            <w:r w:rsidRPr="00982980">
              <w:rPr>
                <w:sz w:val="20"/>
                <w:szCs w:val="20"/>
              </w:rPr>
              <w:t xml:space="preserve"> </w:t>
            </w:r>
          </w:p>
        </w:tc>
      </w:tr>
      <w:tr w:rsidR="0001278C" w:rsidRPr="00982980" w:rsidTr="007006B4">
        <w:tc>
          <w:tcPr>
            <w:tcW w:w="3888" w:type="dxa"/>
          </w:tcPr>
          <w:p w:rsidR="0001278C" w:rsidRPr="00982980" w:rsidRDefault="0001278C" w:rsidP="00AD4FC4">
            <w:pPr>
              <w:rPr>
                <w:b/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Адрес</w:t>
            </w:r>
          </w:p>
        </w:tc>
        <w:tc>
          <w:tcPr>
            <w:tcW w:w="6480" w:type="dxa"/>
          </w:tcPr>
          <w:p w:rsidR="0001278C" w:rsidRPr="00982980" w:rsidRDefault="0001278C" w:rsidP="00E97CBB">
            <w:pPr>
              <w:jc w:val="both"/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г. Иваново, ул.</w:t>
            </w:r>
            <w:r>
              <w:rPr>
                <w:sz w:val="20"/>
                <w:szCs w:val="20"/>
              </w:rPr>
              <w:t xml:space="preserve"> Некрасова</w:t>
            </w:r>
            <w:r w:rsidRPr="00982980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д. 51</w:t>
            </w:r>
          </w:p>
        </w:tc>
      </w:tr>
      <w:tr w:rsidR="0001278C" w:rsidRPr="00982980" w:rsidTr="007006B4">
        <w:tc>
          <w:tcPr>
            <w:tcW w:w="3888" w:type="dxa"/>
          </w:tcPr>
          <w:p w:rsidR="0001278C" w:rsidRPr="00982980" w:rsidRDefault="0001278C" w:rsidP="00AD4FC4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Адрес электронной почты</w:t>
            </w:r>
          </w:p>
        </w:tc>
        <w:tc>
          <w:tcPr>
            <w:tcW w:w="6480" w:type="dxa"/>
          </w:tcPr>
          <w:p w:rsidR="0001278C" w:rsidRPr="00E97CBB" w:rsidRDefault="0001278C" w:rsidP="00E97CBB">
            <w:pPr>
              <w:jc w:val="both"/>
              <w:rPr>
                <w:sz w:val="20"/>
                <w:szCs w:val="20"/>
              </w:rPr>
            </w:pPr>
            <w:hyperlink r:id="rId5" w:history="1">
              <w:r w:rsidRPr="00AF594C">
                <w:rPr>
                  <w:rStyle w:val="Hyperlink"/>
                  <w:sz w:val="20"/>
                  <w:szCs w:val="20"/>
                  <w:lang w:val="en-US"/>
                </w:rPr>
                <w:t>Schoo</w:t>
              </w:r>
              <w:r w:rsidRPr="00AF594C">
                <w:rPr>
                  <w:rStyle w:val="Hyperlink"/>
                  <w:sz w:val="20"/>
                  <w:szCs w:val="20"/>
                </w:rPr>
                <w:t>l68@</w:t>
              </w:r>
              <w:r w:rsidRPr="00AF594C">
                <w:rPr>
                  <w:rStyle w:val="Hyperlink"/>
                  <w:sz w:val="20"/>
                  <w:szCs w:val="20"/>
                  <w:lang w:val="en-US"/>
                </w:rPr>
                <w:t>ivedu</w:t>
              </w:r>
              <w:r w:rsidRPr="00AF594C">
                <w:rPr>
                  <w:rStyle w:val="Hyperlink"/>
                  <w:sz w:val="20"/>
                  <w:szCs w:val="20"/>
                </w:rPr>
                <w:t>.ru</w:t>
              </w:r>
            </w:hyperlink>
            <w:r>
              <w:rPr>
                <w:sz w:val="20"/>
                <w:szCs w:val="20"/>
              </w:rPr>
              <w:t xml:space="preserve"> </w:t>
            </w:r>
          </w:p>
        </w:tc>
      </w:tr>
      <w:tr w:rsidR="0001278C" w:rsidRPr="00982980" w:rsidTr="007006B4">
        <w:tc>
          <w:tcPr>
            <w:tcW w:w="3888" w:type="dxa"/>
          </w:tcPr>
          <w:p w:rsidR="0001278C" w:rsidRPr="00982980" w:rsidRDefault="0001278C" w:rsidP="00AD4FC4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Номер контактного телефона</w:t>
            </w:r>
          </w:p>
        </w:tc>
        <w:tc>
          <w:tcPr>
            <w:tcW w:w="6480" w:type="dxa"/>
          </w:tcPr>
          <w:p w:rsidR="0001278C" w:rsidRPr="00982980" w:rsidRDefault="0001278C" w:rsidP="00E97CBB">
            <w:pPr>
              <w:jc w:val="both"/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(4932) 2</w:t>
            </w:r>
            <w:r>
              <w:rPr>
                <w:sz w:val="20"/>
                <w:szCs w:val="20"/>
              </w:rPr>
              <w:t>3-</w:t>
            </w:r>
            <w:r w:rsidRPr="00982980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2</w:t>
            </w:r>
            <w:r w:rsidRPr="00982980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84</w:t>
            </w:r>
          </w:p>
        </w:tc>
      </w:tr>
      <w:tr w:rsidR="0001278C" w:rsidRPr="00982980" w:rsidTr="007006B4">
        <w:tc>
          <w:tcPr>
            <w:tcW w:w="3888" w:type="dxa"/>
          </w:tcPr>
          <w:p w:rsidR="0001278C" w:rsidRPr="00982980" w:rsidRDefault="0001278C" w:rsidP="00AD4FC4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Место подачи котировочных заявок</w:t>
            </w:r>
          </w:p>
        </w:tc>
        <w:tc>
          <w:tcPr>
            <w:tcW w:w="6480" w:type="dxa"/>
          </w:tcPr>
          <w:p w:rsidR="0001278C" w:rsidRPr="00982980" w:rsidRDefault="0001278C" w:rsidP="00E97CBB">
            <w:pPr>
              <w:jc w:val="both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53000, г"/>
              </w:smartTagPr>
              <w:r w:rsidRPr="00982980">
                <w:rPr>
                  <w:sz w:val="20"/>
                  <w:szCs w:val="20"/>
                </w:rPr>
                <w:t>153000, г</w:t>
              </w:r>
            </w:smartTag>
            <w:r w:rsidRPr="00982980">
              <w:rPr>
                <w:sz w:val="20"/>
                <w:szCs w:val="20"/>
              </w:rPr>
              <w:t xml:space="preserve">. Иваново, пл. Революции, д. 6,  к. 519, </w:t>
            </w:r>
          </w:p>
          <w:p w:rsidR="0001278C" w:rsidRPr="00982980" w:rsidRDefault="0001278C" w:rsidP="00E97CBB">
            <w:pPr>
              <w:jc w:val="both"/>
              <w:rPr>
                <w:b/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Администрация города Иванова</w:t>
            </w:r>
          </w:p>
        </w:tc>
      </w:tr>
      <w:tr w:rsidR="0001278C" w:rsidRPr="00982980" w:rsidTr="007006B4">
        <w:tc>
          <w:tcPr>
            <w:tcW w:w="3888" w:type="dxa"/>
          </w:tcPr>
          <w:p w:rsidR="0001278C" w:rsidRPr="00982980" w:rsidRDefault="0001278C" w:rsidP="00AD4FC4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Дата и время окончания срока подачи котировочных заявок</w:t>
            </w:r>
          </w:p>
        </w:tc>
        <w:tc>
          <w:tcPr>
            <w:tcW w:w="6480" w:type="dxa"/>
            <w:vAlign w:val="center"/>
          </w:tcPr>
          <w:p w:rsidR="0001278C" w:rsidRPr="00982980" w:rsidRDefault="0001278C" w:rsidP="00E97CBB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29.06.2011 до 09:00</w:t>
            </w:r>
          </w:p>
        </w:tc>
      </w:tr>
    </w:tbl>
    <w:p w:rsidR="0001278C" w:rsidRPr="00982980" w:rsidRDefault="0001278C" w:rsidP="00FE05E6">
      <w:pPr>
        <w:pStyle w:val="BodyText"/>
        <w:rPr>
          <w:sz w:val="20"/>
        </w:rPr>
      </w:pPr>
    </w:p>
    <w:tbl>
      <w:tblPr>
        <w:tblW w:w="10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1440"/>
        <w:gridCol w:w="4860"/>
        <w:gridCol w:w="776"/>
        <w:gridCol w:w="1676"/>
      </w:tblGrid>
      <w:tr w:rsidR="0001278C" w:rsidRPr="00982980" w:rsidTr="005D3120">
        <w:trPr>
          <w:trHeight w:val="1306"/>
        </w:trPr>
        <w:tc>
          <w:tcPr>
            <w:tcW w:w="1728" w:type="dxa"/>
          </w:tcPr>
          <w:p w:rsidR="0001278C" w:rsidRPr="00982980" w:rsidRDefault="0001278C" w:rsidP="00AD4FC4">
            <w:pPr>
              <w:pStyle w:val="BodyText"/>
              <w:jc w:val="center"/>
              <w:rPr>
                <w:sz w:val="20"/>
              </w:rPr>
            </w:pPr>
            <w:r w:rsidRPr="00982980">
              <w:rPr>
                <w:sz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6300" w:type="dxa"/>
            <w:gridSpan w:val="2"/>
            <w:vAlign w:val="center"/>
          </w:tcPr>
          <w:p w:rsidR="0001278C" w:rsidRPr="00982980" w:rsidRDefault="0001278C" w:rsidP="00AD4FC4">
            <w:pPr>
              <w:pStyle w:val="BodyText"/>
              <w:rPr>
                <w:sz w:val="20"/>
              </w:rPr>
            </w:pPr>
          </w:p>
          <w:p w:rsidR="0001278C" w:rsidRPr="00982980" w:rsidRDefault="0001278C" w:rsidP="00AD4FC4">
            <w:pPr>
              <w:pStyle w:val="BodyText"/>
              <w:jc w:val="center"/>
              <w:rPr>
                <w:sz w:val="20"/>
              </w:rPr>
            </w:pPr>
            <w:r w:rsidRPr="00982980">
              <w:rPr>
                <w:sz w:val="20"/>
              </w:rPr>
              <w:t>Характеристики</w:t>
            </w:r>
          </w:p>
          <w:p w:rsidR="0001278C" w:rsidRPr="00982980" w:rsidRDefault="0001278C" w:rsidP="00AD4FC4">
            <w:pPr>
              <w:pStyle w:val="BodyText"/>
              <w:jc w:val="center"/>
              <w:rPr>
                <w:b/>
                <w:sz w:val="20"/>
              </w:rPr>
            </w:pPr>
            <w:r w:rsidRPr="00982980">
              <w:rPr>
                <w:sz w:val="20"/>
              </w:rPr>
              <w:t>поставляемых товаров, выполняемых работ, оказываемых услуг</w:t>
            </w:r>
          </w:p>
        </w:tc>
        <w:tc>
          <w:tcPr>
            <w:tcW w:w="776" w:type="dxa"/>
            <w:vAlign w:val="center"/>
          </w:tcPr>
          <w:p w:rsidR="0001278C" w:rsidRPr="00982980" w:rsidRDefault="0001278C" w:rsidP="00AD4FC4">
            <w:pPr>
              <w:pStyle w:val="BodyText"/>
              <w:jc w:val="center"/>
              <w:rPr>
                <w:sz w:val="20"/>
              </w:rPr>
            </w:pPr>
            <w:r w:rsidRPr="00982980">
              <w:rPr>
                <w:sz w:val="20"/>
              </w:rPr>
              <w:t>Единица измерения</w:t>
            </w:r>
          </w:p>
        </w:tc>
        <w:tc>
          <w:tcPr>
            <w:tcW w:w="1676" w:type="dxa"/>
          </w:tcPr>
          <w:p w:rsidR="0001278C" w:rsidRPr="00982980" w:rsidRDefault="0001278C" w:rsidP="00AD4FC4">
            <w:pPr>
              <w:pStyle w:val="BodyText"/>
              <w:jc w:val="center"/>
              <w:rPr>
                <w:b/>
                <w:sz w:val="20"/>
              </w:rPr>
            </w:pPr>
            <w:r w:rsidRPr="00982980">
              <w:rPr>
                <w:sz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01278C" w:rsidRPr="00982980" w:rsidTr="00B320E7">
        <w:trPr>
          <w:cantSplit/>
        </w:trPr>
        <w:tc>
          <w:tcPr>
            <w:tcW w:w="1728" w:type="dxa"/>
            <w:vMerge w:val="restart"/>
          </w:tcPr>
          <w:p w:rsidR="0001278C" w:rsidRPr="00E97CBB" w:rsidRDefault="0001278C" w:rsidP="00AD4FC4">
            <w:pPr>
              <w:rPr>
                <w:sz w:val="20"/>
                <w:szCs w:val="20"/>
              </w:rPr>
            </w:pPr>
            <w:r w:rsidRPr="00E97CBB">
              <w:rPr>
                <w:sz w:val="20"/>
                <w:szCs w:val="20"/>
              </w:rPr>
              <w:t xml:space="preserve">Ремонт пола </w:t>
            </w:r>
          </w:p>
          <w:p w:rsidR="0001278C" w:rsidRPr="00E97CBB" w:rsidRDefault="0001278C" w:rsidP="005D3120">
            <w:pPr>
              <w:pStyle w:val="BodyText"/>
              <w:widowControl w:val="0"/>
              <w:rPr>
                <w:sz w:val="20"/>
              </w:rPr>
            </w:pPr>
          </w:p>
          <w:p w:rsidR="0001278C" w:rsidRPr="00E97CBB" w:rsidRDefault="0001278C" w:rsidP="005D3120">
            <w:pPr>
              <w:pStyle w:val="BodyText"/>
              <w:widowControl w:val="0"/>
              <w:rPr>
                <w:sz w:val="20"/>
              </w:rPr>
            </w:pPr>
            <w:r w:rsidRPr="00E97CBB">
              <w:rPr>
                <w:sz w:val="20"/>
              </w:rPr>
              <w:t>Код  ОКДП</w:t>
            </w:r>
          </w:p>
          <w:p w:rsidR="0001278C" w:rsidRPr="00E97CBB" w:rsidRDefault="0001278C" w:rsidP="005D3120">
            <w:pPr>
              <w:pStyle w:val="BodyText"/>
              <w:widowControl w:val="0"/>
              <w:rPr>
                <w:sz w:val="20"/>
              </w:rPr>
            </w:pPr>
            <w:r w:rsidRPr="00E97CBB">
              <w:rPr>
                <w:sz w:val="20"/>
              </w:rPr>
              <w:t>4540020</w:t>
            </w:r>
          </w:p>
          <w:p w:rsidR="0001278C" w:rsidRPr="00E97CBB" w:rsidRDefault="0001278C" w:rsidP="005D3120">
            <w:pPr>
              <w:rPr>
                <w:sz w:val="20"/>
                <w:szCs w:val="20"/>
              </w:rPr>
            </w:pPr>
            <w:r w:rsidRPr="00E97CBB">
              <w:rPr>
                <w:sz w:val="20"/>
              </w:rPr>
              <w:t>«Отделочные работы»</w:t>
            </w:r>
          </w:p>
        </w:tc>
        <w:tc>
          <w:tcPr>
            <w:tcW w:w="1440" w:type="dxa"/>
          </w:tcPr>
          <w:p w:rsidR="0001278C" w:rsidRPr="00982980" w:rsidRDefault="0001278C" w:rsidP="00AD4FC4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Требование к качеству товаров, работ, услуг</w:t>
            </w:r>
          </w:p>
        </w:tc>
        <w:tc>
          <w:tcPr>
            <w:tcW w:w="4860" w:type="dxa"/>
          </w:tcPr>
          <w:p w:rsidR="0001278C" w:rsidRPr="00982980" w:rsidRDefault="0001278C" w:rsidP="00AD4FC4">
            <w:pPr>
              <w:pStyle w:val="BodyText"/>
              <w:jc w:val="both"/>
              <w:rPr>
                <w:sz w:val="20"/>
              </w:rPr>
            </w:pPr>
            <w:r w:rsidRPr="00982980">
              <w:rPr>
                <w:sz w:val="20"/>
              </w:rPr>
              <w:t>Работы должны быть выполнены в соответствии с СНиП и локальной сметой.</w:t>
            </w:r>
          </w:p>
          <w:p w:rsidR="0001278C" w:rsidRDefault="0001278C" w:rsidP="00AD4FC4">
            <w:pPr>
              <w:pStyle w:val="BodyText"/>
              <w:jc w:val="both"/>
              <w:rPr>
                <w:sz w:val="20"/>
              </w:rPr>
            </w:pPr>
            <w:r w:rsidRPr="00982980">
              <w:rPr>
                <w:sz w:val="20"/>
              </w:rPr>
              <w:t xml:space="preserve">Качественное выполнение всех работ, использование материалов, 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01278C" w:rsidRPr="007F23AE" w:rsidRDefault="0001278C" w:rsidP="00AD4FC4">
            <w:pPr>
              <w:pStyle w:val="BodyText"/>
              <w:jc w:val="both"/>
              <w:rPr>
                <w:sz w:val="20"/>
              </w:rPr>
            </w:pPr>
            <w:r w:rsidRPr="007F23AE">
              <w:rPr>
                <w:sz w:val="20"/>
              </w:rPr>
              <w:t>Качество товара должно соответствовать ГОСТам и СанПиНам, действующим в отношении данного вида товара. Линолеум должен соответствовать техническим условиям и иметь соответствующие сертификаты, технические паспорта или иные документы, удостоверяющие качество товара. Обязательно наличие сертификата пожарной безопасности и гигиенического сертификата на данный линолеум.</w:t>
            </w:r>
          </w:p>
          <w:p w:rsidR="0001278C" w:rsidRPr="00982980" w:rsidRDefault="0001278C" w:rsidP="00AD4FC4">
            <w:pPr>
              <w:pStyle w:val="BodyText"/>
              <w:jc w:val="both"/>
              <w:rPr>
                <w:sz w:val="20"/>
              </w:rPr>
            </w:pPr>
            <w:r w:rsidRPr="00982980">
              <w:rPr>
                <w:sz w:val="20"/>
              </w:rPr>
              <w:t xml:space="preserve">Материалы должны поставляться в стандартной заводской упаковке. </w:t>
            </w:r>
          </w:p>
          <w:p w:rsidR="0001278C" w:rsidRPr="00982980" w:rsidRDefault="0001278C" w:rsidP="00AD4FC4">
            <w:pPr>
              <w:pStyle w:val="BodyText"/>
              <w:jc w:val="both"/>
              <w:rPr>
                <w:sz w:val="20"/>
              </w:rPr>
            </w:pPr>
            <w:r w:rsidRPr="00982980">
              <w:rPr>
                <w:sz w:val="20"/>
              </w:rPr>
              <w:t xml:space="preserve">Объем выполненных работ, материалы должны соответствовать смете. </w:t>
            </w:r>
          </w:p>
          <w:p w:rsidR="0001278C" w:rsidRPr="00982980" w:rsidRDefault="0001278C" w:rsidP="00A36DC9">
            <w:pPr>
              <w:pStyle w:val="BodyText"/>
              <w:jc w:val="both"/>
              <w:rPr>
                <w:sz w:val="20"/>
              </w:rPr>
            </w:pPr>
          </w:p>
        </w:tc>
        <w:tc>
          <w:tcPr>
            <w:tcW w:w="2452" w:type="dxa"/>
            <w:gridSpan w:val="2"/>
            <w:vMerge w:val="restart"/>
          </w:tcPr>
          <w:p w:rsidR="0001278C" w:rsidRPr="00982980" w:rsidRDefault="0001278C" w:rsidP="00AD4FC4">
            <w:pPr>
              <w:ind w:left="85" w:right="85"/>
              <w:jc w:val="center"/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 xml:space="preserve">Согласно </w:t>
            </w:r>
          </w:p>
          <w:p w:rsidR="0001278C" w:rsidRPr="00982980" w:rsidRDefault="0001278C" w:rsidP="00AD4FC4">
            <w:pPr>
              <w:ind w:left="85" w:right="85"/>
              <w:jc w:val="center"/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локальной смете</w:t>
            </w:r>
            <w:r>
              <w:rPr>
                <w:sz w:val="20"/>
                <w:szCs w:val="20"/>
              </w:rPr>
              <w:t xml:space="preserve"> и ведомости объемов работ</w:t>
            </w:r>
          </w:p>
          <w:p w:rsidR="0001278C" w:rsidRPr="00982980" w:rsidRDefault="0001278C" w:rsidP="00AD4FC4">
            <w:pPr>
              <w:ind w:left="85" w:right="85"/>
              <w:jc w:val="right"/>
              <w:rPr>
                <w:sz w:val="20"/>
                <w:szCs w:val="20"/>
              </w:rPr>
            </w:pPr>
          </w:p>
        </w:tc>
      </w:tr>
      <w:tr w:rsidR="0001278C" w:rsidRPr="00982980" w:rsidTr="00B320E7">
        <w:trPr>
          <w:cantSplit/>
          <w:trHeight w:val="1248"/>
        </w:trPr>
        <w:tc>
          <w:tcPr>
            <w:tcW w:w="1728" w:type="dxa"/>
            <w:vMerge/>
          </w:tcPr>
          <w:p w:rsidR="0001278C" w:rsidRPr="00982980" w:rsidRDefault="0001278C" w:rsidP="00AD4FC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01278C" w:rsidRPr="00982980" w:rsidRDefault="0001278C" w:rsidP="00AD4FC4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Требование к техническим характеристикам товаров, работ, услуг</w:t>
            </w:r>
          </w:p>
        </w:tc>
        <w:tc>
          <w:tcPr>
            <w:tcW w:w="4860" w:type="dxa"/>
          </w:tcPr>
          <w:p w:rsidR="0001278C" w:rsidRPr="00982980" w:rsidRDefault="0001278C" w:rsidP="00AD4FC4">
            <w:pPr>
              <w:pStyle w:val="Header"/>
              <w:tabs>
                <w:tab w:val="left" w:pos="708"/>
              </w:tabs>
              <w:jc w:val="both"/>
            </w:pPr>
            <w:r w:rsidRPr="00982980">
              <w:t>В соответствии с локальной сметой и муниципальным контрактом.</w:t>
            </w:r>
          </w:p>
          <w:p w:rsidR="0001278C" w:rsidRDefault="0001278C" w:rsidP="00AD4FC4">
            <w:pPr>
              <w:pStyle w:val="BodyText"/>
              <w:ind w:right="72"/>
              <w:jc w:val="both"/>
              <w:rPr>
                <w:sz w:val="20"/>
              </w:rPr>
            </w:pPr>
            <w:r w:rsidRPr="00982980">
              <w:rPr>
                <w:sz w:val="20"/>
              </w:rPr>
              <w:t xml:space="preserve">Все материалы должны соответствовать заявленным в смете. </w:t>
            </w:r>
          </w:p>
          <w:p w:rsidR="0001278C" w:rsidRPr="007F23AE" w:rsidRDefault="0001278C" w:rsidP="00AD4FC4">
            <w:pPr>
              <w:pStyle w:val="BodyText"/>
              <w:rPr>
                <w:sz w:val="20"/>
              </w:rPr>
            </w:pPr>
            <w:r w:rsidRPr="007F23AE">
              <w:rPr>
                <w:sz w:val="20"/>
              </w:rPr>
              <w:t>Линолеум должен представлять собой полукоммерческое покрытие на основе поливинилхлорида.</w:t>
            </w:r>
          </w:p>
          <w:p w:rsidR="0001278C" w:rsidRPr="007F23AE" w:rsidRDefault="0001278C" w:rsidP="00AD4FC4">
            <w:pPr>
              <w:pStyle w:val="BodyText"/>
              <w:rPr>
                <w:sz w:val="20"/>
              </w:rPr>
            </w:pPr>
            <w:r>
              <w:rPr>
                <w:sz w:val="20"/>
              </w:rPr>
              <w:t>Ш</w:t>
            </w:r>
            <w:r w:rsidRPr="007F23AE">
              <w:rPr>
                <w:sz w:val="20"/>
              </w:rPr>
              <w:t xml:space="preserve">ирина </w:t>
            </w:r>
            <w:r>
              <w:rPr>
                <w:sz w:val="20"/>
              </w:rPr>
              <w:t xml:space="preserve">линолеума </w:t>
            </w:r>
            <w:smartTag w:uri="urn:schemas-microsoft-com:office:smarttags" w:element="metricconverter">
              <w:smartTagPr>
                <w:attr w:name="ProductID" w:val="3 м"/>
              </w:smartTagPr>
              <w:r w:rsidRPr="007F23AE">
                <w:rPr>
                  <w:sz w:val="20"/>
                </w:rPr>
                <w:t>3 м</w:t>
              </w:r>
            </w:smartTag>
            <w:r w:rsidRPr="007F23AE">
              <w:rPr>
                <w:sz w:val="20"/>
              </w:rPr>
              <w:t>.</w:t>
            </w:r>
            <w:r>
              <w:rPr>
                <w:sz w:val="20"/>
              </w:rPr>
              <w:t xml:space="preserve">, соответствие </w:t>
            </w:r>
            <w:r w:rsidRPr="007F23AE">
              <w:rPr>
                <w:sz w:val="20"/>
              </w:rPr>
              <w:t>степени пожарной безопасности согласно технического регламента о требованиях пожарной безопасност</w:t>
            </w:r>
            <w:r>
              <w:rPr>
                <w:sz w:val="20"/>
              </w:rPr>
              <w:t xml:space="preserve">и для </w:t>
            </w:r>
            <w:r w:rsidRPr="007F23AE">
              <w:rPr>
                <w:sz w:val="20"/>
              </w:rPr>
              <w:t xml:space="preserve">общеобразовательный учреждений (не выше Г1, В2, РП1, Д2+Т2). </w:t>
            </w:r>
          </w:p>
          <w:p w:rsidR="0001278C" w:rsidRPr="007F23AE" w:rsidRDefault="0001278C" w:rsidP="00AD4FC4">
            <w:pPr>
              <w:pStyle w:val="Header"/>
              <w:tabs>
                <w:tab w:val="left" w:pos="708"/>
              </w:tabs>
              <w:jc w:val="both"/>
            </w:pPr>
            <w:r w:rsidRPr="007F23AE">
              <w:t>Расцветка – по согласованию с заказчиком.</w:t>
            </w:r>
          </w:p>
          <w:p w:rsidR="0001278C" w:rsidRPr="00982980" w:rsidRDefault="0001278C" w:rsidP="00AD4FC4">
            <w:pPr>
              <w:pStyle w:val="BodyText"/>
              <w:ind w:right="72"/>
              <w:jc w:val="both"/>
              <w:rPr>
                <w:sz w:val="20"/>
              </w:rPr>
            </w:pPr>
          </w:p>
        </w:tc>
        <w:tc>
          <w:tcPr>
            <w:tcW w:w="2452" w:type="dxa"/>
            <w:gridSpan w:val="2"/>
            <w:vMerge/>
          </w:tcPr>
          <w:p w:rsidR="0001278C" w:rsidRPr="00982980" w:rsidRDefault="0001278C" w:rsidP="00AD4FC4">
            <w:pPr>
              <w:pStyle w:val="BodyText"/>
              <w:rPr>
                <w:sz w:val="20"/>
              </w:rPr>
            </w:pPr>
          </w:p>
        </w:tc>
      </w:tr>
      <w:tr w:rsidR="0001278C" w:rsidRPr="00982980" w:rsidTr="00B320E7">
        <w:trPr>
          <w:cantSplit/>
          <w:trHeight w:val="2292"/>
        </w:trPr>
        <w:tc>
          <w:tcPr>
            <w:tcW w:w="1728" w:type="dxa"/>
            <w:vMerge/>
          </w:tcPr>
          <w:p w:rsidR="0001278C" w:rsidRPr="00982980" w:rsidRDefault="0001278C" w:rsidP="00AD4FC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01278C" w:rsidRPr="00982980" w:rsidRDefault="0001278C" w:rsidP="00AD4FC4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4860" w:type="dxa"/>
          </w:tcPr>
          <w:p w:rsidR="0001278C" w:rsidRPr="00982980" w:rsidRDefault="0001278C" w:rsidP="00AD4FC4">
            <w:pPr>
              <w:pStyle w:val="BodyText"/>
              <w:rPr>
                <w:sz w:val="20"/>
              </w:rPr>
            </w:pPr>
            <w:r w:rsidRPr="00982980">
              <w:rPr>
                <w:sz w:val="20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 проектов, другие нормативные акты в области строительства и лицензирования строительной деятельности. Обеспечить соблюдение в месте выполнения работ необходимых мероприятий по технике безопасности, пожарной безопасности, охране труда,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2452" w:type="dxa"/>
            <w:gridSpan w:val="2"/>
            <w:vMerge/>
          </w:tcPr>
          <w:p w:rsidR="0001278C" w:rsidRPr="00982980" w:rsidRDefault="0001278C" w:rsidP="00AD4FC4">
            <w:pPr>
              <w:pStyle w:val="BodyText"/>
              <w:rPr>
                <w:sz w:val="20"/>
              </w:rPr>
            </w:pPr>
          </w:p>
        </w:tc>
      </w:tr>
      <w:tr w:rsidR="0001278C" w:rsidRPr="00982980" w:rsidTr="00B320E7">
        <w:trPr>
          <w:cantSplit/>
        </w:trPr>
        <w:tc>
          <w:tcPr>
            <w:tcW w:w="1728" w:type="dxa"/>
            <w:vMerge/>
          </w:tcPr>
          <w:p w:rsidR="0001278C" w:rsidRPr="00982980" w:rsidRDefault="0001278C" w:rsidP="00AD4FC4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</w:tcPr>
          <w:p w:rsidR="0001278C" w:rsidRPr="00982980" w:rsidRDefault="0001278C" w:rsidP="00AD4FC4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Требования к результатам работ, оказанию услуг</w:t>
            </w:r>
          </w:p>
        </w:tc>
        <w:tc>
          <w:tcPr>
            <w:tcW w:w="4860" w:type="dxa"/>
            <w:tcBorders>
              <w:top w:val="single" w:sz="4" w:space="0" w:color="000000"/>
            </w:tcBorders>
          </w:tcPr>
          <w:p w:rsidR="0001278C" w:rsidRPr="009728F1" w:rsidRDefault="0001278C" w:rsidP="00AD4FC4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728F1">
              <w:rPr>
                <w:rFonts w:ascii="Times New Roman" w:hAnsi="Times New Roman"/>
                <w:sz w:val="20"/>
                <w:szCs w:val="20"/>
              </w:rPr>
              <w:t>Работы вести по графику производства работ, в работающем учреждении п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 согласованию с руководством. </w:t>
            </w:r>
            <w:r w:rsidRPr="009728F1">
              <w:rPr>
                <w:rFonts w:ascii="Times New Roman" w:hAnsi="Times New Roman"/>
                <w:sz w:val="20"/>
                <w:szCs w:val="20"/>
              </w:rPr>
              <w:t>Каждый вид выполненных работ по отдельному этапу (согласно пунктов сметы) подписывается обеими сторонами составив промежуточный акт приемки выполненных работ по форме КС-2, КС-3. При проведении скрытых работ – работы, которые скрываются последующими работами и конструкциями, подрядчик предоставляет Заказчику акт на скрытые работы, с выходом представителей Контракта на объект, в сроки и время, назначенные Заказчиком.</w:t>
            </w:r>
          </w:p>
          <w:p w:rsidR="0001278C" w:rsidRPr="009728F1" w:rsidRDefault="0001278C" w:rsidP="00AD4FC4">
            <w:pPr>
              <w:pStyle w:val="ConsPlusNormal"/>
              <w:ind w:firstLine="0"/>
              <w:rPr>
                <w:rFonts w:ascii="Times New Roman" w:hAnsi="Times New Roman"/>
                <w:sz w:val="20"/>
                <w:szCs w:val="20"/>
              </w:rPr>
            </w:pPr>
            <w:r w:rsidRPr="009728F1">
              <w:rPr>
                <w:rFonts w:ascii="Times New Roman" w:hAnsi="Times New Roman"/>
                <w:sz w:val="20"/>
                <w:szCs w:val="20"/>
              </w:rPr>
              <w:t>Осуществлять  за свой счет уборку территории, на которой производится выполнение работ и прилегающей к ней территории, после каждого этапа    (согласно пунктов сметы) не допускать захламление территории Заказчика.</w:t>
            </w:r>
          </w:p>
          <w:p w:rsidR="0001278C" w:rsidRPr="00982980" w:rsidRDefault="0001278C" w:rsidP="00AD4FC4">
            <w:pPr>
              <w:pStyle w:val="BodyText"/>
              <w:rPr>
                <w:sz w:val="20"/>
              </w:rPr>
            </w:pPr>
            <w:r w:rsidRPr="00982980">
              <w:rPr>
                <w:sz w:val="20"/>
              </w:rPr>
              <w:t>Гарантийный срок выполненных работ - 36 месяцев со дня подписания акта выполненных работ.</w:t>
            </w:r>
          </w:p>
        </w:tc>
        <w:tc>
          <w:tcPr>
            <w:tcW w:w="2452" w:type="dxa"/>
            <w:gridSpan w:val="2"/>
            <w:vMerge/>
          </w:tcPr>
          <w:p w:rsidR="0001278C" w:rsidRPr="00982980" w:rsidRDefault="0001278C" w:rsidP="00AD4FC4">
            <w:pPr>
              <w:pStyle w:val="BodyText"/>
              <w:rPr>
                <w:sz w:val="20"/>
              </w:rPr>
            </w:pPr>
          </w:p>
        </w:tc>
      </w:tr>
    </w:tbl>
    <w:p w:rsidR="0001278C" w:rsidRDefault="0001278C"/>
    <w:tbl>
      <w:tblPr>
        <w:tblW w:w="10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168"/>
        <w:gridCol w:w="7312"/>
      </w:tblGrid>
      <w:tr w:rsidR="0001278C" w:rsidRPr="00982980" w:rsidTr="005D3120">
        <w:tc>
          <w:tcPr>
            <w:tcW w:w="3168" w:type="dxa"/>
            <w:tcBorders>
              <w:top w:val="single" w:sz="4" w:space="0" w:color="auto"/>
            </w:tcBorders>
          </w:tcPr>
          <w:p w:rsidR="0001278C" w:rsidRPr="00982980" w:rsidRDefault="0001278C" w:rsidP="00AD4FC4">
            <w:pPr>
              <w:tabs>
                <w:tab w:val="left" w:pos="1288"/>
              </w:tabs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Требования к участникам размещения заказа (устанавливаются Заказчиком, уполномоченным органом)</w:t>
            </w:r>
          </w:p>
        </w:tc>
        <w:tc>
          <w:tcPr>
            <w:tcW w:w="7312" w:type="dxa"/>
            <w:tcBorders>
              <w:top w:val="single" w:sz="4" w:space="0" w:color="auto"/>
            </w:tcBorders>
          </w:tcPr>
          <w:p w:rsidR="0001278C" w:rsidRDefault="0001278C" w:rsidP="007006B4">
            <w:pPr>
              <w:pStyle w:val="BodyText"/>
              <w:tabs>
                <w:tab w:val="left" w:pos="1288"/>
              </w:tabs>
              <w:jc w:val="both"/>
              <w:rPr>
                <w:sz w:val="20"/>
              </w:rPr>
            </w:pPr>
            <w:r w:rsidRPr="00982980">
              <w:rPr>
                <w:sz w:val="20"/>
              </w:rPr>
              <w:t>Отсутствие в реестре недобросовестных поставщиков сведений об участнике размещения заказа</w:t>
            </w:r>
          </w:p>
          <w:p w:rsidR="0001278C" w:rsidRPr="00982980" w:rsidRDefault="0001278C" w:rsidP="007006B4">
            <w:pPr>
              <w:pStyle w:val="BodyText"/>
              <w:tabs>
                <w:tab w:val="left" w:pos="1288"/>
              </w:tabs>
              <w:ind w:left="720"/>
              <w:jc w:val="both"/>
              <w:rPr>
                <w:sz w:val="20"/>
              </w:rPr>
            </w:pPr>
          </w:p>
        </w:tc>
      </w:tr>
      <w:tr w:rsidR="0001278C" w:rsidRPr="00982980" w:rsidTr="005D3120">
        <w:tc>
          <w:tcPr>
            <w:tcW w:w="3168" w:type="dxa"/>
          </w:tcPr>
          <w:p w:rsidR="0001278C" w:rsidRPr="00982980" w:rsidRDefault="0001278C" w:rsidP="00AD4FC4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Источник финансирования заказа</w:t>
            </w:r>
          </w:p>
        </w:tc>
        <w:tc>
          <w:tcPr>
            <w:tcW w:w="7312" w:type="dxa"/>
          </w:tcPr>
          <w:p w:rsidR="0001278C" w:rsidRPr="00982980" w:rsidRDefault="0001278C" w:rsidP="007006B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 xml:space="preserve">Бюджет города Иванова </w:t>
            </w:r>
          </w:p>
        </w:tc>
      </w:tr>
      <w:tr w:rsidR="0001278C" w:rsidRPr="00982980" w:rsidTr="005D3120">
        <w:tc>
          <w:tcPr>
            <w:tcW w:w="3168" w:type="dxa"/>
          </w:tcPr>
          <w:p w:rsidR="0001278C" w:rsidRPr="00982980" w:rsidRDefault="0001278C" w:rsidP="00AD4FC4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Максимальная цена контракта, руб.</w:t>
            </w:r>
          </w:p>
        </w:tc>
        <w:tc>
          <w:tcPr>
            <w:tcW w:w="7312" w:type="dxa"/>
          </w:tcPr>
          <w:p w:rsidR="0001278C" w:rsidRPr="00982980" w:rsidRDefault="0001278C" w:rsidP="007006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158 278,00</w:t>
            </w:r>
          </w:p>
        </w:tc>
      </w:tr>
      <w:tr w:rsidR="0001278C" w:rsidRPr="00982980" w:rsidTr="005D3120">
        <w:tc>
          <w:tcPr>
            <w:tcW w:w="3168" w:type="dxa"/>
          </w:tcPr>
          <w:p w:rsidR="0001278C" w:rsidRPr="00982980" w:rsidRDefault="0001278C" w:rsidP="00AD4FC4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7312" w:type="dxa"/>
          </w:tcPr>
          <w:p w:rsidR="0001278C" w:rsidRPr="00982980" w:rsidRDefault="0001278C" w:rsidP="007006B4">
            <w:pPr>
              <w:jc w:val="both"/>
              <w:rPr>
                <w:b/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Цена включает все расходы, связанные с исполнением муниципального контракта</w:t>
            </w:r>
            <w:r>
              <w:rPr>
                <w:sz w:val="20"/>
                <w:szCs w:val="20"/>
              </w:rPr>
              <w:t>,</w:t>
            </w:r>
            <w:r w:rsidRPr="0098298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в том </w:t>
            </w:r>
            <w:r w:rsidRPr="00982980">
              <w:rPr>
                <w:sz w:val="20"/>
                <w:szCs w:val="20"/>
              </w:rPr>
              <w:t>ч</w:t>
            </w:r>
            <w:r>
              <w:rPr>
                <w:sz w:val="20"/>
                <w:szCs w:val="20"/>
              </w:rPr>
              <w:t>исле</w:t>
            </w:r>
            <w:r w:rsidRPr="0098298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стоимость работ, </w:t>
            </w:r>
            <w:r w:rsidRPr="00982980">
              <w:rPr>
                <w:sz w:val="20"/>
                <w:szCs w:val="20"/>
              </w:rPr>
              <w:t>стоимость товара, транспортные расходы, разгрузка, налоги с учетом НДС, сборы и другие обязательные платежи</w:t>
            </w:r>
          </w:p>
        </w:tc>
      </w:tr>
      <w:tr w:rsidR="0001278C" w:rsidRPr="00982980" w:rsidTr="005D3120">
        <w:tc>
          <w:tcPr>
            <w:tcW w:w="3168" w:type="dxa"/>
          </w:tcPr>
          <w:p w:rsidR="0001278C" w:rsidRPr="00982980" w:rsidRDefault="0001278C" w:rsidP="00AD4FC4">
            <w:pPr>
              <w:rPr>
                <w:bCs/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 xml:space="preserve">Место доставки товаров, выполнения работ, </w:t>
            </w:r>
            <w:r w:rsidRPr="00982980">
              <w:rPr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7312" w:type="dxa"/>
          </w:tcPr>
          <w:p w:rsidR="0001278C" w:rsidRPr="00934875" w:rsidRDefault="0001278C" w:rsidP="007006B4">
            <w:pPr>
              <w:jc w:val="both"/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 xml:space="preserve">г. Иваново, ул. </w:t>
            </w:r>
            <w:r>
              <w:rPr>
                <w:sz w:val="20"/>
                <w:szCs w:val="20"/>
              </w:rPr>
              <w:t>Некрасова</w:t>
            </w:r>
            <w:r w:rsidRPr="00982980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д. 51</w:t>
            </w:r>
          </w:p>
        </w:tc>
      </w:tr>
      <w:tr w:rsidR="0001278C" w:rsidRPr="00982980" w:rsidTr="005D3120">
        <w:tc>
          <w:tcPr>
            <w:tcW w:w="3168" w:type="dxa"/>
          </w:tcPr>
          <w:p w:rsidR="0001278C" w:rsidRPr="00982980" w:rsidRDefault="0001278C" w:rsidP="00AD4FC4">
            <w:pPr>
              <w:rPr>
                <w:bCs/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 xml:space="preserve">Срок поставок товаров, выполнения работ, </w:t>
            </w:r>
            <w:r w:rsidRPr="00982980">
              <w:rPr>
                <w:bCs/>
                <w:sz w:val="20"/>
                <w:szCs w:val="20"/>
              </w:rPr>
              <w:t>оказания услуг</w:t>
            </w:r>
          </w:p>
        </w:tc>
        <w:tc>
          <w:tcPr>
            <w:tcW w:w="7312" w:type="dxa"/>
          </w:tcPr>
          <w:p w:rsidR="0001278C" w:rsidRPr="00982980" w:rsidRDefault="0001278C" w:rsidP="007006B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течение 10 дней с</w:t>
            </w:r>
            <w:r w:rsidRPr="00982980">
              <w:rPr>
                <w:sz w:val="20"/>
                <w:szCs w:val="20"/>
              </w:rPr>
              <w:t xml:space="preserve"> момента заключения контракта</w:t>
            </w:r>
            <w:r>
              <w:rPr>
                <w:sz w:val="20"/>
                <w:szCs w:val="20"/>
              </w:rPr>
              <w:t>.</w:t>
            </w:r>
          </w:p>
        </w:tc>
      </w:tr>
      <w:tr w:rsidR="0001278C" w:rsidRPr="00982980" w:rsidTr="005D3120">
        <w:tc>
          <w:tcPr>
            <w:tcW w:w="3168" w:type="dxa"/>
          </w:tcPr>
          <w:p w:rsidR="0001278C" w:rsidRPr="00982980" w:rsidRDefault="0001278C" w:rsidP="00AD4FC4">
            <w:pPr>
              <w:rPr>
                <w:bCs/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 xml:space="preserve">Срок и условия оплаты поставок товаров, выполнения работ, </w:t>
            </w:r>
            <w:r w:rsidRPr="00982980">
              <w:rPr>
                <w:bCs/>
                <w:sz w:val="20"/>
                <w:szCs w:val="20"/>
              </w:rPr>
              <w:t xml:space="preserve">оказания услуг </w:t>
            </w:r>
          </w:p>
        </w:tc>
        <w:tc>
          <w:tcPr>
            <w:tcW w:w="7312" w:type="dxa"/>
          </w:tcPr>
          <w:p w:rsidR="0001278C" w:rsidRPr="00982980" w:rsidRDefault="0001278C" w:rsidP="007006B4">
            <w:pPr>
              <w:jc w:val="both"/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 xml:space="preserve">Оплата выполненных работ производится в форме безналичного расчета   путем перечисления денежных средств на расчетный счет </w:t>
            </w:r>
            <w:r>
              <w:rPr>
                <w:sz w:val="20"/>
                <w:szCs w:val="20"/>
              </w:rPr>
              <w:t>п</w:t>
            </w:r>
            <w:r w:rsidRPr="00982980">
              <w:rPr>
                <w:sz w:val="20"/>
                <w:szCs w:val="20"/>
              </w:rPr>
              <w:t>одрядчика на основании смет, счетов, акта выполненных работ (форма КС-2), справки стоимости работ и затрат</w:t>
            </w:r>
            <w:r>
              <w:rPr>
                <w:sz w:val="20"/>
                <w:szCs w:val="20"/>
              </w:rPr>
              <w:t xml:space="preserve"> </w:t>
            </w:r>
            <w:r w:rsidRPr="00982980">
              <w:rPr>
                <w:sz w:val="20"/>
                <w:szCs w:val="20"/>
              </w:rPr>
              <w:t xml:space="preserve">(форма КС-3) после проверки представителям </w:t>
            </w:r>
            <w:r>
              <w:rPr>
                <w:sz w:val="20"/>
                <w:szCs w:val="20"/>
              </w:rPr>
              <w:t>з</w:t>
            </w:r>
            <w:r w:rsidRPr="00982980">
              <w:rPr>
                <w:sz w:val="20"/>
                <w:szCs w:val="20"/>
              </w:rPr>
              <w:t xml:space="preserve">аказчика, специалистом муниципального учреждения по проектно-документальному сопровождению и техническому контролю за ремонтом объектов муниципальной собственности и финансово-казначейского управления администрации города Иванова с учетом выявленных замечаний, недостатков, и при условии полного и надлежащего выполнения </w:t>
            </w:r>
            <w:r>
              <w:rPr>
                <w:sz w:val="20"/>
                <w:szCs w:val="20"/>
              </w:rPr>
              <w:t>п</w:t>
            </w:r>
            <w:r w:rsidRPr="00982980">
              <w:rPr>
                <w:sz w:val="20"/>
                <w:szCs w:val="20"/>
              </w:rPr>
              <w:t xml:space="preserve">одрядчиком своих обязательств по контракту </w:t>
            </w:r>
            <w:r>
              <w:rPr>
                <w:sz w:val="20"/>
                <w:szCs w:val="20"/>
              </w:rPr>
              <w:t>д</w:t>
            </w:r>
            <w:r w:rsidRPr="00982980">
              <w:rPr>
                <w:sz w:val="20"/>
                <w:szCs w:val="20"/>
              </w:rPr>
              <w:t>о 31.12.201</w:t>
            </w:r>
            <w:r>
              <w:rPr>
                <w:sz w:val="20"/>
                <w:szCs w:val="20"/>
              </w:rPr>
              <w:t>1</w:t>
            </w:r>
            <w:r w:rsidRPr="00982980">
              <w:rPr>
                <w:sz w:val="20"/>
                <w:szCs w:val="20"/>
              </w:rPr>
              <w:t>.</w:t>
            </w:r>
          </w:p>
        </w:tc>
      </w:tr>
      <w:tr w:rsidR="0001278C" w:rsidRPr="00982980" w:rsidTr="005D3120">
        <w:tc>
          <w:tcPr>
            <w:tcW w:w="3168" w:type="dxa"/>
            <w:tcBorders>
              <w:bottom w:val="single" w:sz="4" w:space="0" w:color="auto"/>
            </w:tcBorders>
          </w:tcPr>
          <w:p w:rsidR="0001278C" w:rsidRPr="00982980" w:rsidRDefault="0001278C" w:rsidP="00AD4FC4">
            <w:pPr>
              <w:rPr>
                <w:sz w:val="20"/>
                <w:szCs w:val="20"/>
              </w:rPr>
            </w:pPr>
            <w:r w:rsidRPr="00982980">
              <w:rPr>
                <w:sz w:val="20"/>
                <w:szCs w:val="20"/>
              </w:rPr>
              <w:t>Срок подписания победителем контракта</w:t>
            </w:r>
          </w:p>
        </w:tc>
        <w:tc>
          <w:tcPr>
            <w:tcW w:w="7312" w:type="dxa"/>
            <w:tcBorders>
              <w:bottom w:val="single" w:sz="4" w:space="0" w:color="auto"/>
            </w:tcBorders>
          </w:tcPr>
          <w:p w:rsidR="0001278C" w:rsidRPr="007006B4" w:rsidRDefault="0001278C" w:rsidP="007006B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006B4">
              <w:rPr>
                <w:bCs/>
                <w:sz w:val="20"/>
                <w:szCs w:val="20"/>
              </w:rPr>
              <w:t>Не позднее 10 (десять) дней со дня подписания протокола рассмотрения и оценки котировочных заявок</w:t>
            </w:r>
          </w:p>
        </w:tc>
      </w:tr>
    </w:tbl>
    <w:p w:rsidR="0001278C" w:rsidRDefault="0001278C" w:rsidP="005D3120">
      <w:pPr>
        <w:rPr>
          <w:b/>
          <w:sz w:val="20"/>
          <w:szCs w:val="20"/>
        </w:rPr>
      </w:pPr>
    </w:p>
    <w:p w:rsidR="0001278C" w:rsidRPr="00697621" w:rsidRDefault="0001278C" w:rsidP="00744E8B">
      <w:pPr>
        <w:pStyle w:val="Caption"/>
        <w:outlineLvl w:val="0"/>
        <w:rPr>
          <w:caps/>
          <w:sz w:val="20"/>
        </w:rPr>
      </w:pPr>
    </w:p>
    <w:p w:rsidR="0001278C" w:rsidRDefault="0001278C" w:rsidP="00744E8B">
      <w:pPr>
        <w:pStyle w:val="Caption"/>
        <w:outlineLvl w:val="0"/>
        <w:rPr>
          <w:caps/>
          <w:sz w:val="20"/>
        </w:rPr>
      </w:pPr>
    </w:p>
    <w:p w:rsidR="0001278C" w:rsidRDefault="0001278C" w:rsidP="00744E8B">
      <w:pPr>
        <w:pStyle w:val="Caption"/>
        <w:outlineLvl w:val="0"/>
        <w:rPr>
          <w:caps/>
          <w:sz w:val="20"/>
        </w:rPr>
      </w:pPr>
    </w:p>
    <w:p w:rsidR="0001278C" w:rsidRPr="005D3120" w:rsidRDefault="0001278C" w:rsidP="00FE05E6">
      <w:pPr>
        <w:pStyle w:val="BodyTextIndent2"/>
        <w:widowControl w:val="0"/>
        <w:tabs>
          <w:tab w:val="num" w:pos="1260"/>
        </w:tabs>
        <w:adjustRightInd w:val="0"/>
        <w:spacing w:after="0" w:line="240" w:lineRule="auto"/>
        <w:ind w:left="0"/>
        <w:jc w:val="both"/>
        <w:textAlignment w:val="baseline"/>
        <w:rPr>
          <w:sz w:val="16"/>
          <w:szCs w:val="16"/>
        </w:rPr>
      </w:pPr>
    </w:p>
    <w:p w:rsidR="0001278C" w:rsidRDefault="0001278C" w:rsidP="00FE05E6">
      <w:pPr>
        <w:ind w:left="2124"/>
        <w:jc w:val="right"/>
        <w:rPr>
          <w:b/>
        </w:rPr>
      </w:pPr>
    </w:p>
    <w:p w:rsidR="0001278C" w:rsidRDefault="0001278C" w:rsidP="00FE05E6">
      <w:pPr>
        <w:ind w:left="2124"/>
        <w:jc w:val="right"/>
        <w:rPr>
          <w:b/>
        </w:rPr>
      </w:pPr>
    </w:p>
    <w:p w:rsidR="0001278C" w:rsidRPr="00806215" w:rsidRDefault="0001278C" w:rsidP="007006B4">
      <w:pPr>
        <w:pStyle w:val="BodyTextIndent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  <w:r>
        <w:br w:type="page"/>
      </w:r>
      <w:r w:rsidRPr="00806215"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</w:t>
      </w:r>
      <w:r w:rsidRPr="00806215">
        <w:t>у</w:t>
      </w:r>
      <w:r w:rsidRPr="00806215">
        <w:t>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806215">
        <w:t>о</w:t>
      </w:r>
      <w:r w:rsidRPr="00806215">
        <w:t>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01278C" w:rsidRPr="00806215" w:rsidRDefault="0001278C" w:rsidP="007006B4">
      <w:pPr>
        <w:ind w:firstLine="708"/>
        <w:jc w:val="both"/>
      </w:pPr>
      <w:r w:rsidRPr="00806215">
        <w:t xml:space="preserve">В случае,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01278C" w:rsidRPr="00806215" w:rsidRDefault="0001278C" w:rsidP="007006B4">
      <w:pPr>
        <w:pStyle w:val="Title"/>
        <w:ind w:firstLine="720"/>
        <w:jc w:val="both"/>
        <w:rPr>
          <w:b w:val="0"/>
          <w:szCs w:val="24"/>
        </w:rPr>
      </w:pPr>
      <w:r w:rsidRPr="00806215">
        <w:rPr>
          <w:b w:val="0"/>
          <w:szCs w:val="24"/>
        </w:rPr>
        <w:t>Согласно ч. 2 ст. 46 Федерального закона от 21.07.2005 № 94 - ФЗ  «О размещен</w:t>
      </w:r>
      <w:r>
        <w:rPr>
          <w:b w:val="0"/>
          <w:szCs w:val="24"/>
        </w:rPr>
        <w:t>ии</w:t>
      </w:r>
      <w:r w:rsidRPr="00806215">
        <w:rPr>
          <w:b w:val="0"/>
          <w:szCs w:val="24"/>
        </w:rPr>
        <w:t xml:space="preserve">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В связи с отсутствием технической возможности в принятии электронных документов, заверенных электронно-цифровой подписью, котировочная заявка принимается только в письменной форме.</w:t>
      </w:r>
    </w:p>
    <w:p w:rsidR="0001278C" w:rsidRPr="00806215" w:rsidRDefault="0001278C" w:rsidP="007006B4">
      <w:pPr>
        <w:pStyle w:val="Title"/>
        <w:ind w:firstLine="720"/>
        <w:jc w:val="both"/>
        <w:rPr>
          <w:b w:val="0"/>
          <w:szCs w:val="24"/>
        </w:rPr>
      </w:pPr>
      <w:r w:rsidRPr="00806215">
        <w:rPr>
          <w:b w:val="0"/>
          <w:szCs w:val="24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01278C" w:rsidRPr="00DC449C" w:rsidRDefault="0001278C" w:rsidP="007006B4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</w:rPr>
      </w:pPr>
      <w:r w:rsidRPr="00DC449C">
        <w:rPr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DC449C">
        <w:rPr>
          <w:b/>
          <w:bCs/>
        </w:rPr>
        <w:t xml:space="preserve"> </w:t>
      </w:r>
      <w:r w:rsidRPr="00DC449C">
        <w:t>(ч. 1 ст. 8 ФЗ № 94).</w:t>
      </w:r>
    </w:p>
    <w:p w:rsidR="0001278C" w:rsidRPr="00806215" w:rsidRDefault="0001278C" w:rsidP="007006B4">
      <w:pPr>
        <w:ind w:firstLine="708"/>
        <w:jc w:val="both"/>
      </w:pPr>
      <w:r w:rsidRPr="00806215"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01278C" w:rsidRPr="002F1EBF" w:rsidRDefault="0001278C" w:rsidP="007006B4">
      <w:pPr>
        <w:pStyle w:val="Title"/>
        <w:ind w:firstLine="708"/>
        <w:jc w:val="both"/>
        <w:rPr>
          <w:b w:val="0"/>
          <w:szCs w:val="24"/>
        </w:rPr>
      </w:pPr>
      <w:r w:rsidRPr="002F1EBF">
        <w:rPr>
          <w:b w:val="0"/>
          <w:szCs w:val="24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01278C" w:rsidRPr="00BA5C77" w:rsidRDefault="0001278C" w:rsidP="007006B4">
      <w:pPr>
        <w:pStyle w:val="Title"/>
        <w:ind w:firstLine="720"/>
        <w:jc w:val="both"/>
        <w:rPr>
          <w:b w:val="0"/>
          <w:szCs w:val="24"/>
        </w:rPr>
      </w:pPr>
      <w:r w:rsidRPr="00806215">
        <w:rPr>
          <w:b w:val="0"/>
          <w:szCs w:val="24"/>
        </w:rPr>
        <w:t xml:space="preserve">Участник размещения заказа вправе подать только одну котировочную заявку, </w:t>
      </w:r>
      <w:r w:rsidRPr="00BA5C77">
        <w:rPr>
          <w:b w:val="0"/>
          <w:szCs w:val="24"/>
        </w:rPr>
        <w:t>внесение изменений в которую не допускается.</w:t>
      </w:r>
    </w:p>
    <w:p w:rsidR="0001278C" w:rsidRPr="00BA5C77" w:rsidRDefault="0001278C" w:rsidP="007006B4">
      <w:pPr>
        <w:ind w:firstLine="720"/>
        <w:jc w:val="both"/>
      </w:pPr>
      <w:r w:rsidRPr="00BA5C77">
        <w:t>В случае,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01278C" w:rsidRPr="00806215" w:rsidRDefault="0001278C" w:rsidP="007006B4">
      <w:pPr>
        <w:pStyle w:val="Title"/>
        <w:ind w:firstLine="720"/>
        <w:jc w:val="both"/>
        <w:rPr>
          <w:b w:val="0"/>
          <w:szCs w:val="24"/>
        </w:rPr>
      </w:pPr>
      <w:r w:rsidRPr="00BA5C77">
        <w:rPr>
          <w:b w:val="0"/>
          <w:szCs w:val="24"/>
        </w:rPr>
        <w:t>Котировочная заявка должна быть составлена</w:t>
      </w:r>
      <w:r w:rsidRPr="00806215">
        <w:rPr>
          <w:b w:val="0"/>
          <w:szCs w:val="24"/>
        </w:rPr>
        <w:t xml:space="preserve"> по прилагаемой форме и в соответствии с требованиями статьи 44 ФЗ № 94:</w:t>
      </w:r>
    </w:p>
    <w:p w:rsidR="0001278C" w:rsidRPr="00806215" w:rsidRDefault="0001278C" w:rsidP="007006B4">
      <w:pPr>
        <w:ind w:left="5664"/>
      </w:pPr>
      <w:r w:rsidRPr="00806215">
        <w:br w:type="page"/>
        <w:t>№ _____________</w:t>
      </w:r>
    </w:p>
    <w:p w:rsidR="0001278C" w:rsidRPr="00806215" w:rsidRDefault="0001278C" w:rsidP="007006B4">
      <w:pPr>
        <w:ind w:left="5664"/>
      </w:pPr>
      <w:r w:rsidRPr="00806215">
        <w:t xml:space="preserve">Приложение к </w:t>
      </w:r>
      <w:r>
        <w:t>и</w:t>
      </w:r>
      <w:r w:rsidRPr="00806215">
        <w:t xml:space="preserve">звещению о </w:t>
      </w:r>
    </w:p>
    <w:p w:rsidR="0001278C" w:rsidRPr="00806215" w:rsidRDefault="0001278C" w:rsidP="007006B4">
      <w:pPr>
        <w:ind w:left="5664"/>
      </w:pPr>
      <w:r w:rsidRPr="00806215">
        <w:t>проведении запроса котировок</w:t>
      </w:r>
    </w:p>
    <w:p w:rsidR="0001278C" w:rsidRPr="00806215" w:rsidRDefault="0001278C" w:rsidP="007006B4">
      <w:pPr>
        <w:ind w:left="5664"/>
      </w:pPr>
      <w:r w:rsidRPr="00806215">
        <w:t xml:space="preserve">от </w:t>
      </w:r>
      <w:r>
        <w:t>22.06.</w:t>
      </w:r>
      <w:r w:rsidRPr="00806215">
        <w:t>20</w:t>
      </w:r>
      <w:r>
        <w:t>11</w:t>
      </w:r>
      <w:r w:rsidRPr="00806215">
        <w:t xml:space="preserve"> г.</w:t>
      </w:r>
    </w:p>
    <w:p w:rsidR="0001278C" w:rsidRPr="00806215" w:rsidRDefault="0001278C" w:rsidP="007006B4">
      <w:pPr>
        <w:ind w:left="5664"/>
      </w:pPr>
      <w:r w:rsidRPr="00806215">
        <w:t xml:space="preserve">Регистрационный № </w:t>
      </w:r>
      <w:r>
        <w:t>546</w:t>
      </w:r>
    </w:p>
    <w:p w:rsidR="0001278C" w:rsidRPr="00806215" w:rsidRDefault="0001278C" w:rsidP="007006B4">
      <w:pPr>
        <w:jc w:val="center"/>
      </w:pPr>
      <w:r w:rsidRPr="00806215">
        <w:t>КОТИРОВОЧНАЯ ЗАЯВКА</w:t>
      </w:r>
    </w:p>
    <w:p w:rsidR="0001278C" w:rsidRPr="00806215" w:rsidRDefault="0001278C" w:rsidP="007006B4">
      <w:pPr>
        <w:jc w:val="right"/>
      </w:pPr>
    </w:p>
    <w:p w:rsidR="0001278C" w:rsidRPr="00806215" w:rsidRDefault="0001278C" w:rsidP="007006B4">
      <w:pPr>
        <w:jc w:val="right"/>
      </w:pPr>
      <w:r w:rsidRPr="00806215">
        <w:t>Дата: «__» _________ 20</w:t>
      </w:r>
      <w:r>
        <w:t>11</w:t>
      </w:r>
      <w:r w:rsidRPr="00806215">
        <w:t xml:space="preserve"> г.</w:t>
      </w:r>
    </w:p>
    <w:p w:rsidR="0001278C" w:rsidRPr="00806215" w:rsidRDefault="0001278C" w:rsidP="007006B4">
      <w:pPr>
        <w:jc w:val="center"/>
      </w:pPr>
      <w:r w:rsidRPr="00806215">
        <w:t>Сведения  об участнике размещения заказа:</w:t>
      </w:r>
    </w:p>
    <w:p w:rsidR="0001278C" w:rsidRPr="00806215" w:rsidRDefault="0001278C" w:rsidP="007006B4">
      <w:pPr>
        <w:jc w:val="center"/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5296"/>
        <w:gridCol w:w="4765"/>
      </w:tblGrid>
      <w:tr w:rsidR="0001278C" w:rsidRPr="00806215" w:rsidTr="007006B4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2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78C" w:rsidRPr="00806215" w:rsidRDefault="0001278C" w:rsidP="00E37B00">
            <w:r w:rsidRPr="00806215">
              <w:t xml:space="preserve">1. Наименование участника размещения заказа </w:t>
            </w:r>
          </w:p>
          <w:p w:rsidR="0001278C" w:rsidRPr="00806215" w:rsidRDefault="0001278C" w:rsidP="00E37B00">
            <w:r w:rsidRPr="00806215">
              <w:rPr>
                <w:i/>
                <w:iCs/>
              </w:rPr>
              <w:t>(для юридического лица),</w:t>
            </w:r>
            <w:r w:rsidRPr="00806215">
              <w:t xml:space="preserve"> фам</w:t>
            </w:r>
            <w:r w:rsidRPr="00806215">
              <w:t>и</w:t>
            </w:r>
            <w:r w:rsidRPr="00806215">
              <w:t xml:space="preserve">лия, имя, отчество </w:t>
            </w:r>
          </w:p>
          <w:p w:rsidR="0001278C" w:rsidRPr="00806215" w:rsidRDefault="0001278C" w:rsidP="00E37B00">
            <w:r w:rsidRPr="00806215">
              <w:rPr>
                <w:i/>
                <w:iCs/>
              </w:rPr>
              <w:t>(для физического лица)</w:t>
            </w:r>
            <w:r w:rsidRPr="00806215">
              <w:t xml:space="preserve"> </w:t>
            </w:r>
          </w:p>
          <w:p w:rsidR="0001278C" w:rsidRPr="00806215" w:rsidRDefault="0001278C" w:rsidP="00E37B00">
            <w:pPr>
              <w:rPr>
                <w:i/>
              </w:rPr>
            </w:pPr>
            <w:r w:rsidRPr="00806215">
              <w:t>(</w:t>
            </w:r>
            <w:r w:rsidRPr="00806215">
              <w:rPr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78C" w:rsidRPr="00806215" w:rsidRDefault="0001278C" w:rsidP="00E37B00"/>
        </w:tc>
      </w:tr>
      <w:tr w:rsidR="0001278C" w:rsidRPr="00806215" w:rsidTr="007006B4">
        <w:tblPrEx>
          <w:tblCellMar>
            <w:top w:w="0" w:type="dxa"/>
            <w:bottom w:w="0" w:type="dxa"/>
          </w:tblCellMar>
        </w:tblPrEx>
        <w:trPr>
          <w:cantSplit/>
          <w:trHeight w:val="925"/>
        </w:trPr>
        <w:tc>
          <w:tcPr>
            <w:tcW w:w="2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78C" w:rsidRPr="00806215" w:rsidRDefault="0001278C" w:rsidP="00E37B00">
            <w:r w:rsidRPr="00806215">
              <w:t xml:space="preserve">2. Место нахождения </w:t>
            </w:r>
            <w:r w:rsidRPr="00806215">
              <w:rPr>
                <w:i/>
                <w:iCs/>
              </w:rPr>
              <w:t>(для юридического лица),</w:t>
            </w:r>
            <w:r w:rsidRPr="00806215">
              <w:t xml:space="preserve"> место жительства </w:t>
            </w:r>
            <w:r w:rsidRPr="00806215">
              <w:rPr>
                <w:i/>
                <w:iCs/>
              </w:rPr>
              <w:t>(для физич</w:t>
            </w:r>
            <w:r w:rsidRPr="00806215">
              <w:rPr>
                <w:i/>
                <w:iCs/>
              </w:rPr>
              <w:t>е</w:t>
            </w:r>
            <w:r w:rsidRPr="00806215">
              <w:rPr>
                <w:i/>
                <w:iCs/>
              </w:rPr>
              <w:t>ского лица)</w:t>
            </w:r>
            <w:r w:rsidRPr="00806215">
              <w:t>, номер  контактного   т</w:t>
            </w:r>
            <w:r w:rsidRPr="00806215">
              <w:t>е</w:t>
            </w:r>
            <w:r w:rsidRPr="00806215">
              <w:t xml:space="preserve">лефона, адрес электронной  почты  (при его наличии) </w:t>
            </w:r>
          </w:p>
        </w:tc>
        <w:tc>
          <w:tcPr>
            <w:tcW w:w="236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278C" w:rsidRPr="00806215" w:rsidRDefault="0001278C" w:rsidP="00E37B00"/>
        </w:tc>
      </w:tr>
      <w:tr w:rsidR="0001278C" w:rsidRPr="00806215" w:rsidTr="007006B4">
        <w:tblPrEx>
          <w:tblCellMar>
            <w:top w:w="0" w:type="dxa"/>
            <w:bottom w:w="0" w:type="dxa"/>
          </w:tblCellMar>
        </w:tblPrEx>
        <w:trPr>
          <w:trHeight w:val="141"/>
        </w:trPr>
        <w:tc>
          <w:tcPr>
            <w:tcW w:w="2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278C" w:rsidRPr="00806215" w:rsidRDefault="0001278C" w:rsidP="00E37B0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6215">
              <w:rPr>
                <w:rFonts w:ascii="Times New Roman" w:hAnsi="Times New Roman"/>
                <w:sz w:val="24"/>
                <w:szCs w:val="24"/>
              </w:rPr>
              <w:t>3. Банковские реквизиты участника размещения заказа:</w:t>
            </w:r>
          </w:p>
          <w:p w:rsidR="0001278C" w:rsidRPr="00806215" w:rsidRDefault="0001278C" w:rsidP="00E37B00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6215">
              <w:rPr>
                <w:rStyle w:val="a"/>
                <w:rFonts w:ascii="Times New Roman" w:hAnsi="Times New Roman"/>
                <w:sz w:val="24"/>
                <w:szCs w:val="24"/>
              </w:rPr>
              <w:t>3.1. Наименование и местоположение обсл</w:t>
            </w:r>
            <w:r w:rsidRPr="00806215">
              <w:rPr>
                <w:rStyle w:val="a"/>
                <w:rFonts w:ascii="Times New Roman" w:hAnsi="Times New Roman"/>
                <w:sz w:val="24"/>
                <w:szCs w:val="24"/>
              </w:rPr>
              <w:t>у</w:t>
            </w:r>
            <w:r w:rsidRPr="00806215">
              <w:rPr>
                <w:rStyle w:val="a"/>
                <w:rFonts w:ascii="Times New Roman" w:hAnsi="Times New Roman"/>
                <w:sz w:val="24"/>
                <w:szCs w:val="24"/>
              </w:rPr>
              <w:t>живающего банка</w:t>
            </w:r>
          </w:p>
        </w:tc>
        <w:tc>
          <w:tcPr>
            <w:tcW w:w="2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78C" w:rsidRPr="00806215" w:rsidRDefault="0001278C" w:rsidP="00E37B00"/>
        </w:tc>
      </w:tr>
      <w:tr w:rsidR="0001278C" w:rsidRPr="00806215" w:rsidTr="007006B4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2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278C" w:rsidRPr="00806215" w:rsidRDefault="0001278C" w:rsidP="00E37B0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6215">
              <w:rPr>
                <w:rFonts w:ascii="Times New Roman" w:hAnsi="Times New Roman"/>
                <w:sz w:val="24"/>
                <w:szCs w:val="24"/>
              </w:rPr>
              <w:t>3.2. Расчетный счет</w:t>
            </w:r>
          </w:p>
        </w:tc>
        <w:tc>
          <w:tcPr>
            <w:tcW w:w="2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78C" w:rsidRPr="00806215" w:rsidRDefault="0001278C" w:rsidP="00E37B00"/>
        </w:tc>
      </w:tr>
      <w:tr w:rsidR="0001278C" w:rsidRPr="00806215" w:rsidTr="007006B4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2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278C" w:rsidRPr="00806215" w:rsidRDefault="0001278C" w:rsidP="00E37B0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6215">
              <w:rPr>
                <w:rStyle w:val="a"/>
                <w:rFonts w:ascii="Times New Roman" w:hAnsi="Times New Roman"/>
                <w:sz w:val="24"/>
                <w:szCs w:val="24"/>
              </w:rPr>
              <w:t>3.3. Корреспондентский счет</w:t>
            </w:r>
          </w:p>
        </w:tc>
        <w:tc>
          <w:tcPr>
            <w:tcW w:w="2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78C" w:rsidRPr="00806215" w:rsidRDefault="0001278C" w:rsidP="00E37B00"/>
        </w:tc>
      </w:tr>
      <w:tr w:rsidR="0001278C" w:rsidRPr="00806215" w:rsidTr="007006B4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2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278C" w:rsidRPr="00806215" w:rsidRDefault="0001278C" w:rsidP="00E37B00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806215">
              <w:rPr>
                <w:rFonts w:ascii="Times New Roman" w:hAnsi="Times New Roman"/>
                <w:sz w:val="24"/>
                <w:szCs w:val="24"/>
              </w:rPr>
              <w:t>3.4. Код БИК</w:t>
            </w:r>
          </w:p>
        </w:tc>
        <w:tc>
          <w:tcPr>
            <w:tcW w:w="2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78C" w:rsidRPr="00806215" w:rsidRDefault="0001278C" w:rsidP="00E37B00"/>
        </w:tc>
      </w:tr>
      <w:tr w:rsidR="0001278C" w:rsidRPr="00806215" w:rsidTr="007006B4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78C" w:rsidRPr="00806215" w:rsidRDefault="0001278C" w:rsidP="00E37B00">
            <w:r w:rsidRPr="00806215">
              <w:t>4. Идентификационный номер налог</w:t>
            </w:r>
            <w:r w:rsidRPr="00806215">
              <w:t>о</w:t>
            </w:r>
            <w:r w:rsidRPr="00806215">
              <w:t>плательщика</w:t>
            </w:r>
          </w:p>
        </w:tc>
        <w:tc>
          <w:tcPr>
            <w:tcW w:w="2368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278C" w:rsidRPr="00806215" w:rsidRDefault="0001278C" w:rsidP="00E37B00"/>
        </w:tc>
      </w:tr>
      <w:tr w:rsidR="0001278C" w:rsidRPr="00806215" w:rsidTr="007006B4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2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78C" w:rsidRPr="00806215" w:rsidRDefault="0001278C" w:rsidP="00E37B00">
            <w:r>
              <w:t>5. КПП</w:t>
            </w:r>
          </w:p>
        </w:tc>
        <w:tc>
          <w:tcPr>
            <w:tcW w:w="2368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278C" w:rsidRPr="00806215" w:rsidRDefault="0001278C" w:rsidP="00E37B00"/>
        </w:tc>
      </w:tr>
    </w:tbl>
    <w:p w:rsidR="0001278C" w:rsidRPr="00806215" w:rsidRDefault="0001278C" w:rsidP="007006B4">
      <w:r w:rsidRPr="00806215">
        <w:t xml:space="preserve">                                     </w:t>
      </w:r>
    </w:p>
    <w:p w:rsidR="0001278C" w:rsidRPr="00806215" w:rsidRDefault="0001278C" w:rsidP="007006B4">
      <w:pPr>
        <w:jc w:val="center"/>
      </w:pPr>
      <w:r w:rsidRPr="00806215">
        <w:t>Предложение участника размещения заказа.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48"/>
        <w:gridCol w:w="1914"/>
        <w:gridCol w:w="5499"/>
      </w:tblGrid>
      <w:tr w:rsidR="0001278C" w:rsidRPr="00806215" w:rsidTr="007006B4">
        <w:tblPrEx>
          <w:tblCellMar>
            <w:top w:w="0" w:type="dxa"/>
            <w:bottom w:w="0" w:type="dxa"/>
          </w:tblCellMar>
        </w:tblPrEx>
        <w:trPr>
          <w:trHeight w:val="493"/>
        </w:trPr>
        <w:tc>
          <w:tcPr>
            <w:tcW w:w="1316" w:type="pct"/>
          </w:tcPr>
          <w:p w:rsidR="0001278C" w:rsidRPr="00806215" w:rsidRDefault="0001278C" w:rsidP="00E37B00">
            <w:pPr>
              <w:ind w:left="-70" w:firstLine="70"/>
              <w:jc w:val="center"/>
            </w:pPr>
            <w:r w:rsidRPr="00806215">
              <w:t>Наименование выполняемых работ</w:t>
            </w:r>
          </w:p>
        </w:tc>
        <w:tc>
          <w:tcPr>
            <w:tcW w:w="951" w:type="pct"/>
          </w:tcPr>
          <w:p w:rsidR="0001278C" w:rsidRPr="00806215" w:rsidRDefault="0001278C" w:rsidP="00E37B00">
            <w:pPr>
              <w:jc w:val="center"/>
            </w:pPr>
            <w:r w:rsidRPr="00806215">
              <w:t>Цена работ,</w:t>
            </w:r>
          </w:p>
          <w:p w:rsidR="0001278C" w:rsidRPr="00806215" w:rsidRDefault="0001278C" w:rsidP="00E37B00">
            <w:pPr>
              <w:jc w:val="center"/>
            </w:pPr>
            <w:r w:rsidRPr="00806215">
              <w:t>руб.</w:t>
            </w:r>
          </w:p>
        </w:tc>
        <w:tc>
          <w:tcPr>
            <w:tcW w:w="2733" w:type="pct"/>
          </w:tcPr>
          <w:p w:rsidR="0001278C" w:rsidRPr="00BB4644" w:rsidRDefault="0001278C" w:rsidP="00E37B00">
            <w:pPr>
              <w:jc w:val="center"/>
              <w:rPr>
                <w:b/>
              </w:rPr>
            </w:pPr>
            <w:r w:rsidRPr="00BB4644">
              <w:rPr>
                <w:b/>
              </w:rPr>
              <w:t>Сведения о включенных или не включенных в цену работ расходах</w:t>
            </w:r>
          </w:p>
        </w:tc>
      </w:tr>
      <w:tr w:rsidR="0001278C" w:rsidRPr="00806215" w:rsidTr="007006B4">
        <w:tblPrEx>
          <w:tblCellMar>
            <w:top w:w="0" w:type="dxa"/>
            <w:bottom w:w="0" w:type="dxa"/>
          </w:tblCellMar>
        </w:tblPrEx>
        <w:trPr>
          <w:trHeight w:val="269"/>
        </w:trPr>
        <w:tc>
          <w:tcPr>
            <w:tcW w:w="1316" w:type="pct"/>
          </w:tcPr>
          <w:p w:rsidR="0001278C" w:rsidRPr="007006B4" w:rsidRDefault="0001278C" w:rsidP="00E37B00">
            <w:r w:rsidRPr="007006B4">
              <w:t>Ремонт пола</w:t>
            </w:r>
          </w:p>
          <w:p w:rsidR="0001278C" w:rsidRPr="007006B4" w:rsidRDefault="0001278C" w:rsidP="00E37B00">
            <w:r w:rsidRPr="007006B4">
              <w:t xml:space="preserve">в МУ СОШ № 68 </w:t>
            </w:r>
          </w:p>
          <w:p w:rsidR="0001278C" w:rsidRPr="007006B4" w:rsidRDefault="0001278C" w:rsidP="00E37B00"/>
        </w:tc>
        <w:tc>
          <w:tcPr>
            <w:tcW w:w="951" w:type="pct"/>
          </w:tcPr>
          <w:p w:rsidR="0001278C" w:rsidRPr="007006B4" w:rsidRDefault="0001278C" w:rsidP="00E37B00"/>
        </w:tc>
        <w:tc>
          <w:tcPr>
            <w:tcW w:w="2733" w:type="pct"/>
          </w:tcPr>
          <w:p w:rsidR="0001278C" w:rsidRPr="007006B4" w:rsidRDefault="0001278C" w:rsidP="00E37B00">
            <w:r w:rsidRPr="007006B4">
              <w:t>Цена включает все расходы, связанные с исполнением муниципального контракта, в том числе стоимость работ, стоимость товара, транспортные расходы, разгрузка, налоги, сборы и другие обязательные платежи</w:t>
            </w:r>
          </w:p>
          <w:p w:rsidR="0001278C" w:rsidRPr="007006B4" w:rsidRDefault="0001278C" w:rsidP="00E37B00"/>
        </w:tc>
      </w:tr>
    </w:tbl>
    <w:p w:rsidR="0001278C" w:rsidRPr="00806215" w:rsidRDefault="0001278C" w:rsidP="007006B4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</w:p>
    <w:p w:rsidR="0001278C" w:rsidRDefault="0001278C" w:rsidP="007006B4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806215">
        <w:rPr>
          <w:rFonts w:ascii="Times New Roman" w:hAnsi="Times New Roman"/>
          <w:sz w:val="24"/>
          <w:szCs w:val="24"/>
        </w:rPr>
        <w:t>Цена муниципального контракта _____________________________</w:t>
      </w:r>
      <w:r>
        <w:rPr>
          <w:rFonts w:ascii="Times New Roman" w:hAnsi="Times New Roman"/>
          <w:sz w:val="24"/>
          <w:szCs w:val="24"/>
        </w:rPr>
        <w:t>___________________</w:t>
      </w:r>
      <w:r w:rsidRPr="00806215">
        <w:rPr>
          <w:rFonts w:ascii="Times New Roman" w:hAnsi="Times New Roman"/>
          <w:sz w:val="24"/>
          <w:szCs w:val="24"/>
        </w:rPr>
        <w:t xml:space="preserve">_руб., </w:t>
      </w:r>
    </w:p>
    <w:p w:rsidR="0001278C" w:rsidRPr="007006B4" w:rsidRDefault="0001278C" w:rsidP="007006B4">
      <w:pPr>
        <w:pStyle w:val="ConsPlusNormal"/>
        <w:widowControl/>
        <w:ind w:firstLine="0"/>
        <w:rPr>
          <w:rFonts w:ascii="Times New Roman" w:hAnsi="Times New Roman"/>
          <w:sz w:val="16"/>
          <w:szCs w:val="16"/>
        </w:rPr>
      </w:pPr>
      <w:r w:rsidRPr="007006B4">
        <w:rPr>
          <w:rFonts w:ascii="Times New Roman" w:hAnsi="Times New Roman"/>
          <w:sz w:val="16"/>
          <w:szCs w:val="16"/>
        </w:rPr>
        <w:t xml:space="preserve">                                                                      </w:t>
      </w:r>
      <w:r>
        <w:rPr>
          <w:rFonts w:ascii="Times New Roman" w:hAnsi="Times New Roman"/>
          <w:sz w:val="16"/>
          <w:szCs w:val="16"/>
        </w:rPr>
        <w:t xml:space="preserve">                                                          </w:t>
      </w:r>
      <w:r w:rsidRPr="007006B4">
        <w:rPr>
          <w:rFonts w:ascii="Times New Roman" w:hAnsi="Times New Roman"/>
          <w:sz w:val="16"/>
          <w:szCs w:val="16"/>
        </w:rPr>
        <w:t xml:space="preserve">                 (сумма прописью)</w:t>
      </w:r>
    </w:p>
    <w:p w:rsidR="0001278C" w:rsidRPr="00806215" w:rsidRDefault="0001278C" w:rsidP="007006B4">
      <w:pPr>
        <w:pStyle w:val="ConsPlusNormal"/>
        <w:widowControl/>
        <w:ind w:firstLine="0"/>
        <w:jc w:val="both"/>
        <w:rPr>
          <w:rFonts w:ascii="Times New Roman" w:hAnsi="Times New Roman"/>
          <w:sz w:val="24"/>
          <w:szCs w:val="24"/>
        </w:rPr>
      </w:pPr>
      <w:r w:rsidRPr="00806215">
        <w:rPr>
          <w:rFonts w:ascii="Times New Roman" w:hAnsi="Times New Roman"/>
          <w:sz w:val="24"/>
          <w:szCs w:val="24"/>
        </w:rPr>
        <w:t>в т.ч. НДС___________.</w:t>
      </w:r>
    </w:p>
    <w:p w:rsidR="0001278C" w:rsidRDefault="0001278C" w:rsidP="007006B4">
      <w:pPr>
        <w:jc w:val="both"/>
        <w:rPr>
          <w:b/>
        </w:rPr>
      </w:pPr>
    </w:p>
    <w:p w:rsidR="0001278C" w:rsidRPr="007006B4" w:rsidRDefault="0001278C" w:rsidP="007006B4">
      <w:pPr>
        <w:jc w:val="both"/>
        <w:rPr>
          <w:sz w:val="20"/>
          <w:szCs w:val="20"/>
        </w:rPr>
      </w:pPr>
      <w:r w:rsidRPr="007006B4">
        <w:rPr>
          <w:b/>
          <w:sz w:val="20"/>
          <w:szCs w:val="20"/>
        </w:rPr>
        <w:t>Примечание</w:t>
      </w:r>
      <w:r w:rsidRPr="007006B4">
        <w:rPr>
          <w:sz w:val="20"/>
          <w:szCs w:val="20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01278C" w:rsidRPr="00806215" w:rsidRDefault="0001278C" w:rsidP="007006B4"/>
    <w:p w:rsidR="0001278C" w:rsidRPr="00806215" w:rsidRDefault="0001278C" w:rsidP="007006B4">
      <w:r w:rsidRPr="00806215">
        <w:t>_____________________________________</w:t>
      </w:r>
      <w:r>
        <w:t>______</w:t>
      </w:r>
      <w:r w:rsidRPr="00806215">
        <w:t xml:space="preserve">__________ , согласно(ен) исполнить условия </w:t>
      </w:r>
    </w:p>
    <w:p w:rsidR="0001278C" w:rsidRPr="00806215" w:rsidRDefault="0001278C" w:rsidP="007006B4">
      <w:r w:rsidRPr="00806215">
        <w:t xml:space="preserve">               </w:t>
      </w:r>
      <w:r w:rsidRPr="00806215">
        <w:rPr>
          <w:vertAlign w:val="superscript"/>
        </w:rPr>
        <w:t>(Наименование участника размещения заказа)</w:t>
      </w:r>
    </w:p>
    <w:p w:rsidR="0001278C" w:rsidRPr="00806215" w:rsidRDefault="0001278C" w:rsidP="007006B4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806215">
        <w:rPr>
          <w:rFonts w:ascii="Times New Roman" w:hAnsi="Times New Roman"/>
          <w:sz w:val="24"/>
          <w:szCs w:val="24"/>
        </w:rPr>
        <w:t xml:space="preserve">муниципального контракта, указанные в извещении о проведении запроса котировок № </w:t>
      </w:r>
      <w:r w:rsidRPr="007006B4">
        <w:rPr>
          <w:rFonts w:ascii="Times New Roman" w:hAnsi="Times New Roman"/>
          <w:sz w:val="24"/>
          <w:szCs w:val="24"/>
          <w:u w:val="single"/>
        </w:rPr>
        <w:t>546</w:t>
      </w:r>
      <w:r w:rsidRPr="00806215">
        <w:rPr>
          <w:rFonts w:ascii="Times New Roman" w:hAnsi="Times New Roman"/>
          <w:sz w:val="24"/>
          <w:szCs w:val="24"/>
        </w:rPr>
        <w:t xml:space="preserve"> от</w:t>
      </w:r>
      <w:r>
        <w:rPr>
          <w:rFonts w:ascii="Times New Roman" w:hAnsi="Times New Roman"/>
          <w:sz w:val="24"/>
          <w:szCs w:val="24"/>
        </w:rPr>
        <w:t> 22.06</w:t>
      </w:r>
      <w:r w:rsidRPr="00806215"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</w:rPr>
        <w:t>1</w:t>
      </w:r>
      <w:r w:rsidRPr="00806215">
        <w:rPr>
          <w:rFonts w:ascii="Times New Roman" w:hAnsi="Times New Roman"/>
          <w:sz w:val="24"/>
          <w:szCs w:val="24"/>
        </w:rPr>
        <w:t>, с учетом предложения о цене контракта, указанного в настоящей котировочной заявке.</w:t>
      </w:r>
    </w:p>
    <w:p w:rsidR="0001278C" w:rsidRPr="00806215" w:rsidRDefault="0001278C" w:rsidP="007006B4">
      <w:r w:rsidRPr="00806215">
        <w:t>Руководитель организации ____________ _____________</w:t>
      </w:r>
    </w:p>
    <w:p w:rsidR="0001278C" w:rsidRPr="007006B4" w:rsidRDefault="0001278C" w:rsidP="007006B4">
      <w:pPr>
        <w:rPr>
          <w:sz w:val="16"/>
          <w:szCs w:val="16"/>
        </w:rPr>
      </w:pPr>
      <w:r w:rsidRPr="00806215">
        <w:t>М.П.</w:t>
      </w:r>
      <w:r w:rsidRPr="007006B4">
        <w:rPr>
          <w:sz w:val="16"/>
          <w:szCs w:val="16"/>
        </w:rPr>
        <w:t xml:space="preserve">                           </w:t>
      </w:r>
      <w:r w:rsidRPr="007006B4">
        <w:rPr>
          <w:sz w:val="16"/>
          <w:szCs w:val="16"/>
        </w:rPr>
        <w:tab/>
      </w:r>
      <w:r w:rsidRPr="007006B4">
        <w:rPr>
          <w:sz w:val="16"/>
          <w:szCs w:val="16"/>
        </w:rPr>
        <w:tab/>
        <w:t xml:space="preserve">  </w:t>
      </w:r>
      <w:r>
        <w:rPr>
          <w:sz w:val="16"/>
          <w:szCs w:val="16"/>
        </w:rPr>
        <w:t xml:space="preserve">    </w:t>
      </w:r>
      <w:r w:rsidRPr="007006B4">
        <w:rPr>
          <w:sz w:val="16"/>
          <w:szCs w:val="16"/>
        </w:rPr>
        <w:t xml:space="preserve"> (подпись) </w:t>
      </w:r>
      <w:r w:rsidRPr="007006B4">
        <w:rPr>
          <w:sz w:val="16"/>
          <w:szCs w:val="16"/>
        </w:rPr>
        <w:tab/>
        <w:t xml:space="preserve">   </w:t>
      </w:r>
      <w:r>
        <w:rPr>
          <w:sz w:val="16"/>
          <w:szCs w:val="16"/>
        </w:rPr>
        <w:t xml:space="preserve">      </w:t>
      </w:r>
      <w:r w:rsidRPr="007006B4">
        <w:rPr>
          <w:sz w:val="16"/>
          <w:szCs w:val="16"/>
        </w:rPr>
        <w:t xml:space="preserve">  (Ф.И.О.)</w:t>
      </w:r>
    </w:p>
    <w:p w:rsidR="0001278C" w:rsidRPr="00806215" w:rsidRDefault="0001278C" w:rsidP="007006B4">
      <w:r w:rsidRPr="00806215">
        <w:t xml:space="preserve">                                    </w:t>
      </w:r>
    </w:p>
    <w:p w:rsidR="0001278C" w:rsidRDefault="0001278C" w:rsidP="00FE05E6">
      <w:pPr>
        <w:ind w:left="2124"/>
        <w:jc w:val="right"/>
        <w:rPr>
          <w:b/>
        </w:rPr>
      </w:pPr>
    </w:p>
    <w:p w:rsidR="0001278C" w:rsidRPr="00722393" w:rsidRDefault="0001278C" w:rsidP="00FE05E6">
      <w:pPr>
        <w:ind w:left="2124"/>
        <w:jc w:val="right"/>
        <w:rPr>
          <w:b/>
        </w:rPr>
      </w:pPr>
      <w:r w:rsidRPr="00722393">
        <w:rPr>
          <w:b/>
        </w:rPr>
        <w:t>ПРОЕКТ</w:t>
      </w:r>
    </w:p>
    <w:p w:rsidR="0001278C" w:rsidRPr="00722393" w:rsidRDefault="0001278C" w:rsidP="00FE05E6">
      <w:pPr>
        <w:pStyle w:val="Title"/>
        <w:rPr>
          <w:b w:val="0"/>
          <w:szCs w:val="24"/>
        </w:rPr>
      </w:pPr>
      <w:r w:rsidRPr="00722393">
        <w:rPr>
          <w:b w:val="0"/>
          <w:szCs w:val="24"/>
        </w:rPr>
        <w:t>Муниципальный контракт  № ____</w:t>
      </w:r>
    </w:p>
    <w:p w:rsidR="0001278C" w:rsidRPr="00722393" w:rsidRDefault="0001278C" w:rsidP="00FE05E6">
      <w:pPr>
        <w:pStyle w:val="Title"/>
        <w:rPr>
          <w:b w:val="0"/>
          <w:szCs w:val="24"/>
        </w:rPr>
      </w:pPr>
      <w:r w:rsidRPr="00722393">
        <w:rPr>
          <w:b w:val="0"/>
          <w:szCs w:val="24"/>
        </w:rPr>
        <w:t>на выполнение работ для муниципальных нужд</w:t>
      </w:r>
    </w:p>
    <w:p w:rsidR="0001278C" w:rsidRPr="00722393" w:rsidRDefault="0001278C" w:rsidP="00FE05E6">
      <w:pPr>
        <w:pStyle w:val="BodyText3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639"/>
        </w:tabs>
        <w:jc w:val="both"/>
        <w:rPr>
          <w:sz w:val="24"/>
          <w:szCs w:val="24"/>
        </w:rPr>
      </w:pPr>
      <w:r w:rsidRPr="00722393">
        <w:rPr>
          <w:sz w:val="24"/>
          <w:szCs w:val="24"/>
        </w:rPr>
        <w:t>г. Иваново</w:t>
      </w:r>
      <w:r w:rsidRPr="00722393">
        <w:rPr>
          <w:sz w:val="24"/>
          <w:szCs w:val="24"/>
        </w:rPr>
        <w:tab/>
      </w:r>
      <w:r w:rsidRPr="00722393">
        <w:rPr>
          <w:sz w:val="24"/>
          <w:szCs w:val="24"/>
        </w:rPr>
        <w:tab/>
      </w:r>
      <w:r w:rsidRPr="00722393">
        <w:rPr>
          <w:sz w:val="24"/>
          <w:szCs w:val="24"/>
        </w:rPr>
        <w:tab/>
      </w:r>
      <w:r w:rsidRPr="00722393">
        <w:rPr>
          <w:sz w:val="24"/>
          <w:szCs w:val="24"/>
        </w:rPr>
        <w:tab/>
      </w:r>
      <w:r w:rsidRPr="00722393">
        <w:rPr>
          <w:sz w:val="24"/>
          <w:szCs w:val="24"/>
        </w:rPr>
        <w:tab/>
      </w:r>
      <w:r w:rsidRPr="00722393">
        <w:rPr>
          <w:sz w:val="24"/>
          <w:szCs w:val="24"/>
        </w:rPr>
        <w:tab/>
        <w:t xml:space="preserve">              </w:t>
      </w:r>
      <w:r>
        <w:rPr>
          <w:sz w:val="24"/>
          <w:szCs w:val="24"/>
        </w:rPr>
        <w:t xml:space="preserve">          </w:t>
      </w:r>
      <w:r w:rsidRPr="00722393">
        <w:rPr>
          <w:sz w:val="24"/>
          <w:szCs w:val="24"/>
        </w:rPr>
        <w:t xml:space="preserve">          «___» __________ 20</w:t>
      </w:r>
      <w:r>
        <w:rPr>
          <w:sz w:val="24"/>
          <w:szCs w:val="24"/>
        </w:rPr>
        <w:t>11</w:t>
      </w:r>
      <w:r w:rsidRPr="00722393">
        <w:rPr>
          <w:sz w:val="24"/>
          <w:szCs w:val="24"/>
        </w:rPr>
        <w:t xml:space="preserve"> года</w:t>
      </w:r>
      <w:r w:rsidRPr="00722393">
        <w:rPr>
          <w:sz w:val="24"/>
          <w:szCs w:val="24"/>
        </w:rPr>
        <w:tab/>
      </w:r>
      <w:r w:rsidRPr="00722393">
        <w:rPr>
          <w:sz w:val="24"/>
          <w:szCs w:val="24"/>
        </w:rPr>
        <w:tab/>
      </w:r>
    </w:p>
    <w:p w:rsidR="0001278C" w:rsidRPr="00722393" w:rsidRDefault="0001278C" w:rsidP="00FE05E6">
      <w:pPr>
        <w:pStyle w:val="BodyText"/>
        <w:ind w:firstLine="720"/>
        <w:jc w:val="both"/>
        <w:rPr>
          <w:szCs w:val="24"/>
        </w:rPr>
      </w:pPr>
      <w:r>
        <w:rPr>
          <w:szCs w:val="24"/>
        </w:rPr>
        <w:t xml:space="preserve">Муниципальное учреждение средняя общеобразовательная школа № 68 г. Иванова, именуемое в дальнейшем «Заказчик», в лице директора Тунцева А.В.., действующего на основании устава, с одной стороны, </w:t>
      </w:r>
      <w:r w:rsidRPr="00722393">
        <w:rPr>
          <w:szCs w:val="24"/>
        </w:rPr>
        <w:t>и _____________________________, именуемое в дальнейшем «Подрядчик», в лице ____________________________________, действующего на основании ______________________, с другой стороны, именуемые в дальнейшем «Стороны», руководствуясь протоколом рассмотрения и оценки котиро</w:t>
      </w:r>
      <w:r>
        <w:rPr>
          <w:szCs w:val="24"/>
        </w:rPr>
        <w:t>вочных заявок от __________</w:t>
      </w:r>
      <w:r w:rsidRPr="00722393">
        <w:rPr>
          <w:szCs w:val="24"/>
        </w:rPr>
        <w:t xml:space="preserve"> № ________заключили настоящий муниципальный контракт (далее – Контракт) о нижеследующем:</w:t>
      </w:r>
    </w:p>
    <w:p w:rsidR="0001278C" w:rsidRPr="00722393" w:rsidRDefault="0001278C" w:rsidP="00FE05E6">
      <w:pPr>
        <w:tabs>
          <w:tab w:val="num" w:pos="360"/>
        </w:tabs>
        <w:ind w:left="360" w:hanging="360"/>
        <w:jc w:val="both"/>
        <w:rPr>
          <w:b/>
        </w:rPr>
      </w:pPr>
      <w:r w:rsidRPr="00722393">
        <w:rPr>
          <w:b/>
        </w:rPr>
        <w:t xml:space="preserve">                                                                 1. Предмет контракта</w:t>
      </w:r>
    </w:p>
    <w:p w:rsidR="0001278C" w:rsidRPr="00722393" w:rsidRDefault="0001278C" w:rsidP="00FE05E6">
      <w:pPr>
        <w:jc w:val="both"/>
      </w:pPr>
      <w:r w:rsidRPr="00722393">
        <w:t>1.1.</w:t>
      </w:r>
      <w:r>
        <w:t xml:space="preserve"> </w:t>
      </w:r>
      <w:r w:rsidRPr="00722393">
        <w:t xml:space="preserve">По настоящему Контракту Подрядчик обязуется выполнить </w:t>
      </w:r>
      <w:r>
        <w:t xml:space="preserve">ремонт пола </w:t>
      </w:r>
      <w:r w:rsidRPr="00722393">
        <w:t xml:space="preserve">из своих материалов </w:t>
      </w:r>
      <w:r>
        <w:t xml:space="preserve">ремонт пола в школе № 68 </w:t>
      </w:r>
      <w:r w:rsidRPr="00722393">
        <w:t>(далее – Работы) в соответствии с локальным сметным расчетом</w:t>
      </w:r>
      <w:r>
        <w:t xml:space="preserve"> и ведомостью объемов работ</w:t>
      </w:r>
      <w:r w:rsidRPr="00722393">
        <w:t>, которы</w:t>
      </w:r>
      <w:r>
        <w:t>е</w:t>
      </w:r>
      <w:r w:rsidRPr="00722393">
        <w:t xml:space="preserve"> явля</w:t>
      </w:r>
      <w:r>
        <w:t>ю</w:t>
      </w:r>
      <w:r w:rsidRPr="00722393">
        <w:t xml:space="preserve">тся неотъемлемой частью настоящего Контракта, по адресу: г. Иваново, ул. </w:t>
      </w:r>
      <w:r>
        <w:t>Некрасова,  д. 51</w:t>
      </w:r>
      <w:r w:rsidRPr="00722393">
        <w:t xml:space="preserve"> на условиях настоящего Контракта.</w:t>
      </w:r>
    </w:p>
    <w:p w:rsidR="0001278C" w:rsidRPr="00722393" w:rsidRDefault="0001278C" w:rsidP="00FE05E6">
      <w:pPr>
        <w:pStyle w:val="BodyText2"/>
        <w:spacing w:after="0" w:line="240" w:lineRule="auto"/>
        <w:jc w:val="both"/>
      </w:pPr>
      <w:r w:rsidRPr="00722393">
        <w:t xml:space="preserve">1.2. Заказчик обязуется принять и оплатить результат работы в порядке и на условиях настоящего контракта. </w:t>
      </w:r>
    </w:p>
    <w:p w:rsidR="0001278C" w:rsidRPr="00722393" w:rsidRDefault="0001278C" w:rsidP="00FE05E6">
      <w:pPr>
        <w:pStyle w:val="BodyText2"/>
        <w:spacing w:after="0" w:line="240" w:lineRule="auto"/>
        <w:jc w:val="both"/>
      </w:pPr>
      <w:r w:rsidRPr="00722393">
        <w:t>1.3. Срок выполнения работ: с момента подписания контракта</w:t>
      </w:r>
      <w:r>
        <w:t xml:space="preserve"> в течение 10 дней.</w:t>
      </w:r>
    </w:p>
    <w:p w:rsidR="0001278C" w:rsidRDefault="0001278C" w:rsidP="00FE05E6">
      <w:pPr>
        <w:pStyle w:val="BodyText2"/>
        <w:spacing w:after="0" w:line="240" w:lineRule="auto"/>
        <w:jc w:val="center"/>
        <w:rPr>
          <w:b/>
        </w:rPr>
      </w:pPr>
    </w:p>
    <w:p w:rsidR="0001278C" w:rsidRPr="00722393" w:rsidRDefault="0001278C" w:rsidP="00FE05E6">
      <w:pPr>
        <w:pStyle w:val="BodyText2"/>
        <w:spacing w:after="0" w:line="240" w:lineRule="auto"/>
        <w:jc w:val="center"/>
        <w:rPr>
          <w:b/>
        </w:rPr>
      </w:pPr>
      <w:r w:rsidRPr="00722393">
        <w:rPr>
          <w:b/>
        </w:rPr>
        <w:t>2.  Цена контракта, порядок расчетов</w:t>
      </w:r>
    </w:p>
    <w:p w:rsidR="0001278C" w:rsidRPr="00722393" w:rsidRDefault="0001278C" w:rsidP="00FE05E6">
      <w:pPr>
        <w:jc w:val="both"/>
      </w:pPr>
      <w:r w:rsidRPr="00722393">
        <w:t xml:space="preserve">2.1. Цена контракта  составляет </w:t>
      </w:r>
      <w:r w:rsidRPr="00722393">
        <w:rPr>
          <w:u w:val="single"/>
        </w:rPr>
        <w:tab/>
      </w:r>
      <w:r w:rsidRPr="00722393">
        <w:rPr>
          <w:u w:val="single"/>
        </w:rPr>
        <w:tab/>
      </w:r>
      <w:r w:rsidRPr="00722393">
        <w:rPr>
          <w:u w:val="single"/>
        </w:rPr>
        <w:tab/>
      </w:r>
      <w:r w:rsidRPr="00722393">
        <w:rPr>
          <w:u w:val="single"/>
        </w:rPr>
        <w:tab/>
      </w:r>
      <w:r w:rsidRPr="00722393">
        <w:rPr>
          <w:u w:val="single"/>
        </w:rPr>
        <w:tab/>
      </w:r>
      <w:r>
        <w:rPr>
          <w:u w:val="single"/>
        </w:rPr>
        <w:t>_______________</w:t>
      </w:r>
      <w:r w:rsidRPr="00722393">
        <w:rPr>
          <w:u w:val="single"/>
        </w:rPr>
        <w:tab/>
      </w:r>
      <w:r>
        <w:rPr>
          <w:u w:val="single"/>
        </w:rPr>
        <w:t>__</w:t>
      </w:r>
      <w:r w:rsidRPr="005666ED">
        <w:t>руб.,</w:t>
      </w:r>
      <w:r w:rsidRPr="00722393">
        <w:t xml:space="preserve"> в том числе НДС______________________________________________________________.</w:t>
      </w:r>
    </w:p>
    <w:p w:rsidR="0001278C" w:rsidRPr="005D3120" w:rsidRDefault="0001278C" w:rsidP="00FE05E6">
      <w:pPr>
        <w:pStyle w:val="BodyText"/>
        <w:jc w:val="both"/>
        <w:rPr>
          <w:szCs w:val="24"/>
        </w:rPr>
      </w:pPr>
      <w:r w:rsidRPr="005D3120">
        <w:rPr>
          <w:szCs w:val="24"/>
        </w:rPr>
        <w:t>Цена включает все расходы, связанные с исполнением муниципального контракта</w:t>
      </w:r>
      <w:r>
        <w:rPr>
          <w:szCs w:val="24"/>
        </w:rPr>
        <w:t>,</w:t>
      </w:r>
      <w:r w:rsidRPr="005D3120">
        <w:rPr>
          <w:szCs w:val="24"/>
        </w:rPr>
        <w:t xml:space="preserve"> в т</w:t>
      </w:r>
      <w:r>
        <w:rPr>
          <w:szCs w:val="24"/>
        </w:rPr>
        <w:t xml:space="preserve">ом </w:t>
      </w:r>
      <w:r w:rsidRPr="005D3120">
        <w:rPr>
          <w:szCs w:val="24"/>
        </w:rPr>
        <w:t>ч</w:t>
      </w:r>
      <w:r>
        <w:rPr>
          <w:szCs w:val="24"/>
        </w:rPr>
        <w:t>исле</w:t>
      </w:r>
      <w:r w:rsidRPr="005D3120">
        <w:rPr>
          <w:szCs w:val="24"/>
        </w:rPr>
        <w:t xml:space="preserve"> стоимость работ, стоимость товара, транспортные расходы, разгрузка, налоги, сборы и другие обязательные платежи.</w:t>
      </w:r>
    </w:p>
    <w:p w:rsidR="0001278C" w:rsidRPr="00722393" w:rsidRDefault="0001278C" w:rsidP="00FE05E6">
      <w:pPr>
        <w:jc w:val="both"/>
      </w:pPr>
      <w:r w:rsidRPr="00722393">
        <w:t>2.2. Цена настоящего контракта является твердой и не может изменяться в ходе его исполнения, за исключением случаев, установленных п. 2.3. настоящего контракта.</w:t>
      </w:r>
    </w:p>
    <w:p w:rsidR="0001278C" w:rsidRPr="00722393" w:rsidRDefault="0001278C" w:rsidP="00FE05E6">
      <w:pPr>
        <w:jc w:val="both"/>
      </w:pPr>
      <w:r w:rsidRPr="00722393"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01278C" w:rsidRPr="00722393" w:rsidRDefault="0001278C" w:rsidP="00FE05E6">
      <w:pPr>
        <w:pStyle w:val="BodyTextIndent2"/>
        <w:spacing w:after="0" w:line="240" w:lineRule="auto"/>
        <w:ind w:left="0"/>
        <w:jc w:val="both"/>
        <w:rPr>
          <w:b/>
        </w:rPr>
      </w:pPr>
      <w:r w:rsidRPr="00722393">
        <w:t>2.4. Объем и стоимость работ определяются в соответствии с утвержденной локальн</w:t>
      </w:r>
      <w:r>
        <w:t>ым сметным расчетом и ведомостью объемов работ</w:t>
      </w:r>
      <w:r w:rsidRPr="00722393">
        <w:t>, являющ</w:t>
      </w:r>
      <w:r>
        <w:t>ими</w:t>
      </w:r>
      <w:r w:rsidRPr="00722393">
        <w:t xml:space="preserve">ся неотъемлемой частью настоящего контракта. </w:t>
      </w:r>
    </w:p>
    <w:p w:rsidR="0001278C" w:rsidRPr="00722393" w:rsidRDefault="0001278C" w:rsidP="00FE05E6">
      <w:pPr>
        <w:jc w:val="both"/>
      </w:pPr>
      <w:r w:rsidRPr="00722393">
        <w:t xml:space="preserve">2.5. 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МУ «ПДС и ТК», Финансово-казначейским управлением администрации города Иванова на основании счета-фактуры, направленного Подрядчиком Заказчику, до </w:t>
      </w:r>
      <w:r>
        <w:t>31.12.2011</w:t>
      </w:r>
      <w:r w:rsidRPr="0099042B">
        <w:t>.</w:t>
      </w:r>
    </w:p>
    <w:p w:rsidR="0001278C" w:rsidRPr="00722393" w:rsidRDefault="0001278C" w:rsidP="00FE05E6">
      <w:pPr>
        <w:jc w:val="both"/>
        <w:rPr>
          <w:b/>
        </w:rPr>
      </w:pPr>
      <w:r w:rsidRPr="00722393">
        <w:t>2.6. В случае ненадлежащего исполнения Подрядчиком своих обязательств по настоящему Контракту и начисления ему штрафных санкций окончательный расчет между Сторонами производится только после перечисления Подрядчиком сумм пени (штрафов) на текущий счет Заказчика и представления подтверждающих оплату документов.</w:t>
      </w:r>
    </w:p>
    <w:p w:rsidR="0001278C" w:rsidRDefault="0001278C" w:rsidP="00FE05E6">
      <w:pPr>
        <w:tabs>
          <w:tab w:val="num" w:pos="360"/>
        </w:tabs>
        <w:ind w:left="360" w:hanging="360"/>
        <w:jc w:val="center"/>
        <w:rPr>
          <w:b/>
        </w:rPr>
      </w:pPr>
    </w:p>
    <w:p w:rsidR="0001278C" w:rsidRPr="00722393" w:rsidRDefault="0001278C" w:rsidP="00FE05E6">
      <w:pPr>
        <w:tabs>
          <w:tab w:val="num" w:pos="360"/>
        </w:tabs>
        <w:ind w:left="360" w:hanging="360"/>
        <w:jc w:val="center"/>
        <w:rPr>
          <w:b/>
        </w:rPr>
      </w:pPr>
      <w:r w:rsidRPr="00722393">
        <w:rPr>
          <w:b/>
        </w:rPr>
        <w:t>3. Права и обязанности Сторон</w:t>
      </w:r>
    </w:p>
    <w:p w:rsidR="0001278C" w:rsidRPr="00146752" w:rsidRDefault="0001278C" w:rsidP="00FE05E6">
      <w:pPr>
        <w:pStyle w:val="BodyText"/>
        <w:rPr>
          <w:b/>
          <w:szCs w:val="24"/>
        </w:rPr>
      </w:pPr>
      <w:r w:rsidRPr="00146752">
        <w:rPr>
          <w:b/>
          <w:szCs w:val="24"/>
        </w:rPr>
        <w:t>3.1. ПОДРЯДЧИК обязан:</w:t>
      </w:r>
    </w:p>
    <w:p w:rsidR="0001278C" w:rsidRDefault="0001278C" w:rsidP="00FE05E6">
      <w:pPr>
        <w:jc w:val="both"/>
      </w:pPr>
      <w:r>
        <w:t>3.1.1. Перед началом проведения ремонтных работ, провести осмотр объекта с выходом на место совместно с представителем Заказчика. Предоставить: копию приказа о назначении лица, ответственного за выполнение работ, списки работников с указанием Ф.И.О., паспортных данных, отметкой о прохождении ими инструктажа по ОТ и ПБ, заверенные подписью руководителя и печатью, а так же заполнить и подписать график проведения работ.</w:t>
      </w:r>
    </w:p>
    <w:p w:rsidR="0001278C" w:rsidRPr="00722393" w:rsidRDefault="0001278C" w:rsidP="00FE05E6">
      <w:pPr>
        <w:jc w:val="both"/>
      </w:pPr>
      <w:r>
        <w:t>3.1.2</w:t>
      </w:r>
      <w:r w:rsidRPr="00722393">
        <w:t xml:space="preserve">. Качественно выполнить все работы в объеме и в сроки, предусмотренные настоящим контрактом и приложениями к нему, использовать качественные материалы, соответствующие стандартам и техническим условиям, и имеющие соответствующие сертификаты, технические паспорта или иные документы, удостоверяющие их качество. </w:t>
      </w:r>
    </w:p>
    <w:p w:rsidR="0001278C" w:rsidRPr="00722393" w:rsidRDefault="0001278C" w:rsidP="00FE05E6">
      <w:pPr>
        <w:jc w:val="both"/>
      </w:pPr>
      <w:r w:rsidRPr="00722393">
        <w:t>Подрядчик обяз</w:t>
      </w:r>
      <w:r>
        <w:t>ан</w:t>
      </w:r>
      <w:r w:rsidRPr="00722393">
        <w:t xml:space="preserve">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01278C" w:rsidRPr="00722393" w:rsidRDefault="0001278C" w:rsidP="00FE05E6">
      <w:pPr>
        <w:jc w:val="both"/>
      </w:pPr>
      <w:r>
        <w:t>3.1.3</w:t>
      </w:r>
      <w:r w:rsidRPr="00722393">
        <w:t>. Передать результат выполненных работ Заказчику.</w:t>
      </w:r>
    </w:p>
    <w:p w:rsidR="0001278C" w:rsidRPr="00722393" w:rsidRDefault="0001278C" w:rsidP="00FE05E6">
      <w:pPr>
        <w:jc w:val="both"/>
      </w:pPr>
      <w:r>
        <w:t>3.1.4</w:t>
      </w:r>
      <w:r w:rsidRPr="00722393">
        <w:t>. Безвозмездно устранить по первому требованию Заказчика все выявленные недостатки, если в процессе выполнения работы Подрядчик допустил отступление от условий контракта, ухудшившее качество работы, в срок, установленный Заказчиком.</w:t>
      </w:r>
    </w:p>
    <w:p w:rsidR="0001278C" w:rsidRPr="00722393" w:rsidRDefault="0001278C" w:rsidP="00FE05E6">
      <w:pPr>
        <w:jc w:val="both"/>
      </w:pPr>
      <w:r>
        <w:t>3.1.5</w:t>
      </w:r>
      <w:r w:rsidRPr="00722393">
        <w:t>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</w:t>
      </w:r>
      <w:r>
        <w:t>е акты в области строительства</w:t>
      </w:r>
      <w:r w:rsidRPr="00722393">
        <w:t>, охраны труда, охраны окружающей среды, пожарной и электробезопасности.</w:t>
      </w:r>
    </w:p>
    <w:p w:rsidR="0001278C" w:rsidRPr="00722393" w:rsidRDefault="0001278C" w:rsidP="00FE05E6">
      <w:pPr>
        <w:jc w:val="both"/>
      </w:pPr>
      <w:r w:rsidRPr="00722393"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01278C" w:rsidRPr="00722393" w:rsidRDefault="0001278C" w:rsidP="00FE05E6">
      <w:pPr>
        <w:jc w:val="both"/>
      </w:pPr>
      <w:r>
        <w:t>3.1.6</w:t>
      </w:r>
      <w:r w:rsidRPr="00722393">
        <w:t>. В случае изменений реквизитов и банковских счетов 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</w:t>
      </w:r>
    </w:p>
    <w:p w:rsidR="0001278C" w:rsidRPr="00722393" w:rsidRDefault="0001278C" w:rsidP="00FE05E6">
      <w:pPr>
        <w:jc w:val="both"/>
      </w:pPr>
      <w:r w:rsidRPr="00722393">
        <w:t>3.1.</w:t>
      </w:r>
      <w:r>
        <w:t>7</w:t>
      </w:r>
      <w:r w:rsidRPr="00722393">
        <w:t>.По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</w:t>
      </w:r>
    </w:p>
    <w:p w:rsidR="0001278C" w:rsidRPr="00722393" w:rsidRDefault="0001278C" w:rsidP="00FE05E6">
      <w:pPr>
        <w:jc w:val="both"/>
      </w:pPr>
      <w:r w:rsidRPr="00722393">
        <w:t>3.1.</w:t>
      </w:r>
      <w:r>
        <w:t>8</w:t>
      </w:r>
      <w:r w:rsidRPr="00722393">
        <w:t>. Поставить на объект работ все необходимые материалы технологическое и иное оборудование, необходимое для производства работ, конструкции, изделия и инвентарь надлежащего качества, а также осуществить их доставку, разгрузку складирование и хранение в соответствии с действующими нормами и правилами.</w:t>
      </w:r>
    </w:p>
    <w:p w:rsidR="0001278C" w:rsidRPr="00722393" w:rsidRDefault="0001278C" w:rsidP="00FE05E6">
      <w:pPr>
        <w:jc w:val="both"/>
      </w:pPr>
      <w:r w:rsidRPr="00722393">
        <w:t>3.1.</w:t>
      </w:r>
      <w:r>
        <w:t>9</w:t>
      </w:r>
      <w:r w:rsidRPr="00722393">
        <w:t>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01278C" w:rsidRPr="00722393" w:rsidRDefault="0001278C" w:rsidP="00FE05E6">
      <w:pPr>
        <w:jc w:val="both"/>
      </w:pPr>
      <w:r w:rsidRPr="00722393">
        <w:t>3.1.</w:t>
      </w:r>
      <w:r>
        <w:t>10</w:t>
      </w:r>
      <w:r w:rsidRPr="00722393">
        <w:t>. Обеспечить представителям Заказчика доступ на все участки выполнения работ на объекте на протяжении всего срока действия контракта для осуществления контроля за ходом и качеством работ и материалов.</w:t>
      </w:r>
    </w:p>
    <w:p w:rsidR="0001278C" w:rsidRPr="00146752" w:rsidRDefault="0001278C" w:rsidP="00FE05E6">
      <w:pPr>
        <w:pStyle w:val="BodyText"/>
        <w:rPr>
          <w:b/>
          <w:szCs w:val="24"/>
        </w:rPr>
      </w:pPr>
      <w:r w:rsidRPr="00146752">
        <w:rPr>
          <w:b/>
          <w:szCs w:val="24"/>
        </w:rPr>
        <w:t>3.2. ЗАКАЗЧИК обязан:</w:t>
      </w:r>
    </w:p>
    <w:p w:rsidR="0001278C" w:rsidRPr="00722393" w:rsidRDefault="0001278C" w:rsidP="00FE05E6">
      <w:pPr>
        <w:pStyle w:val="BodyText"/>
        <w:jc w:val="both"/>
        <w:rPr>
          <w:szCs w:val="24"/>
        </w:rPr>
      </w:pPr>
      <w:r w:rsidRPr="00722393">
        <w:rPr>
          <w:szCs w:val="24"/>
        </w:rPr>
        <w:t>3.2.1. В течение 10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01278C" w:rsidRPr="00722393" w:rsidRDefault="0001278C" w:rsidP="00FE05E6">
      <w:pPr>
        <w:pStyle w:val="BodyText"/>
        <w:jc w:val="both"/>
        <w:rPr>
          <w:szCs w:val="24"/>
        </w:rPr>
      </w:pPr>
      <w:r w:rsidRPr="00722393">
        <w:rPr>
          <w:szCs w:val="24"/>
        </w:rPr>
        <w:t>3.2.2. Утвердить смету на выполнение работ в соответствии с п. 2.3. настоящего контракта.</w:t>
      </w:r>
    </w:p>
    <w:p w:rsidR="0001278C" w:rsidRPr="00146752" w:rsidRDefault="0001278C" w:rsidP="00FE05E6">
      <w:pPr>
        <w:pStyle w:val="BodyText"/>
        <w:jc w:val="both"/>
        <w:rPr>
          <w:b/>
          <w:szCs w:val="24"/>
        </w:rPr>
      </w:pPr>
      <w:r w:rsidRPr="00146752">
        <w:rPr>
          <w:b/>
          <w:szCs w:val="24"/>
        </w:rPr>
        <w:t xml:space="preserve">3.3. ЗАКАЗЧИК имеет право: </w:t>
      </w:r>
    </w:p>
    <w:p w:rsidR="0001278C" w:rsidRPr="00722393" w:rsidRDefault="0001278C" w:rsidP="00FE05E6">
      <w:pPr>
        <w:jc w:val="both"/>
      </w:pPr>
      <w:r w:rsidRPr="00722393">
        <w:t>3.3.1. Проверять ход и качество работы, выполняемой Подрядчиком, не вмешиваясь в его деятельность.</w:t>
      </w:r>
    </w:p>
    <w:p w:rsidR="0001278C" w:rsidRPr="00722393" w:rsidRDefault="0001278C" w:rsidP="00FE05E6">
      <w:pPr>
        <w:jc w:val="both"/>
      </w:pPr>
      <w:r w:rsidRPr="00722393">
        <w:t>3.3.2. При отказе Подрядчика от устранения недостатков в установленный срок</w:t>
      </w:r>
      <w:r>
        <w:t>,</w:t>
      </w:r>
      <w:r w:rsidRPr="00722393">
        <w:t xml:space="preserve"> произвести устранение </w:t>
      </w:r>
      <w:r>
        <w:t xml:space="preserve">недостатков </w:t>
      </w:r>
      <w:r w:rsidRPr="00722393">
        <w:t>своими си</w:t>
      </w:r>
      <w:r>
        <w:t xml:space="preserve">лами или </w:t>
      </w:r>
      <w:r w:rsidRPr="00722393">
        <w:t>поруч</w:t>
      </w:r>
      <w:r>
        <w:t>и</w:t>
      </w:r>
      <w:r w:rsidRPr="00722393">
        <w:t>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01278C" w:rsidRPr="00722393" w:rsidRDefault="0001278C" w:rsidP="00FE05E6">
      <w:pPr>
        <w:jc w:val="both"/>
      </w:pPr>
      <w:r w:rsidRPr="00722393">
        <w:t>3.4.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01278C" w:rsidRPr="00722393" w:rsidRDefault="0001278C" w:rsidP="00FE05E6">
      <w:pPr>
        <w:jc w:val="both"/>
      </w:pPr>
      <w:r w:rsidRPr="00722393">
        <w:t>3.5. При уклонении Заказчика от приема выполненных работ Подрядчик не имеет права продавать результат работ.</w:t>
      </w:r>
    </w:p>
    <w:p w:rsidR="0001278C" w:rsidRPr="00A9094D" w:rsidRDefault="0001278C" w:rsidP="00A9094D">
      <w:pPr>
        <w:jc w:val="both"/>
      </w:pPr>
      <w:r w:rsidRPr="00722393">
        <w:t>3.6.</w:t>
      </w:r>
      <w:r>
        <w:t xml:space="preserve"> </w:t>
      </w:r>
      <w:r w:rsidRPr="00722393">
        <w:t>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за свой счет.</w:t>
      </w:r>
    </w:p>
    <w:p w:rsidR="0001278C" w:rsidRPr="00722393" w:rsidRDefault="0001278C" w:rsidP="00FE05E6">
      <w:pPr>
        <w:tabs>
          <w:tab w:val="num" w:pos="360"/>
        </w:tabs>
        <w:ind w:left="360" w:hanging="360"/>
        <w:jc w:val="center"/>
        <w:rPr>
          <w:b/>
        </w:rPr>
      </w:pPr>
      <w:r>
        <w:rPr>
          <w:b/>
        </w:rPr>
        <w:br w:type="page"/>
      </w:r>
      <w:r w:rsidRPr="00722393">
        <w:rPr>
          <w:b/>
        </w:rPr>
        <w:t>4. Ответственность Сторон</w:t>
      </w:r>
    </w:p>
    <w:p w:rsidR="0001278C" w:rsidRPr="00722393" w:rsidRDefault="0001278C" w:rsidP="00FE05E6">
      <w:pPr>
        <w:pStyle w:val="BodyTextIndent"/>
        <w:spacing w:after="0"/>
        <w:ind w:left="0"/>
        <w:jc w:val="both"/>
      </w:pPr>
      <w:r w:rsidRPr="00722393"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01278C" w:rsidRPr="00722393" w:rsidRDefault="0001278C" w:rsidP="00FE05E6">
      <w:pPr>
        <w:pStyle w:val="BodyTextIndent"/>
        <w:spacing w:after="0"/>
        <w:ind w:left="0"/>
        <w:jc w:val="both"/>
      </w:pPr>
      <w:r w:rsidRPr="00722393">
        <w:t>4.2. За нарушение сроков выполнения работ, указанных в пунктах. 1.3, 3.1.1, 3.1.3, 3.1.7 настоящего контракта, приложениями к настоящему контракту,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0,5% от цены Контракта.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01278C" w:rsidRPr="00722393" w:rsidRDefault="0001278C" w:rsidP="00FE05E6">
      <w:pPr>
        <w:pStyle w:val="BodyTextIndent"/>
        <w:spacing w:after="0"/>
        <w:ind w:left="0"/>
        <w:jc w:val="both"/>
      </w:pPr>
      <w:r w:rsidRPr="00722393">
        <w:t>4.3. За невыполнение обязанностей, предусмотренных п. 3.1.8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01278C" w:rsidRPr="00722393" w:rsidRDefault="0001278C" w:rsidP="00FE05E6">
      <w:pPr>
        <w:pStyle w:val="BodyTextIndent"/>
        <w:spacing w:after="0"/>
        <w:ind w:left="0"/>
        <w:jc w:val="both"/>
      </w:pPr>
      <w:r w:rsidRPr="00722393"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01278C" w:rsidRPr="00722393" w:rsidRDefault="0001278C" w:rsidP="00FE05E6">
      <w:pPr>
        <w:pStyle w:val="BodyTextIndent"/>
        <w:spacing w:after="0"/>
        <w:ind w:left="0"/>
        <w:jc w:val="both"/>
      </w:pPr>
      <w:r w:rsidRPr="00722393"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01278C" w:rsidRPr="00722393" w:rsidRDefault="0001278C" w:rsidP="00FE05E6">
      <w:pPr>
        <w:pStyle w:val="BodyTextIndent"/>
        <w:spacing w:after="0"/>
        <w:ind w:left="0"/>
        <w:jc w:val="both"/>
      </w:pPr>
      <w:r w:rsidRPr="00722393">
        <w:t>4.6. Заказчик вправе  потребовать возмещения причиненных убытков, 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</w:t>
      </w:r>
      <w:r>
        <w:t>,</w:t>
      </w:r>
      <w:r w:rsidRPr="00722393">
        <w:t xml:space="preserve"> либо являются существенными и неустранимыми.</w:t>
      </w:r>
    </w:p>
    <w:p w:rsidR="0001278C" w:rsidRPr="00722393" w:rsidRDefault="0001278C" w:rsidP="00FE05E6">
      <w:pPr>
        <w:pStyle w:val="BodyTextIndent"/>
        <w:spacing w:after="0"/>
        <w:ind w:left="0"/>
        <w:jc w:val="both"/>
      </w:pPr>
      <w:r w:rsidRPr="00722393">
        <w:t>4.7. В случае не</w:t>
      </w:r>
      <w:r>
        <w:t xml:space="preserve"> </w:t>
      </w:r>
      <w:r w:rsidRPr="00722393">
        <w:t xml:space="preserve">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  </w:t>
      </w:r>
    </w:p>
    <w:p w:rsidR="0001278C" w:rsidRPr="00722393" w:rsidRDefault="0001278C" w:rsidP="00FE05E6">
      <w:pPr>
        <w:pStyle w:val="BodyTextIndent"/>
        <w:spacing w:after="0"/>
        <w:ind w:left="0"/>
        <w:jc w:val="both"/>
      </w:pPr>
      <w:r w:rsidRPr="00722393">
        <w:t>4.8. Уплата неустойки не освобождает сторону от выполнения обязательств или устранения нарушений.</w:t>
      </w:r>
    </w:p>
    <w:p w:rsidR="0001278C" w:rsidRPr="00722393" w:rsidRDefault="0001278C" w:rsidP="00FE05E6">
      <w:pPr>
        <w:pStyle w:val="BodyTextIndent"/>
        <w:spacing w:after="0"/>
        <w:ind w:left="0"/>
        <w:jc w:val="both"/>
      </w:pPr>
      <w:r w:rsidRPr="00722393">
        <w:t>4.9. Подрядчик возмещает Заказчику в полном объеме ущерб, причиненный ненадлежащим исполнением условий настоящего контракта.</w:t>
      </w:r>
    </w:p>
    <w:p w:rsidR="0001278C" w:rsidRPr="00A9094D" w:rsidRDefault="0001278C" w:rsidP="00A9094D">
      <w:pPr>
        <w:pStyle w:val="BodyTextIndent"/>
        <w:spacing w:after="0"/>
        <w:ind w:left="0"/>
        <w:jc w:val="both"/>
      </w:pPr>
      <w:r w:rsidRPr="00722393">
        <w:t>4.10. Подрядчик возмещает ущерб, причиненный третьим лицам, во время исполнения обязательств по настоящему контракту.</w:t>
      </w:r>
    </w:p>
    <w:p w:rsidR="0001278C" w:rsidRPr="00722393" w:rsidRDefault="0001278C" w:rsidP="00FE05E6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22393">
        <w:rPr>
          <w:rFonts w:ascii="Times New Roman" w:hAnsi="Times New Roman"/>
          <w:b/>
          <w:sz w:val="24"/>
          <w:szCs w:val="24"/>
        </w:rPr>
        <w:t>5. Приемка работ</w:t>
      </w:r>
    </w:p>
    <w:p w:rsidR="0001278C" w:rsidRPr="00722393" w:rsidRDefault="0001278C" w:rsidP="00FE05E6">
      <w:pPr>
        <w:pStyle w:val="ConsNormal"/>
        <w:widowControl/>
        <w:ind w:right="57" w:firstLine="0"/>
        <w:jc w:val="both"/>
        <w:rPr>
          <w:rFonts w:ascii="Times New Roman" w:hAnsi="Times New Roman"/>
          <w:sz w:val="24"/>
          <w:szCs w:val="24"/>
        </w:rPr>
      </w:pPr>
      <w:r w:rsidRPr="00722393">
        <w:rPr>
          <w:rFonts w:ascii="Times New Roman" w:hAnsi="Times New Roman"/>
          <w:sz w:val="24"/>
          <w:szCs w:val="24"/>
        </w:rPr>
        <w:t>5.1.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01278C" w:rsidRPr="00722393" w:rsidRDefault="0001278C" w:rsidP="00FE05E6">
      <w:pPr>
        <w:pStyle w:val="ConsNormal"/>
        <w:widowControl/>
        <w:ind w:right="57" w:firstLine="0"/>
        <w:jc w:val="both"/>
        <w:rPr>
          <w:rFonts w:ascii="Times New Roman" w:hAnsi="Times New Roman"/>
          <w:sz w:val="24"/>
          <w:szCs w:val="24"/>
        </w:rPr>
      </w:pPr>
      <w:r w:rsidRPr="00722393">
        <w:rPr>
          <w:rFonts w:ascii="Times New Roman" w:hAnsi="Times New Roman"/>
          <w:sz w:val="24"/>
          <w:szCs w:val="24"/>
        </w:rPr>
        <w:t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контролю за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01278C" w:rsidRPr="00722393" w:rsidRDefault="0001278C" w:rsidP="00FE05E6">
      <w:pPr>
        <w:pStyle w:val="ConsNormal"/>
        <w:widowControl/>
        <w:ind w:right="57" w:firstLine="0"/>
        <w:jc w:val="both"/>
        <w:rPr>
          <w:rFonts w:ascii="Times New Roman" w:hAnsi="Times New Roman"/>
          <w:sz w:val="24"/>
          <w:szCs w:val="24"/>
        </w:rPr>
      </w:pPr>
      <w:r w:rsidRPr="00722393">
        <w:rPr>
          <w:rFonts w:ascii="Times New Roman" w:hAnsi="Times New Roman"/>
          <w:sz w:val="24"/>
          <w:szCs w:val="24"/>
        </w:rPr>
        <w:t xml:space="preserve">5.3. Приемка объекта производится в течение 5 (пяти) дней </w:t>
      </w:r>
      <w:r>
        <w:rPr>
          <w:rFonts w:ascii="Times New Roman" w:hAnsi="Times New Roman"/>
          <w:sz w:val="24"/>
          <w:szCs w:val="24"/>
        </w:rPr>
        <w:t xml:space="preserve">со дня </w:t>
      </w:r>
      <w:r w:rsidRPr="00722393">
        <w:rPr>
          <w:rFonts w:ascii="Times New Roman" w:hAnsi="Times New Roman"/>
          <w:sz w:val="24"/>
          <w:szCs w:val="24"/>
        </w:rPr>
        <w:t>получения Заказчиком письменного уведомления Подрядчика о завершении выполнения работ.</w:t>
      </w:r>
    </w:p>
    <w:p w:rsidR="0001278C" w:rsidRPr="00722393" w:rsidRDefault="0001278C" w:rsidP="00FE05E6">
      <w:pPr>
        <w:pStyle w:val="ConsNormal"/>
        <w:widowControl/>
        <w:ind w:right="57" w:firstLine="0"/>
        <w:jc w:val="both"/>
        <w:rPr>
          <w:rFonts w:ascii="Times New Roman" w:hAnsi="Times New Roman"/>
          <w:sz w:val="24"/>
          <w:szCs w:val="24"/>
        </w:rPr>
      </w:pPr>
      <w:r w:rsidRPr="00722393">
        <w:rPr>
          <w:rFonts w:ascii="Times New Roman" w:hAnsi="Times New Roman"/>
          <w:sz w:val="24"/>
          <w:szCs w:val="24"/>
        </w:rPr>
        <w:t>5.4. 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01278C" w:rsidRDefault="0001278C" w:rsidP="00FE05E6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01278C" w:rsidRPr="00722393" w:rsidRDefault="0001278C" w:rsidP="00FE05E6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22393">
        <w:rPr>
          <w:rFonts w:ascii="Times New Roman" w:hAnsi="Times New Roman"/>
          <w:b/>
          <w:sz w:val="24"/>
          <w:szCs w:val="24"/>
        </w:rPr>
        <w:t>6. Гарантии</w:t>
      </w:r>
    </w:p>
    <w:p w:rsidR="0001278C" w:rsidRPr="00722393" w:rsidRDefault="0001278C" w:rsidP="00FE05E6">
      <w:pPr>
        <w:pStyle w:val="ConsNormal"/>
        <w:widowControl/>
        <w:ind w:right="57" w:firstLine="0"/>
        <w:jc w:val="both"/>
        <w:rPr>
          <w:rFonts w:ascii="Times New Roman" w:hAnsi="Times New Roman"/>
          <w:sz w:val="24"/>
          <w:szCs w:val="24"/>
        </w:rPr>
      </w:pPr>
      <w:r w:rsidRPr="00722393">
        <w:rPr>
          <w:rFonts w:ascii="Times New Roman" w:hAnsi="Times New Roman"/>
          <w:sz w:val="24"/>
          <w:szCs w:val="24"/>
        </w:rPr>
        <w:t>6.1. Подрядчик гарантирует:</w:t>
      </w:r>
    </w:p>
    <w:p w:rsidR="0001278C" w:rsidRPr="00722393" w:rsidRDefault="0001278C" w:rsidP="00FE05E6">
      <w:pPr>
        <w:pStyle w:val="ConsNormal"/>
        <w:widowControl/>
        <w:ind w:right="57" w:firstLine="540"/>
        <w:jc w:val="both"/>
        <w:rPr>
          <w:rFonts w:ascii="Times New Roman" w:hAnsi="Times New Roman"/>
          <w:sz w:val="24"/>
          <w:szCs w:val="24"/>
        </w:rPr>
      </w:pPr>
      <w:r w:rsidRPr="00722393">
        <w:rPr>
          <w:rFonts w:ascii="Times New Roman" w:hAnsi="Times New Roman"/>
          <w:sz w:val="24"/>
          <w:szCs w:val="24"/>
        </w:rPr>
        <w:t>- выполнение всех Работ в полном объеме и в сроки, определенные условиями настоящего Контракта;</w:t>
      </w:r>
    </w:p>
    <w:p w:rsidR="0001278C" w:rsidRPr="00007D29" w:rsidRDefault="0001278C" w:rsidP="00FE05E6">
      <w:pPr>
        <w:pStyle w:val="ConsNormal"/>
        <w:widowControl/>
        <w:ind w:right="57" w:firstLine="540"/>
        <w:jc w:val="both"/>
        <w:rPr>
          <w:rFonts w:ascii="Times New Roman" w:hAnsi="Times New Roman"/>
          <w:sz w:val="24"/>
          <w:szCs w:val="24"/>
        </w:rPr>
      </w:pPr>
      <w:r w:rsidRPr="00007D29">
        <w:rPr>
          <w:rFonts w:ascii="Times New Roman" w:hAnsi="Times New Roman"/>
          <w:sz w:val="24"/>
          <w:szCs w:val="24"/>
        </w:rPr>
        <w:t>- качество выполнения Работ в соответствии с локальным сметным расчетом и действующими нормами;</w:t>
      </w:r>
    </w:p>
    <w:p w:rsidR="0001278C" w:rsidRPr="00722393" w:rsidRDefault="0001278C" w:rsidP="00FE05E6">
      <w:pPr>
        <w:pStyle w:val="ConsNormal"/>
        <w:widowControl/>
        <w:ind w:right="57" w:firstLine="540"/>
        <w:jc w:val="both"/>
        <w:rPr>
          <w:rFonts w:ascii="Times New Roman" w:hAnsi="Times New Roman"/>
          <w:sz w:val="24"/>
          <w:szCs w:val="24"/>
        </w:rPr>
      </w:pPr>
      <w:r w:rsidRPr="00722393">
        <w:rPr>
          <w:rFonts w:ascii="Times New Roman" w:hAnsi="Times New Roman"/>
          <w:sz w:val="24"/>
          <w:szCs w:val="24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01278C" w:rsidRPr="00722393" w:rsidRDefault="0001278C" w:rsidP="00FE05E6">
      <w:pPr>
        <w:pStyle w:val="ConsNormal"/>
        <w:widowControl/>
        <w:ind w:right="57" w:firstLine="0"/>
        <w:jc w:val="both"/>
        <w:rPr>
          <w:rFonts w:ascii="Times New Roman" w:hAnsi="Times New Roman"/>
          <w:sz w:val="24"/>
          <w:szCs w:val="24"/>
        </w:rPr>
      </w:pPr>
      <w:r w:rsidRPr="00722393">
        <w:rPr>
          <w:rFonts w:ascii="Times New Roman" w:hAnsi="Times New Roman"/>
          <w:sz w:val="24"/>
          <w:szCs w:val="24"/>
        </w:rPr>
        <w:t>6.2. Срок гарантии выполненных работ составляет 3</w:t>
      </w:r>
      <w:r>
        <w:rPr>
          <w:rFonts w:ascii="Times New Roman" w:hAnsi="Times New Roman"/>
          <w:sz w:val="24"/>
          <w:szCs w:val="24"/>
        </w:rPr>
        <w:t>6 месяцев</w:t>
      </w:r>
      <w:r w:rsidRPr="00722393">
        <w:rPr>
          <w:rFonts w:ascii="Times New Roman" w:hAnsi="Times New Roman"/>
          <w:sz w:val="24"/>
          <w:szCs w:val="24"/>
        </w:rPr>
        <w:t xml:space="preserve"> со дня подписания акта выполненных работ. </w:t>
      </w:r>
    </w:p>
    <w:p w:rsidR="0001278C" w:rsidRPr="00722393" w:rsidRDefault="0001278C" w:rsidP="00FE05E6">
      <w:pPr>
        <w:pStyle w:val="ConsNormal"/>
        <w:widowControl/>
        <w:ind w:right="57" w:firstLine="0"/>
        <w:jc w:val="both"/>
        <w:rPr>
          <w:rFonts w:ascii="Times New Roman" w:hAnsi="Times New Roman"/>
          <w:sz w:val="24"/>
          <w:szCs w:val="24"/>
        </w:rPr>
      </w:pPr>
    </w:p>
    <w:p w:rsidR="0001278C" w:rsidRPr="00722393" w:rsidRDefault="0001278C" w:rsidP="00FE05E6">
      <w:pPr>
        <w:pStyle w:val="ConsNormal"/>
        <w:widowControl/>
        <w:ind w:right="57" w:firstLine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722393">
        <w:rPr>
          <w:rFonts w:ascii="Times New Roman" w:hAnsi="Times New Roman"/>
          <w:b/>
          <w:sz w:val="24"/>
          <w:szCs w:val="24"/>
        </w:rPr>
        <w:t>7. Расторжение Контракта</w:t>
      </w:r>
    </w:p>
    <w:p w:rsidR="0001278C" w:rsidRPr="00722393" w:rsidRDefault="0001278C" w:rsidP="00FE05E6">
      <w:pPr>
        <w:pStyle w:val="ConsNormal"/>
        <w:widowControl/>
        <w:ind w:right="57" w:firstLine="0"/>
        <w:jc w:val="both"/>
        <w:rPr>
          <w:rFonts w:ascii="Times New Roman" w:hAnsi="Times New Roman"/>
          <w:sz w:val="24"/>
          <w:szCs w:val="24"/>
        </w:rPr>
      </w:pPr>
      <w:r w:rsidRPr="00722393">
        <w:rPr>
          <w:rFonts w:ascii="Times New Roman" w:hAnsi="Times New Roman"/>
          <w:sz w:val="24"/>
          <w:szCs w:val="24"/>
        </w:rPr>
        <w:t>7.1. Контракт,</w:t>
      </w:r>
      <w:r>
        <w:rPr>
          <w:rFonts w:ascii="Times New Roman" w:hAnsi="Times New Roman"/>
          <w:sz w:val="24"/>
          <w:szCs w:val="24"/>
        </w:rPr>
        <w:t xml:space="preserve"> может быть, расторгнут</w:t>
      </w:r>
      <w:r w:rsidRPr="00722393">
        <w:rPr>
          <w:rFonts w:ascii="Times New Roman" w:hAnsi="Times New Roman"/>
          <w:sz w:val="24"/>
          <w:szCs w:val="24"/>
        </w:rPr>
        <w:t xml:space="preserve"> исключительно по соглашению сторон или решению суда в случаях предусмотренных гражданским законодательством. </w:t>
      </w:r>
    </w:p>
    <w:p w:rsidR="0001278C" w:rsidRDefault="0001278C" w:rsidP="005D3120">
      <w:pPr>
        <w:shd w:val="clear" w:color="auto" w:fill="FFFFFF"/>
        <w:spacing w:line="250" w:lineRule="exact"/>
        <w:ind w:left="5" w:right="14"/>
        <w:jc w:val="both"/>
        <w:rPr>
          <w:sz w:val="22"/>
          <w:szCs w:val="22"/>
        </w:rPr>
      </w:pPr>
      <w:r w:rsidRPr="00722393">
        <w:t>7.2. При расторжении Контракта по соглашению сторон, незавершенный результат работ передается Заказчику, который обеспечивает оплату Подрядчику пропорционально объему выполненных работ, стоимости выполненных Работ в объеме, определяемом сторонами совместно.</w:t>
      </w:r>
      <w:r w:rsidRPr="005D3120">
        <w:rPr>
          <w:sz w:val="22"/>
          <w:szCs w:val="22"/>
        </w:rPr>
        <w:t xml:space="preserve"> </w:t>
      </w:r>
    </w:p>
    <w:p w:rsidR="0001278C" w:rsidRPr="005D3120" w:rsidRDefault="0001278C" w:rsidP="005D3120">
      <w:pPr>
        <w:shd w:val="clear" w:color="auto" w:fill="FFFFFF"/>
        <w:spacing w:line="250" w:lineRule="exact"/>
        <w:ind w:left="5" w:right="14"/>
        <w:jc w:val="both"/>
      </w:pPr>
      <w:r w:rsidRPr="005D3120">
        <w:t xml:space="preserve">7.3. 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</w:t>
      </w:r>
      <w:r w:rsidRPr="005D3120">
        <w:rPr>
          <w:spacing w:val="-1"/>
        </w:rPr>
        <w:t xml:space="preserve">наличии дефектов и недостатков, которые не могут быть устранены в согласованный с Заказчиком </w:t>
      </w:r>
      <w:r w:rsidRPr="005D3120">
        <w:t>срок, Стороны обязуются рассматривать данные обязательства как существенно изменившиеся и препятствующие выполнению в полном объеме настоящего контракта в установленный срок.</w:t>
      </w:r>
    </w:p>
    <w:p w:rsidR="0001278C" w:rsidRDefault="0001278C" w:rsidP="005D3120">
      <w:pPr>
        <w:shd w:val="clear" w:color="auto" w:fill="FFFFFF"/>
        <w:spacing w:line="250" w:lineRule="exact"/>
        <w:ind w:right="58" w:firstLine="715"/>
        <w:jc w:val="both"/>
      </w:pPr>
      <w:r>
        <w:rPr>
          <w:sz w:val="22"/>
          <w:szCs w:val="22"/>
        </w:rP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01278C" w:rsidRPr="00722393" w:rsidRDefault="0001278C" w:rsidP="00FE05E6">
      <w:pPr>
        <w:pStyle w:val="ConsNormal"/>
        <w:widowControl/>
        <w:ind w:right="57" w:firstLine="0"/>
        <w:jc w:val="both"/>
        <w:rPr>
          <w:rFonts w:ascii="Times New Roman" w:hAnsi="Times New Roman"/>
          <w:sz w:val="24"/>
          <w:szCs w:val="24"/>
        </w:rPr>
      </w:pPr>
    </w:p>
    <w:p w:rsidR="0001278C" w:rsidRPr="00722393" w:rsidRDefault="0001278C" w:rsidP="00FE05E6">
      <w:pPr>
        <w:pStyle w:val="BodyText"/>
        <w:jc w:val="center"/>
        <w:rPr>
          <w:b/>
          <w:szCs w:val="24"/>
        </w:rPr>
      </w:pPr>
      <w:r w:rsidRPr="00722393">
        <w:rPr>
          <w:b/>
          <w:szCs w:val="24"/>
        </w:rPr>
        <w:t>8. Заключительные условия</w:t>
      </w:r>
    </w:p>
    <w:p w:rsidR="0001278C" w:rsidRPr="00722393" w:rsidRDefault="0001278C" w:rsidP="00FE05E6">
      <w:pPr>
        <w:pStyle w:val="BodyText"/>
        <w:jc w:val="both"/>
        <w:rPr>
          <w:szCs w:val="24"/>
        </w:rPr>
      </w:pPr>
      <w:r w:rsidRPr="00722393">
        <w:rPr>
          <w:szCs w:val="24"/>
        </w:rPr>
        <w:t xml:space="preserve">8.1. Настоящий контракт вступает в силу с момента его подписания и действует  до </w:t>
      </w:r>
      <w:r>
        <w:rPr>
          <w:szCs w:val="24"/>
        </w:rPr>
        <w:t>31.12.2011г.</w:t>
      </w:r>
    </w:p>
    <w:p w:rsidR="0001278C" w:rsidRPr="00722393" w:rsidRDefault="0001278C" w:rsidP="00FE05E6">
      <w:pPr>
        <w:pStyle w:val="BodyText"/>
        <w:jc w:val="both"/>
        <w:rPr>
          <w:szCs w:val="24"/>
        </w:rPr>
      </w:pPr>
      <w:r w:rsidRPr="00722393">
        <w:rPr>
          <w:szCs w:val="24"/>
        </w:rPr>
        <w:t>8.2. Любые изменения и дополнения к настоящему контракту действительны лишь при условии, если они совершены в письменной форме, согласованы и подписаны уполномоченными представителями Сторон.</w:t>
      </w:r>
    </w:p>
    <w:p w:rsidR="0001278C" w:rsidRPr="00722393" w:rsidRDefault="0001278C" w:rsidP="00FE05E6">
      <w:pPr>
        <w:jc w:val="both"/>
      </w:pPr>
      <w:r w:rsidRPr="00722393">
        <w:t>8.3. Во всем ином, не урегулированном настоящим контрактом, Стороны руководствуются действующим законодательством РФ.</w:t>
      </w:r>
    </w:p>
    <w:p w:rsidR="0001278C" w:rsidRPr="00722393" w:rsidRDefault="0001278C" w:rsidP="00FE05E6">
      <w:pPr>
        <w:pStyle w:val="BodyText"/>
        <w:jc w:val="both"/>
        <w:rPr>
          <w:szCs w:val="24"/>
        </w:rPr>
      </w:pPr>
      <w:r w:rsidRPr="00722393">
        <w:rPr>
          <w:szCs w:val="24"/>
        </w:rPr>
        <w:t>8.4. Настоящий контракт составлен в двух экземплярах, имеющих равную юридическую силу, по одному для каждой из Сторон.</w:t>
      </w:r>
    </w:p>
    <w:p w:rsidR="0001278C" w:rsidRDefault="0001278C" w:rsidP="00FE05E6">
      <w:pPr>
        <w:pStyle w:val="BodyText"/>
        <w:ind w:left="360"/>
        <w:jc w:val="center"/>
        <w:rPr>
          <w:b/>
          <w:szCs w:val="24"/>
        </w:rPr>
      </w:pPr>
    </w:p>
    <w:p w:rsidR="0001278C" w:rsidRPr="00A9094D" w:rsidRDefault="0001278C" w:rsidP="00A9094D">
      <w:pPr>
        <w:pStyle w:val="BodyText"/>
        <w:ind w:left="360"/>
        <w:jc w:val="center"/>
        <w:rPr>
          <w:b/>
          <w:szCs w:val="24"/>
        </w:rPr>
      </w:pPr>
      <w:r w:rsidRPr="00722393">
        <w:rPr>
          <w:b/>
          <w:szCs w:val="24"/>
        </w:rPr>
        <w:t>9. Реквизиты и подписи Сторон</w:t>
      </w:r>
    </w:p>
    <w:p w:rsidR="0001278C" w:rsidRDefault="0001278C" w:rsidP="00FE05E6"/>
    <w:p w:rsidR="0001278C" w:rsidRPr="00227D5C" w:rsidRDefault="0001278C" w:rsidP="00FE05E6">
      <w:r w:rsidRPr="00227D5C">
        <w:rPr>
          <w:b/>
        </w:rPr>
        <w:t>Заказчик: МУ СОШ № 6</w:t>
      </w:r>
      <w:r>
        <w:rPr>
          <w:b/>
        </w:rPr>
        <w:t>8</w:t>
      </w:r>
    </w:p>
    <w:p w:rsidR="0001278C" w:rsidRPr="00227D5C" w:rsidRDefault="0001278C" w:rsidP="00FE05E6">
      <w:pPr>
        <w:jc w:val="both"/>
      </w:pPr>
      <w:r w:rsidRPr="00227D5C">
        <w:t>Юридический и почтовый адрес:</w:t>
      </w:r>
    </w:p>
    <w:p w:rsidR="0001278C" w:rsidRPr="00227D5C" w:rsidRDefault="0001278C" w:rsidP="00FE05E6">
      <w:pPr>
        <w:jc w:val="both"/>
      </w:pPr>
      <w:r>
        <w:t>153022, г. Иваново, ул. Некрасова, д. 51</w:t>
      </w:r>
      <w:r w:rsidRPr="00227D5C">
        <w:t>.</w:t>
      </w:r>
    </w:p>
    <w:p w:rsidR="0001278C" w:rsidRPr="00227D5C" w:rsidRDefault="0001278C" w:rsidP="00FE05E6">
      <w:pPr>
        <w:jc w:val="both"/>
      </w:pPr>
      <w:r>
        <w:t>ИНН 370</w:t>
      </w:r>
      <w:r w:rsidRPr="00227D5C">
        <w:t>24436</w:t>
      </w:r>
      <w:r>
        <w:t>01</w:t>
      </w:r>
      <w:r w:rsidRPr="00227D5C">
        <w:t xml:space="preserve"> / КПП 370201001</w:t>
      </w:r>
    </w:p>
    <w:p w:rsidR="0001278C" w:rsidRPr="00227D5C" w:rsidRDefault="0001278C" w:rsidP="00FE05E6">
      <w:pPr>
        <w:jc w:val="both"/>
      </w:pPr>
      <w:r w:rsidRPr="00227D5C">
        <w:t>р/с</w:t>
      </w:r>
    </w:p>
    <w:p w:rsidR="0001278C" w:rsidRPr="00227D5C" w:rsidRDefault="0001278C" w:rsidP="00FE05E6">
      <w:pPr>
        <w:jc w:val="both"/>
      </w:pPr>
      <w:r w:rsidRPr="00227D5C">
        <w:t>к/с</w:t>
      </w:r>
    </w:p>
    <w:p w:rsidR="0001278C" w:rsidRDefault="0001278C" w:rsidP="00FE05E6">
      <w:pPr>
        <w:jc w:val="both"/>
      </w:pPr>
      <w:r w:rsidRPr="00227D5C">
        <w:t>БИК</w:t>
      </w:r>
    </w:p>
    <w:p w:rsidR="0001278C" w:rsidRPr="00227D5C" w:rsidRDefault="0001278C" w:rsidP="00FE05E6">
      <w:pPr>
        <w:jc w:val="both"/>
        <w:rPr>
          <w:b/>
        </w:rPr>
      </w:pPr>
      <w:r>
        <w:t>Директор ___________Тунцев А.В.</w:t>
      </w:r>
      <w:r w:rsidRPr="00227D5C">
        <w:t xml:space="preserve">            </w:t>
      </w:r>
      <w:r>
        <w:t xml:space="preserve">    </w:t>
      </w:r>
      <w:r w:rsidRPr="00227D5C">
        <w:t xml:space="preserve"> </w:t>
      </w:r>
    </w:p>
    <w:p w:rsidR="0001278C" w:rsidRPr="00227D5C" w:rsidRDefault="0001278C" w:rsidP="00FE05E6">
      <w:pPr>
        <w:jc w:val="both"/>
      </w:pPr>
      <w:r w:rsidRPr="00227D5C">
        <w:rPr>
          <w:b/>
        </w:rPr>
        <w:t xml:space="preserve">Поставщик:  </w:t>
      </w:r>
    </w:p>
    <w:p w:rsidR="0001278C" w:rsidRPr="00227D5C" w:rsidRDefault="0001278C" w:rsidP="00FE05E6">
      <w:pPr>
        <w:pStyle w:val="Header"/>
        <w:tabs>
          <w:tab w:val="left" w:pos="708"/>
        </w:tabs>
        <w:jc w:val="both"/>
        <w:rPr>
          <w:sz w:val="24"/>
          <w:szCs w:val="24"/>
        </w:rPr>
      </w:pPr>
      <w:r w:rsidRPr="00227D5C">
        <w:rPr>
          <w:sz w:val="24"/>
          <w:szCs w:val="24"/>
        </w:rPr>
        <w:t xml:space="preserve">Адрес:  </w:t>
      </w:r>
    </w:p>
    <w:p w:rsidR="0001278C" w:rsidRPr="00227D5C" w:rsidRDefault="0001278C" w:rsidP="00FE05E6">
      <w:pPr>
        <w:jc w:val="both"/>
      </w:pPr>
      <w:r w:rsidRPr="00227D5C">
        <w:t xml:space="preserve">ИНН  </w:t>
      </w:r>
    </w:p>
    <w:p w:rsidR="0001278C" w:rsidRPr="00227D5C" w:rsidRDefault="0001278C" w:rsidP="00FE05E6">
      <w:pPr>
        <w:jc w:val="both"/>
      </w:pPr>
      <w:r w:rsidRPr="00227D5C">
        <w:t xml:space="preserve">Р/с </w:t>
      </w:r>
      <w:r>
        <w:t xml:space="preserve">/ </w:t>
      </w:r>
      <w:r w:rsidRPr="00227D5C">
        <w:t xml:space="preserve">К/с </w:t>
      </w:r>
    </w:p>
    <w:p w:rsidR="0001278C" w:rsidRPr="00227D5C" w:rsidRDefault="0001278C" w:rsidP="00FE05E6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  <w:szCs w:val="24"/>
        </w:rPr>
      </w:pPr>
      <w:r w:rsidRPr="00227D5C">
        <w:rPr>
          <w:rFonts w:ascii="Times New Roman" w:hAnsi="Times New Roman"/>
          <w:sz w:val="24"/>
          <w:szCs w:val="24"/>
        </w:rPr>
        <w:t xml:space="preserve">БИК  </w:t>
      </w:r>
    </w:p>
    <w:p w:rsidR="0001278C" w:rsidRPr="00227D5C" w:rsidRDefault="0001278C" w:rsidP="00FE05E6">
      <w:r>
        <w:t>Руководитель</w:t>
      </w:r>
      <w:r w:rsidRPr="00227D5C">
        <w:t xml:space="preserve"> __________/______________/                                                                                       </w:t>
      </w:r>
    </w:p>
    <w:p w:rsidR="0001278C" w:rsidRPr="00227D5C" w:rsidRDefault="0001278C" w:rsidP="00FE05E6">
      <w:pPr>
        <w:jc w:val="both"/>
        <w:rPr>
          <w:b/>
        </w:rPr>
      </w:pPr>
    </w:p>
    <w:p w:rsidR="0001278C" w:rsidRPr="00227D5C" w:rsidRDefault="0001278C" w:rsidP="00FE05E6">
      <w:pPr>
        <w:jc w:val="both"/>
        <w:rPr>
          <w:b/>
        </w:rPr>
      </w:pPr>
      <w:r w:rsidRPr="00227D5C">
        <w:rPr>
          <w:b/>
        </w:rPr>
        <w:t>МУ «Централизованная  бухгалтерия № 4</w:t>
      </w:r>
    </w:p>
    <w:p w:rsidR="0001278C" w:rsidRPr="00227D5C" w:rsidRDefault="0001278C" w:rsidP="00FE05E6">
      <w:pPr>
        <w:jc w:val="both"/>
        <w:rPr>
          <w:b/>
        </w:rPr>
      </w:pPr>
      <w:r w:rsidRPr="00227D5C">
        <w:rPr>
          <w:b/>
        </w:rPr>
        <w:t>управления образования администрации города Иванова»</w:t>
      </w:r>
    </w:p>
    <w:p w:rsidR="0001278C" w:rsidRPr="00227D5C" w:rsidRDefault="0001278C" w:rsidP="00FE05E6">
      <w:r w:rsidRPr="00227D5C">
        <w:t xml:space="preserve">                                                                                     </w:t>
      </w:r>
    </w:p>
    <w:p w:rsidR="0001278C" w:rsidRDefault="0001278C" w:rsidP="00FE05E6">
      <w:r>
        <w:t>Директор ___________ Четверикова Л.В.</w:t>
      </w:r>
    </w:p>
    <w:p w:rsidR="0001278C" w:rsidRDefault="0001278C" w:rsidP="00FE05E6"/>
    <w:p w:rsidR="0001278C" w:rsidRDefault="0001278C"/>
    <w:sectPr w:rsidR="0001278C" w:rsidSect="005D3120">
      <w:pgSz w:w="11906" w:h="16838"/>
      <w:pgMar w:top="28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A35AF"/>
    <w:multiLevelType w:val="hybridMultilevel"/>
    <w:tmpl w:val="6100BE48"/>
    <w:lvl w:ilvl="0" w:tplc="0FD2434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E05E6"/>
    <w:rsid w:val="00007D29"/>
    <w:rsid w:val="0001278C"/>
    <w:rsid w:val="000132ED"/>
    <w:rsid w:val="0002182A"/>
    <w:rsid w:val="000B1543"/>
    <w:rsid w:val="000E7A14"/>
    <w:rsid w:val="001027CF"/>
    <w:rsid w:val="00146752"/>
    <w:rsid w:val="00194F8B"/>
    <w:rsid w:val="002010E6"/>
    <w:rsid w:val="002011D1"/>
    <w:rsid w:val="00227D5C"/>
    <w:rsid w:val="002306C8"/>
    <w:rsid w:val="002F1EBF"/>
    <w:rsid w:val="0038052D"/>
    <w:rsid w:val="00423595"/>
    <w:rsid w:val="0044786C"/>
    <w:rsid w:val="004479F4"/>
    <w:rsid w:val="005666ED"/>
    <w:rsid w:val="005D3120"/>
    <w:rsid w:val="00697621"/>
    <w:rsid w:val="006A373C"/>
    <w:rsid w:val="006E291E"/>
    <w:rsid w:val="006E60B6"/>
    <w:rsid w:val="007006B4"/>
    <w:rsid w:val="00722393"/>
    <w:rsid w:val="00744E8B"/>
    <w:rsid w:val="007F23AE"/>
    <w:rsid w:val="00806215"/>
    <w:rsid w:val="0084504C"/>
    <w:rsid w:val="008B392F"/>
    <w:rsid w:val="00934875"/>
    <w:rsid w:val="009569D8"/>
    <w:rsid w:val="009728F1"/>
    <w:rsid w:val="00982980"/>
    <w:rsid w:val="009842D8"/>
    <w:rsid w:val="0099042B"/>
    <w:rsid w:val="00A36DC9"/>
    <w:rsid w:val="00A40423"/>
    <w:rsid w:val="00A9094D"/>
    <w:rsid w:val="00AB1DE8"/>
    <w:rsid w:val="00AD4FC4"/>
    <w:rsid w:val="00AF594C"/>
    <w:rsid w:val="00B11D87"/>
    <w:rsid w:val="00B320E7"/>
    <w:rsid w:val="00B90C3B"/>
    <w:rsid w:val="00BA5C77"/>
    <w:rsid w:val="00BB4644"/>
    <w:rsid w:val="00BD62F1"/>
    <w:rsid w:val="00BF1EB5"/>
    <w:rsid w:val="00C144BD"/>
    <w:rsid w:val="00C667CA"/>
    <w:rsid w:val="00D6044F"/>
    <w:rsid w:val="00DB63E9"/>
    <w:rsid w:val="00DC449C"/>
    <w:rsid w:val="00E37B00"/>
    <w:rsid w:val="00E81DA3"/>
    <w:rsid w:val="00E862AF"/>
    <w:rsid w:val="00E97CBB"/>
    <w:rsid w:val="00F56092"/>
    <w:rsid w:val="00FE0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05E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Знак,Çàã1,BO,ID,body indent,andrad,EHPT,Body Text2 Знак Знак Знак"/>
    <w:basedOn w:val="Normal"/>
    <w:link w:val="BodyTextChar"/>
    <w:uiPriority w:val="99"/>
    <w:rsid w:val="00FE05E6"/>
    <w:rPr>
      <w:szCs w:val="20"/>
    </w:rPr>
  </w:style>
  <w:style w:type="character" w:customStyle="1" w:styleId="BodyTextChar">
    <w:name w:val="Body Text Char"/>
    <w:aliases w:val="Знак Char,Çàã1 Char,BO Char,ID Char,body indent Char,andrad Char,EHPT Char,Body Text2 Знак Знак Знак Char"/>
    <w:basedOn w:val="DefaultParagraphFont"/>
    <w:link w:val="BodyText"/>
    <w:uiPriority w:val="99"/>
    <w:locked/>
    <w:rsid w:val="00FE05E6"/>
    <w:rPr>
      <w:rFonts w:ascii="Times New Roman" w:hAnsi="Times New Roman" w:cs="Times New Roman"/>
      <w:sz w:val="20"/>
      <w:szCs w:val="20"/>
      <w:lang w:eastAsia="ru-RU"/>
    </w:rPr>
  </w:style>
  <w:style w:type="paragraph" w:styleId="Caption">
    <w:name w:val="caption"/>
    <w:basedOn w:val="Normal"/>
    <w:uiPriority w:val="99"/>
    <w:qFormat/>
    <w:rsid w:val="00FE05E6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link w:val="ConsPlusNormal0"/>
    <w:uiPriority w:val="99"/>
    <w:rsid w:val="00FE05E6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customStyle="1" w:styleId="ConsPlusNonformat">
    <w:name w:val="ConsPlusNonformat"/>
    <w:uiPriority w:val="99"/>
    <w:rsid w:val="00FE05E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FE05E6"/>
    <w:pPr>
      <w:jc w:val="center"/>
    </w:pPr>
    <w:rPr>
      <w:b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FE05E6"/>
    <w:rPr>
      <w:rFonts w:ascii="Times New Roman" w:hAnsi="Times New Roman" w:cs="Times New Roman"/>
      <w:b/>
      <w:sz w:val="20"/>
      <w:szCs w:val="20"/>
      <w:lang w:eastAsia="ru-RU"/>
    </w:rPr>
  </w:style>
  <w:style w:type="paragraph" w:styleId="BodyTextIndent">
    <w:name w:val="Body Text Indent"/>
    <w:basedOn w:val="Normal"/>
    <w:link w:val="BodyTextIndentChar"/>
    <w:uiPriority w:val="99"/>
    <w:rsid w:val="00FE05E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E05E6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FE05E6"/>
    <w:pPr>
      <w:widowControl w:val="0"/>
      <w:snapToGrid w:val="0"/>
      <w:ind w:right="19772" w:firstLine="720"/>
    </w:pPr>
    <w:rPr>
      <w:rFonts w:ascii="Arial" w:eastAsia="Times New Roman" w:hAnsi="Arial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FE05E6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FE05E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">
    <w:name w:val="Основной шрифт"/>
    <w:uiPriority w:val="99"/>
    <w:rsid w:val="00FE05E6"/>
  </w:style>
  <w:style w:type="paragraph" w:styleId="Header">
    <w:name w:val="header"/>
    <w:basedOn w:val="Normal"/>
    <w:link w:val="HeaderChar"/>
    <w:uiPriority w:val="99"/>
    <w:rsid w:val="00FE05E6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FE05E6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FE05E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E05E6"/>
    <w:rPr>
      <w:rFonts w:ascii="Times New Roman" w:hAnsi="Times New Roman" w:cs="Times New Roman"/>
      <w:sz w:val="24"/>
      <w:szCs w:val="24"/>
      <w:lang w:eastAsia="ru-RU"/>
    </w:rPr>
  </w:style>
  <w:style w:type="paragraph" w:styleId="BodyText2">
    <w:name w:val="Body Text 2"/>
    <w:basedOn w:val="Normal"/>
    <w:link w:val="BodyText2Char"/>
    <w:uiPriority w:val="99"/>
    <w:rsid w:val="00FE05E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FE05E6"/>
    <w:rPr>
      <w:rFonts w:ascii="Times New Roman" w:hAnsi="Times New Roman" w:cs="Times New Roman"/>
      <w:sz w:val="24"/>
      <w:szCs w:val="24"/>
      <w:lang w:eastAsia="ru-RU"/>
    </w:rPr>
  </w:style>
  <w:style w:type="paragraph" w:styleId="BodyText3">
    <w:name w:val="Body Text 3"/>
    <w:basedOn w:val="Normal"/>
    <w:link w:val="BodyText3Char"/>
    <w:uiPriority w:val="99"/>
    <w:rsid w:val="00FE05E6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E05E6"/>
    <w:rPr>
      <w:rFonts w:ascii="Times New Roman" w:hAnsi="Times New Roman" w:cs="Times New Roman"/>
      <w:sz w:val="16"/>
      <w:szCs w:val="16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744E8B"/>
    <w:rPr>
      <w:rFonts w:ascii="Arial" w:hAnsi="Arial"/>
      <w:sz w:val="22"/>
      <w:lang w:val="ru-RU" w:eastAsia="ru-RU"/>
    </w:rPr>
  </w:style>
  <w:style w:type="character" w:styleId="Hyperlink">
    <w:name w:val="Hyperlink"/>
    <w:basedOn w:val="DefaultParagraphFont"/>
    <w:uiPriority w:val="99"/>
    <w:locked/>
    <w:rsid w:val="00E97CBB"/>
    <w:rPr>
      <w:rFonts w:cs="Times New Roman"/>
      <w:color w:val="0000FF"/>
      <w:u w:val="single"/>
    </w:rPr>
  </w:style>
  <w:style w:type="paragraph" w:customStyle="1" w:styleId="a0">
    <w:name w:val="Знак Знак Знак Знак Знак Знак Знак Знак Знак Знак"/>
    <w:basedOn w:val="Normal"/>
    <w:uiPriority w:val="99"/>
    <w:rsid w:val="007006B4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paragraph" w:customStyle="1" w:styleId="a1">
    <w:name w:val="Знак Знак Знак Знак Знак Знак Знак Знак Знак Знак Знак Знак Знак Знак"/>
    <w:basedOn w:val="Normal"/>
    <w:uiPriority w:val="99"/>
    <w:rsid w:val="007006B4"/>
    <w:pPr>
      <w:spacing w:before="100" w:beforeAutospacing="1" w:after="100" w:afterAutospacing="1"/>
    </w:pPr>
    <w:rPr>
      <w:rFonts w:ascii="Tahoma" w:eastAsia="Calibri" w:hAnsi="Tahoma"/>
      <w:sz w:val="20"/>
      <w:szCs w:val="20"/>
      <w:lang w:val="en-US" w:eastAsia="en-US"/>
    </w:rPr>
  </w:style>
  <w:style w:type="character" w:customStyle="1" w:styleId="1">
    <w:name w:val="Знак Знак1"/>
    <w:uiPriority w:val="99"/>
    <w:rsid w:val="007006B4"/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chool68@ivedu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175</TotalTime>
  <Pages>8</Pages>
  <Words>3637</Words>
  <Characters>20735</Characters>
  <Application>Microsoft Office Outlook</Application>
  <DocSecurity>0</DocSecurity>
  <Lines>0</Lines>
  <Paragraphs>0</Paragraphs>
  <ScaleCrop>false</ScaleCrop>
  <Company>school68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</dc:creator>
  <cp:keywords/>
  <dc:description/>
  <cp:lastModifiedBy>админ</cp:lastModifiedBy>
  <cp:revision>11</cp:revision>
  <cp:lastPrinted>2011-06-14T07:21:00Z</cp:lastPrinted>
  <dcterms:created xsi:type="dcterms:W3CDTF">2011-02-25T10:24:00Z</dcterms:created>
  <dcterms:modified xsi:type="dcterms:W3CDTF">2011-06-22T12:54:00Z</dcterms:modified>
</cp:coreProperties>
</file>